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01A" w:rsidRDefault="0080701A" w:rsidP="00FA2A22">
      <w:pPr>
        <w:jc w:val="center"/>
        <w:rPr>
          <w:rFonts w:cs="Arial"/>
          <w:b/>
        </w:rPr>
      </w:pPr>
      <w:bookmarkStart w:id="0" w:name="_GoBack"/>
      <w:bookmarkEnd w:id="0"/>
      <w:r>
        <w:rPr>
          <w:rFonts w:cs="Arial"/>
          <w:b/>
          <w:noProof/>
          <w:lang w:eastAsia="es-CO"/>
        </w:rPr>
        <w:drawing>
          <wp:anchor distT="0" distB="0" distL="114300" distR="114300" simplePos="0" relativeHeight="251587584" behindDoc="1" locked="0" layoutInCell="1" allowOverlap="1">
            <wp:simplePos x="0" y="0"/>
            <wp:positionH relativeFrom="column">
              <wp:posOffset>-1440179</wp:posOffset>
            </wp:positionH>
            <wp:positionV relativeFrom="paragraph">
              <wp:posOffset>-1784985</wp:posOffset>
            </wp:positionV>
            <wp:extent cx="7772400" cy="10077450"/>
            <wp:effectExtent l="19050" t="0" r="0" b="0"/>
            <wp:wrapNone/>
            <wp:docPr id="4" name="Imagen 1" descr="conhydra separ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onhydra separado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7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01A" w:rsidRDefault="0080701A" w:rsidP="00FA2A22">
      <w:pPr>
        <w:jc w:val="center"/>
        <w:rPr>
          <w:rFonts w:cs="Arial"/>
          <w:b/>
        </w:rPr>
      </w:pPr>
    </w:p>
    <w:p w:rsidR="0080701A" w:rsidRDefault="0080701A" w:rsidP="00FA2A22">
      <w:pPr>
        <w:jc w:val="center"/>
        <w:rPr>
          <w:rFonts w:cs="Arial"/>
          <w:b/>
        </w:rPr>
      </w:pPr>
    </w:p>
    <w:p w:rsidR="0080701A" w:rsidRDefault="0080701A" w:rsidP="00FA2A22">
      <w:pPr>
        <w:jc w:val="center"/>
        <w:rPr>
          <w:rFonts w:cs="Arial"/>
          <w:b/>
        </w:rPr>
      </w:pPr>
    </w:p>
    <w:p w:rsidR="0080701A" w:rsidRDefault="0080701A" w:rsidP="00FA2A22">
      <w:pPr>
        <w:jc w:val="center"/>
        <w:rPr>
          <w:rFonts w:cs="Arial"/>
          <w:b/>
        </w:rPr>
      </w:pPr>
    </w:p>
    <w:p w:rsidR="0080701A" w:rsidRDefault="0080701A" w:rsidP="00FA2A22">
      <w:pPr>
        <w:jc w:val="center"/>
        <w:rPr>
          <w:rFonts w:cs="Arial"/>
          <w:b/>
        </w:rPr>
      </w:pPr>
    </w:p>
    <w:p w:rsidR="0080701A" w:rsidRDefault="0080701A" w:rsidP="00FA2A22">
      <w:pPr>
        <w:jc w:val="center"/>
        <w:rPr>
          <w:rFonts w:cs="Arial"/>
          <w:b/>
        </w:rPr>
      </w:pPr>
    </w:p>
    <w:p w:rsidR="0080701A" w:rsidRDefault="0080701A" w:rsidP="00FA2A22">
      <w:pPr>
        <w:jc w:val="center"/>
        <w:rPr>
          <w:rFonts w:cs="Arial"/>
          <w:b/>
        </w:rPr>
      </w:pPr>
    </w:p>
    <w:p w:rsidR="0080701A" w:rsidRDefault="0080701A" w:rsidP="00FA2A22">
      <w:pPr>
        <w:jc w:val="center"/>
        <w:rPr>
          <w:rFonts w:cs="Arial"/>
          <w:b/>
        </w:rPr>
      </w:pPr>
    </w:p>
    <w:p w:rsidR="0080701A" w:rsidRDefault="0080701A" w:rsidP="00FA2A22">
      <w:pPr>
        <w:jc w:val="center"/>
        <w:rPr>
          <w:rFonts w:cs="Arial"/>
          <w:b/>
        </w:rPr>
      </w:pPr>
    </w:p>
    <w:p w:rsidR="0080701A" w:rsidRDefault="0080701A" w:rsidP="00FA2A22">
      <w:pPr>
        <w:jc w:val="center"/>
        <w:rPr>
          <w:rFonts w:cs="Arial"/>
          <w:b/>
        </w:rPr>
      </w:pPr>
    </w:p>
    <w:p w:rsidR="0080701A" w:rsidRDefault="0080701A" w:rsidP="00FA2A22">
      <w:pPr>
        <w:jc w:val="center"/>
        <w:rPr>
          <w:rFonts w:cs="Arial"/>
          <w:b/>
        </w:rPr>
      </w:pPr>
    </w:p>
    <w:p w:rsidR="0080701A" w:rsidRDefault="0080701A" w:rsidP="00FA2A22">
      <w:pPr>
        <w:jc w:val="center"/>
        <w:rPr>
          <w:rFonts w:cs="Arial"/>
          <w:b/>
        </w:rPr>
      </w:pPr>
    </w:p>
    <w:p w:rsidR="0080701A" w:rsidRDefault="0080701A" w:rsidP="00FA2A22">
      <w:pPr>
        <w:jc w:val="center"/>
        <w:rPr>
          <w:rFonts w:cs="Arial"/>
          <w:b/>
        </w:rPr>
      </w:pPr>
    </w:p>
    <w:p w:rsidR="0080701A" w:rsidRDefault="0080701A" w:rsidP="00FA2A22">
      <w:pPr>
        <w:jc w:val="center"/>
        <w:rPr>
          <w:rFonts w:cs="Arial"/>
          <w:b/>
        </w:rPr>
      </w:pPr>
    </w:p>
    <w:p w:rsidR="0080701A" w:rsidRDefault="0080701A" w:rsidP="00FA2A22">
      <w:pPr>
        <w:jc w:val="center"/>
        <w:rPr>
          <w:rFonts w:cs="Arial"/>
          <w:b/>
        </w:rPr>
      </w:pPr>
    </w:p>
    <w:p w:rsidR="0080701A" w:rsidRDefault="0080701A" w:rsidP="00FA2A22">
      <w:pPr>
        <w:jc w:val="center"/>
        <w:rPr>
          <w:rFonts w:cs="Arial"/>
          <w:b/>
        </w:rPr>
      </w:pPr>
    </w:p>
    <w:p w:rsidR="0080701A" w:rsidRDefault="0080701A" w:rsidP="00FA2A22">
      <w:pPr>
        <w:jc w:val="center"/>
        <w:rPr>
          <w:rFonts w:cs="Arial"/>
          <w:b/>
        </w:rPr>
      </w:pPr>
    </w:p>
    <w:p w:rsidR="0080701A" w:rsidRDefault="0080701A" w:rsidP="00FA2A22">
      <w:pPr>
        <w:jc w:val="center"/>
        <w:rPr>
          <w:rFonts w:cs="Arial"/>
          <w:b/>
        </w:rPr>
      </w:pPr>
    </w:p>
    <w:p w:rsidR="0080701A" w:rsidRDefault="0080701A" w:rsidP="00FA2A22">
      <w:pPr>
        <w:jc w:val="center"/>
        <w:rPr>
          <w:rFonts w:cs="Arial"/>
          <w:b/>
        </w:rPr>
      </w:pPr>
    </w:p>
    <w:p w:rsidR="0080701A" w:rsidRDefault="0080701A" w:rsidP="00FA2A22">
      <w:pPr>
        <w:jc w:val="center"/>
        <w:rPr>
          <w:rFonts w:cs="Arial"/>
          <w:b/>
        </w:rPr>
      </w:pPr>
    </w:p>
    <w:p w:rsidR="0080701A" w:rsidRDefault="0080701A" w:rsidP="00FA2A22">
      <w:pPr>
        <w:jc w:val="center"/>
        <w:rPr>
          <w:rFonts w:cs="Arial"/>
          <w:b/>
        </w:rPr>
      </w:pPr>
    </w:p>
    <w:p w:rsidR="0080701A" w:rsidRPr="0080701A" w:rsidRDefault="0080701A" w:rsidP="0080701A">
      <w:pPr>
        <w:jc w:val="center"/>
        <w:rPr>
          <w:rFonts w:cs="Arial"/>
        </w:rPr>
      </w:pPr>
      <w:r>
        <w:rPr>
          <w:rFonts w:cs="Arial"/>
        </w:rPr>
        <w:t xml:space="preserve">MEMORIAS DE </w:t>
      </w:r>
      <w:r w:rsidR="00A05E9E">
        <w:rPr>
          <w:rFonts w:cs="Arial"/>
        </w:rPr>
        <w:t xml:space="preserve">CÁLCULO DE </w:t>
      </w:r>
      <w:r>
        <w:rPr>
          <w:rFonts w:cs="Arial"/>
        </w:rPr>
        <w:t>DISEÑO ESTRUCTURAL</w:t>
      </w:r>
      <w:r w:rsidRPr="0080701A">
        <w:rPr>
          <w:rFonts w:cs="Arial"/>
        </w:rPr>
        <w:t xml:space="preserve">  </w:t>
      </w:r>
    </w:p>
    <w:p w:rsidR="0080701A" w:rsidRPr="0080701A" w:rsidRDefault="0080701A" w:rsidP="0080701A">
      <w:pPr>
        <w:jc w:val="center"/>
        <w:rPr>
          <w:rFonts w:cs="Arial"/>
        </w:rPr>
      </w:pPr>
      <w:r>
        <w:rPr>
          <w:rFonts w:cs="Arial"/>
          <w:noProof/>
          <w:lang w:eastAsia="es-CO"/>
        </w:rPr>
        <w:drawing>
          <wp:anchor distT="0" distB="0" distL="114300" distR="114300" simplePos="0" relativeHeight="251588608" behindDoc="1" locked="0" layoutInCell="1" allowOverlap="1">
            <wp:simplePos x="0" y="0"/>
            <wp:positionH relativeFrom="margin">
              <wp:posOffset>36195</wp:posOffset>
            </wp:positionH>
            <wp:positionV relativeFrom="margin">
              <wp:posOffset>1405890</wp:posOffset>
            </wp:positionV>
            <wp:extent cx="4991100" cy="1457325"/>
            <wp:effectExtent l="19050" t="0" r="0" b="0"/>
            <wp:wrapSquare wrapText="bothSides"/>
            <wp:docPr id="1" name="Imagen 7" descr="Copia de logo 10-an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 descr="Copia de logo 10-anos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01A" w:rsidRPr="0080701A" w:rsidRDefault="0080701A" w:rsidP="0080701A">
      <w:pPr>
        <w:jc w:val="center"/>
        <w:rPr>
          <w:rFonts w:cs="Arial"/>
        </w:rPr>
      </w:pPr>
    </w:p>
    <w:p w:rsidR="00E21C5C" w:rsidRDefault="00E21C5C" w:rsidP="0080701A">
      <w:pPr>
        <w:jc w:val="center"/>
        <w:rPr>
          <w:rFonts w:cs="Arial"/>
        </w:rPr>
      </w:pPr>
    </w:p>
    <w:p w:rsidR="00E21C5C" w:rsidRDefault="00E21C5C" w:rsidP="0080701A">
      <w:pPr>
        <w:jc w:val="center"/>
        <w:rPr>
          <w:rFonts w:cs="Arial"/>
        </w:rPr>
      </w:pPr>
    </w:p>
    <w:p w:rsidR="0080701A" w:rsidRPr="0080701A" w:rsidRDefault="00C01AAA" w:rsidP="0080701A">
      <w:pPr>
        <w:jc w:val="center"/>
        <w:rPr>
          <w:rFonts w:cs="Arial"/>
        </w:rPr>
      </w:pPr>
      <w:r>
        <w:rPr>
          <w:rFonts w:cs="Arial"/>
        </w:rPr>
        <w:t>OPTIMIZACIÓN DE LOS SISTEMAS DE CAPTACIÓN DEL SISTEMA DE TRATAMIENTO DE AGUA POTABLE DEL ACUEDUCTO MULTIVEREDAL DEL CORREGIMIENTO CESTILLAL DEL MUNICIPIO DE CAÑASGORDAS, ANTIOQUIA</w:t>
      </w:r>
    </w:p>
    <w:p w:rsidR="0080701A" w:rsidRPr="0080701A" w:rsidRDefault="0080701A" w:rsidP="0080701A">
      <w:pPr>
        <w:jc w:val="center"/>
        <w:rPr>
          <w:rFonts w:cs="Arial"/>
        </w:rPr>
      </w:pPr>
    </w:p>
    <w:p w:rsidR="0080701A" w:rsidRPr="0080701A" w:rsidRDefault="0080701A" w:rsidP="0080701A">
      <w:pPr>
        <w:jc w:val="center"/>
        <w:rPr>
          <w:rFonts w:cs="Arial"/>
        </w:rPr>
      </w:pPr>
    </w:p>
    <w:p w:rsidR="0080701A" w:rsidRPr="0080701A" w:rsidRDefault="0080701A" w:rsidP="0080701A">
      <w:pPr>
        <w:jc w:val="center"/>
        <w:rPr>
          <w:rFonts w:cs="Arial"/>
        </w:rPr>
      </w:pPr>
      <w:r w:rsidRPr="0080701A">
        <w:rPr>
          <w:rFonts w:cs="Arial"/>
        </w:rPr>
        <w:t>Julio de 2014</w:t>
      </w:r>
    </w:p>
    <w:p w:rsidR="0080701A" w:rsidRDefault="0080701A" w:rsidP="0080701A">
      <w:pPr>
        <w:jc w:val="center"/>
        <w:rPr>
          <w:rFonts w:cs="Arial"/>
        </w:rPr>
      </w:pPr>
      <w:r w:rsidRPr="0080701A">
        <w:rPr>
          <w:rFonts w:cs="Arial"/>
        </w:rPr>
        <w:t>Medellín – Colombia</w:t>
      </w:r>
    </w:p>
    <w:p w:rsidR="00E21C5C" w:rsidRDefault="00E21C5C" w:rsidP="0080701A">
      <w:pPr>
        <w:jc w:val="center"/>
        <w:rPr>
          <w:rFonts w:cs="Arial"/>
        </w:rPr>
      </w:pPr>
    </w:p>
    <w:p w:rsidR="00E21C5C" w:rsidRDefault="00E21C5C" w:rsidP="0080701A">
      <w:pPr>
        <w:jc w:val="center"/>
        <w:rPr>
          <w:rFonts w:cs="Arial"/>
        </w:rPr>
      </w:pPr>
    </w:p>
    <w:p w:rsidR="00A05E9E" w:rsidRDefault="00A05E9E" w:rsidP="0080701A">
      <w:pPr>
        <w:jc w:val="center"/>
        <w:rPr>
          <w:rFonts w:cs="Arial"/>
        </w:rPr>
      </w:pPr>
    </w:p>
    <w:p w:rsidR="00A05E9E" w:rsidRDefault="00A05E9E" w:rsidP="0080701A">
      <w:pPr>
        <w:jc w:val="center"/>
        <w:rPr>
          <w:rFonts w:cs="Arial"/>
        </w:rPr>
      </w:pPr>
    </w:p>
    <w:p w:rsidR="00A05E9E" w:rsidRPr="0080701A" w:rsidRDefault="00A05E9E" w:rsidP="0080701A">
      <w:pPr>
        <w:jc w:val="center"/>
        <w:rPr>
          <w:rFonts w:cs="Arial"/>
        </w:rPr>
      </w:pPr>
    </w:p>
    <w:p w:rsidR="00FA2A22" w:rsidRDefault="00446B59" w:rsidP="000A1348">
      <w:pPr>
        <w:jc w:val="center"/>
        <w:rPr>
          <w:rFonts w:cs="Arial"/>
          <w:b/>
        </w:rPr>
      </w:pPr>
      <w:r>
        <w:rPr>
          <w:rFonts w:cs="Arial"/>
          <w:b/>
        </w:rPr>
        <w:t xml:space="preserve">1. </w:t>
      </w:r>
      <w:r w:rsidR="00FA2A22">
        <w:rPr>
          <w:rFonts w:cs="Arial"/>
          <w:b/>
        </w:rPr>
        <w:t xml:space="preserve">OPTIMIZACIÓN </w:t>
      </w:r>
      <w:r w:rsidR="000A1348">
        <w:rPr>
          <w:rFonts w:cs="Arial"/>
          <w:b/>
        </w:rPr>
        <w:t xml:space="preserve">SISTEMA DE CAPATCIÓN CAPTACIÓN LA </w:t>
      </w:r>
      <w:r w:rsidR="00FA2A22">
        <w:rPr>
          <w:rFonts w:cs="Arial"/>
          <w:b/>
        </w:rPr>
        <w:t>BERRIONDITA</w:t>
      </w:r>
    </w:p>
    <w:p w:rsidR="00924C0D" w:rsidRDefault="00924C0D" w:rsidP="000A1348">
      <w:pPr>
        <w:jc w:val="center"/>
        <w:rPr>
          <w:rFonts w:cs="Arial"/>
          <w:b/>
        </w:rPr>
      </w:pPr>
    </w:p>
    <w:p w:rsidR="00FA2A22" w:rsidRPr="000A1348" w:rsidRDefault="000A1348" w:rsidP="000A1348">
      <w:pPr>
        <w:pStyle w:val="Ttulo10"/>
        <w:jc w:val="both"/>
        <w:rPr>
          <w:rFonts w:cs="Arial"/>
          <w:szCs w:val="24"/>
        </w:rPr>
      </w:pPr>
      <w:r w:rsidRPr="000A1348">
        <w:rPr>
          <w:rFonts w:cs="Arial"/>
          <w:szCs w:val="24"/>
        </w:rPr>
        <w:t>1.</w:t>
      </w:r>
      <w:r w:rsidR="00446B59">
        <w:rPr>
          <w:rFonts w:cs="Arial"/>
          <w:szCs w:val="24"/>
        </w:rPr>
        <w:t>1</w:t>
      </w:r>
      <w:r w:rsidRPr="000A1348">
        <w:rPr>
          <w:rFonts w:cs="Arial"/>
          <w:szCs w:val="24"/>
        </w:rPr>
        <w:t xml:space="preserve"> GENERALIDADES</w:t>
      </w:r>
      <w:r w:rsidR="00FA2A22" w:rsidRPr="000A1348">
        <w:rPr>
          <w:rFonts w:cs="Arial"/>
          <w:szCs w:val="24"/>
        </w:rPr>
        <w:t>.</w:t>
      </w:r>
    </w:p>
    <w:p w:rsidR="00FA2A22" w:rsidRPr="000A1348" w:rsidRDefault="00FA2A22" w:rsidP="00FA2A22">
      <w:pPr>
        <w:pStyle w:val="Ttulo"/>
        <w:jc w:val="both"/>
        <w:rPr>
          <w:rFonts w:cs="Arial"/>
          <w:b w:val="0"/>
          <w:sz w:val="24"/>
          <w:szCs w:val="24"/>
        </w:rPr>
      </w:pPr>
      <w:r w:rsidRPr="000A1348">
        <w:rPr>
          <w:rFonts w:cs="Arial"/>
          <w:b w:val="0"/>
          <w:sz w:val="24"/>
          <w:szCs w:val="24"/>
        </w:rPr>
        <w:t xml:space="preserve">La captación </w:t>
      </w:r>
      <w:r w:rsidR="00E07790">
        <w:rPr>
          <w:rFonts w:cs="Arial"/>
          <w:b w:val="0"/>
          <w:sz w:val="24"/>
          <w:szCs w:val="24"/>
        </w:rPr>
        <w:t xml:space="preserve">de la </w:t>
      </w:r>
      <w:r w:rsidRPr="000A1348">
        <w:rPr>
          <w:rFonts w:cs="Arial"/>
          <w:b w:val="0"/>
          <w:sz w:val="24"/>
          <w:szCs w:val="24"/>
        </w:rPr>
        <w:t xml:space="preserve">fuente </w:t>
      </w:r>
      <w:r w:rsidR="00446B59">
        <w:rPr>
          <w:rFonts w:cs="Arial"/>
          <w:b w:val="0"/>
          <w:sz w:val="24"/>
          <w:szCs w:val="24"/>
        </w:rPr>
        <w:t xml:space="preserve">La </w:t>
      </w:r>
      <w:r w:rsidR="00446B59" w:rsidRPr="000A1348">
        <w:rPr>
          <w:rFonts w:cs="Arial"/>
          <w:b w:val="0"/>
          <w:sz w:val="24"/>
          <w:szCs w:val="24"/>
        </w:rPr>
        <w:t>Berriondita</w:t>
      </w:r>
      <w:r w:rsidRPr="000A1348">
        <w:rPr>
          <w:rFonts w:cs="Arial"/>
          <w:b w:val="0"/>
          <w:sz w:val="24"/>
          <w:szCs w:val="24"/>
        </w:rPr>
        <w:t xml:space="preserve"> zona rural </w:t>
      </w:r>
      <w:r w:rsidR="00E07790">
        <w:rPr>
          <w:rFonts w:cs="Arial"/>
          <w:b w:val="0"/>
          <w:sz w:val="24"/>
          <w:szCs w:val="24"/>
        </w:rPr>
        <w:t xml:space="preserve">del </w:t>
      </w:r>
      <w:r w:rsidRPr="000A1348">
        <w:rPr>
          <w:rFonts w:cs="Arial"/>
          <w:b w:val="0"/>
          <w:sz w:val="24"/>
          <w:szCs w:val="24"/>
        </w:rPr>
        <w:t xml:space="preserve">municipio </w:t>
      </w:r>
      <w:r w:rsidR="00E07790">
        <w:rPr>
          <w:rFonts w:cs="Arial"/>
          <w:b w:val="0"/>
          <w:sz w:val="24"/>
          <w:szCs w:val="24"/>
        </w:rPr>
        <w:t xml:space="preserve">de </w:t>
      </w:r>
      <w:r w:rsidRPr="000A1348">
        <w:rPr>
          <w:rFonts w:cs="Arial"/>
          <w:b w:val="0"/>
          <w:sz w:val="24"/>
          <w:szCs w:val="24"/>
        </w:rPr>
        <w:t>Cañasgordas se optimiza construyendo aletas aguas arriba, dentellones y losas se piso aguas arriba y aguas abajo integradas a la estructura existente, la cual está constituida por dique.</w:t>
      </w:r>
    </w:p>
    <w:p w:rsidR="00FA2A22" w:rsidRPr="000A1348" w:rsidRDefault="00FA2A22" w:rsidP="00FA2A22">
      <w:pPr>
        <w:pStyle w:val="Ttulo"/>
        <w:jc w:val="both"/>
        <w:rPr>
          <w:rFonts w:cs="Arial"/>
          <w:b w:val="0"/>
          <w:sz w:val="24"/>
          <w:szCs w:val="24"/>
        </w:rPr>
      </w:pPr>
    </w:p>
    <w:p w:rsidR="00FA2A22" w:rsidRPr="000A1348" w:rsidRDefault="00FA2A22" w:rsidP="00FA2A22">
      <w:pPr>
        <w:pStyle w:val="Ttulo"/>
        <w:jc w:val="both"/>
        <w:rPr>
          <w:rFonts w:cs="Arial"/>
          <w:b w:val="0"/>
          <w:sz w:val="24"/>
          <w:szCs w:val="24"/>
        </w:rPr>
      </w:pPr>
      <w:r w:rsidRPr="000A1348">
        <w:rPr>
          <w:rFonts w:cs="Arial"/>
          <w:b w:val="0"/>
          <w:sz w:val="24"/>
          <w:szCs w:val="24"/>
        </w:rPr>
        <w:t xml:space="preserve">El objetivo de la construcción de aletas, dentellones y losas de piso es la de garantizar mayor estabilidad y controlar procesos de socavación en la estructura, lo que conlleva </w:t>
      </w:r>
      <w:r w:rsidR="00E07790">
        <w:rPr>
          <w:rFonts w:cs="Arial"/>
          <w:b w:val="0"/>
          <w:sz w:val="24"/>
          <w:szCs w:val="24"/>
        </w:rPr>
        <w:t>a una mayor vida útil de ésta</w:t>
      </w:r>
      <w:r w:rsidRPr="000A1348">
        <w:rPr>
          <w:rFonts w:cs="Arial"/>
          <w:b w:val="0"/>
          <w:sz w:val="24"/>
          <w:szCs w:val="24"/>
        </w:rPr>
        <w:t>.</w:t>
      </w:r>
    </w:p>
    <w:p w:rsidR="00FA2A22" w:rsidRPr="000A1348" w:rsidRDefault="00FA2A22" w:rsidP="00FA2A22">
      <w:pPr>
        <w:pStyle w:val="Ttulo"/>
        <w:jc w:val="both"/>
        <w:rPr>
          <w:rFonts w:cs="Arial"/>
          <w:b w:val="0"/>
          <w:sz w:val="24"/>
          <w:szCs w:val="24"/>
        </w:rPr>
      </w:pPr>
    </w:p>
    <w:p w:rsidR="00FA2A22" w:rsidRPr="000A1348" w:rsidRDefault="00FA2A22" w:rsidP="00FA2A22">
      <w:pPr>
        <w:pStyle w:val="Ttulo"/>
        <w:jc w:val="both"/>
        <w:rPr>
          <w:rFonts w:cs="Arial"/>
          <w:b w:val="0"/>
          <w:sz w:val="24"/>
          <w:szCs w:val="24"/>
        </w:rPr>
      </w:pPr>
      <w:r w:rsidRPr="000A1348">
        <w:rPr>
          <w:rFonts w:cs="Arial"/>
          <w:b w:val="0"/>
          <w:sz w:val="24"/>
          <w:szCs w:val="24"/>
        </w:rPr>
        <w:t xml:space="preserve">En el proceso constructivo se deben emplear anclajes epóxicos que garanticen </w:t>
      </w:r>
      <w:r w:rsidR="00E07790">
        <w:rPr>
          <w:rFonts w:cs="Arial"/>
          <w:b w:val="0"/>
          <w:sz w:val="24"/>
          <w:szCs w:val="24"/>
        </w:rPr>
        <w:t xml:space="preserve">el </w:t>
      </w:r>
      <w:r w:rsidRPr="000A1348">
        <w:rPr>
          <w:rFonts w:cs="Arial"/>
          <w:b w:val="0"/>
          <w:sz w:val="24"/>
          <w:szCs w:val="24"/>
        </w:rPr>
        <w:t>empotramiento de</w:t>
      </w:r>
      <w:r w:rsidR="00E07790">
        <w:rPr>
          <w:rFonts w:cs="Arial"/>
          <w:b w:val="0"/>
          <w:sz w:val="24"/>
          <w:szCs w:val="24"/>
        </w:rPr>
        <w:t xml:space="preserve"> la</w:t>
      </w:r>
      <w:r w:rsidRPr="000A1348">
        <w:rPr>
          <w:rFonts w:cs="Arial"/>
          <w:b w:val="0"/>
          <w:sz w:val="24"/>
          <w:szCs w:val="24"/>
        </w:rPr>
        <w:t xml:space="preserve"> estructura nueva a </w:t>
      </w:r>
      <w:r w:rsidR="00E07790">
        <w:rPr>
          <w:rFonts w:cs="Arial"/>
          <w:b w:val="0"/>
          <w:sz w:val="24"/>
          <w:szCs w:val="24"/>
        </w:rPr>
        <w:t xml:space="preserve">la </w:t>
      </w:r>
      <w:r w:rsidRPr="000A1348">
        <w:rPr>
          <w:rFonts w:cs="Arial"/>
          <w:b w:val="0"/>
          <w:sz w:val="24"/>
          <w:szCs w:val="24"/>
        </w:rPr>
        <w:t>estructura existente</w:t>
      </w:r>
      <w:r w:rsidR="00E07790">
        <w:rPr>
          <w:rFonts w:cs="Arial"/>
          <w:b w:val="0"/>
          <w:sz w:val="24"/>
          <w:szCs w:val="24"/>
        </w:rPr>
        <w:t>,  a</w:t>
      </w:r>
      <w:r w:rsidRPr="000A1348">
        <w:rPr>
          <w:rFonts w:cs="Arial"/>
          <w:b w:val="0"/>
          <w:sz w:val="24"/>
          <w:szCs w:val="24"/>
        </w:rPr>
        <w:t>demás</w:t>
      </w:r>
      <w:r w:rsidR="00E07790">
        <w:rPr>
          <w:rFonts w:cs="Arial"/>
          <w:b w:val="0"/>
          <w:sz w:val="24"/>
          <w:szCs w:val="24"/>
        </w:rPr>
        <w:t xml:space="preserve"> se deben emplear</w:t>
      </w:r>
      <w:r w:rsidRPr="000A1348">
        <w:rPr>
          <w:rFonts w:cs="Arial"/>
          <w:b w:val="0"/>
          <w:sz w:val="24"/>
          <w:szCs w:val="24"/>
        </w:rPr>
        <w:t xml:space="preserve"> aditivos para la adherencia en concretos de diferentes  edades.</w:t>
      </w:r>
    </w:p>
    <w:p w:rsidR="00FA2A22" w:rsidRPr="000A1348" w:rsidRDefault="00FA2A22" w:rsidP="00FA2A22">
      <w:pPr>
        <w:pStyle w:val="Ttulo"/>
        <w:jc w:val="both"/>
        <w:rPr>
          <w:rFonts w:cs="Arial"/>
          <w:b w:val="0"/>
          <w:sz w:val="24"/>
          <w:szCs w:val="24"/>
        </w:rPr>
      </w:pPr>
    </w:p>
    <w:p w:rsidR="00FA2A22" w:rsidRDefault="002555DD" w:rsidP="00FA2A22">
      <w:pPr>
        <w:pStyle w:val="Ttulo"/>
        <w:jc w:val="both"/>
        <w:rPr>
          <w:rFonts w:cs="Arial"/>
          <w:b w:val="0"/>
          <w:sz w:val="24"/>
          <w:szCs w:val="24"/>
        </w:rPr>
      </w:pPr>
      <w:r w:rsidRPr="002555DD">
        <w:rPr>
          <w:rFonts w:cs="Arial"/>
          <w:b w:val="0"/>
          <w:sz w:val="24"/>
          <w:szCs w:val="24"/>
        </w:rPr>
        <w:t>Se modelará la estructura para condición de servicio, represamiento de agua a nivel de borde superior dique y para una creciente, estructura sumergida parcialmente, condición esta que no permanece en el tiempo por lo que no se considera subpresión para estructura sumergida de manera permanente</w:t>
      </w:r>
      <w:r w:rsidR="00FA2A22" w:rsidRPr="000A1348">
        <w:rPr>
          <w:rFonts w:cs="Arial"/>
          <w:b w:val="0"/>
          <w:sz w:val="24"/>
          <w:szCs w:val="24"/>
        </w:rPr>
        <w:t>.</w:t>
      </w:r>
    </w:p>
    <w:p w:rsidR="000A1348" w:rsidRPr="000A1348" w:rsidRDefault="000A1348" w:rsidP="00FA2A22">
      <w:pPr>
        <w:pStyle w:val="Ttulo"/>
        <w:jc w:val="both"/>
        <w:rPr>
          <w:rFonts w:cs="Arial"/>
          <w:b w:val="0"/>
          <w:sz w:val="24"/>
          <w:szCs w:val="24"/>
        </w:rPr>
      </w:pPr>
    </w:p>
    <w:p w:rsidR="00FA2A22" w:rsidRPr="000A1348" w:rsidRDefault="00FA2A22" w:rsidP="00FA2A22">
      <w:pPr>
        <w:pStyle w:val="Ttulo"/>
        <w:rPr>
          <w:rFonts w:cs="Arial"/>
          <w:sz w:val="24"/>
          <w:szCs w:val="24"/>
        </w:rPr>
      </w:pPr>
    </w:p>
    <w:p w:rsidR="00FA2A22" w:rsidRDefault="00446B59" w:rsidP="000A1348">
      <w:pPr>
        <w:pStyle w:val="Ttulo10"/>
        <w:jc w:val="left"/>
      </w:pPr>
      <w:r>
        <w:t>1.2</w:t>
      </w:r>
      <w:r w:rsidR="000A1348">
        <w:t xml:space="preserve"> </w:t>
      </w:r>
      <w:r w:rsidR="000A1348" w:rsidRPr="000A1348">
        <w:t>MATERIALES</w:t>
      </w:r>
    </w:p>
    <w:p w:rsidR="00924C0D" w:rsidRPr="000A1348" w:rsidRDefault="00924C0D" w:rsidP="008B3490">
      <w:pPr>
        <w:pStyle w:val="Textoindependiente"/>
        <w:numPr>
          <w:ilvl w:val="0"/>
          <w:numId w:val="9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Acero de refuerzo</w:t>
      </w:r>
    </w:p>
    <w:p w:rsidR="00924C0D" w:rsidRPr="000A1348" w:rsidRDefault="00924C0D" w:rsidP="00924C0D">
      <w:pPr>
        <w:pStyle w:val="Textoindependiente"/>
        <w:rPr>
          <w:rFonts w:ascii="Arial" w:hAnsi="Arial" w:cs="Arial"/>
          <w:szCs w:val="24"/>
        </w:rPr>
      </w:pPr>
      <w:r w:rsidRPr="000A1348">
        <w:rPr>
          <w:rFonts w:ascii="Arial" w:hAnsi="Arial" w:cs="Arial"/>
          <w:szCs w:val="24"/>
        </w:rPr>
        <w:t xml:space="preserve">                  </w:t>
      </w:r>
    </w:p>
    <w:p w:rsidR="00924C0D" w:rsidRPr="001824C2" w:rsidRDefault="00924C0D" w:rsidP="00924C0D">
      <w:pPr>
        <w:pStyle w:val="Ttulo10"/>
        <w:jc w:val="left"/>
        <w:rPr>
          <w:b w:val="0"/>
        </w:rPr>
      </w:pPr>
      <w:r w:rsidRPr="001824C2">
        <w:rPr>
          <w:rFonts w:cs="Arial"/>
          <w:b w:val="0"/>
          <w:szCs w:val="24"/>
        </w:rPr>
        <w:t>fy = 4220 kg/cm</w:t>
      </w:r>
      <w:r w:rsidRPr="001824C2">
        <w:rPr>
          <w:rFonts w:cs="Arial"/>
          <w:b w:val="0"/>
          <w:szCs w:val="24"/>
          <w:vertAlign w:val="superscript"/>
        </w:rPr>
        <w:t>2</w:t>
      </w:r>
      <w:r w:rsidRPr="001824C2">
        <w:rPr>
          <w:rFonts w:cs="Arial"/>
          <w:b w:val="0"/>
          <w:szCs w:val="24"/>
          <w:vertAlign w:val="superscript"/>
        </w:rPr>
        <w:tab/>
      </w:r>
      <w:r w:rsidRPr="001824C2">
        <w:rPr>
          <w:rFonts w:cs="Arial"/>
          <w:b w:val="0"/>
          <w:szCs w:val="24"/>
          <w:lang w:val="en-US"/>
        </w:rPr>
        <w:sym w:font="Symbol" w:char="0040"/>
      </w:r>
      <w:r w:rsidRPr="001824C2">
        <w:rPr>
          <w:rFonts w:cs="Arial"/>
          <w:b w:val="0"/>
          <w:szCs w:val="24"/>
          <w:lang w:val="en-US"/>
        </w:rPr>
        <w:t xml:space="preserve"> </w:t>
      </w:r>
      <w:r w:rsidRPr="001824C2">
        <w:rPr>
          <w:rFonts w:cs="Arial"/>
          <w:b w:val="0"/>
          <w:szCs w:val="24"/>
        </w:rPr>
        <w:tab/>
        <w:t xml:space="preserve">60000 psi   </w:t>
      </w:r>
      <w:r w:rsidRPr="001824C2">
        <w:rPr>
          <w:rFonts w:cs="Arial"/>
          <w:b w:val="0"/>
          <w:szCs w:val="24"/>
          <w:lang w:val="en-US"/>
        </w:rPr>
        <w:sym w:font="Symbol" w:char="0040"/>
      </w:r>
      <w:r w:rsidRPr="001824C2">
        <w:rPr>
          <w:rFonts w:cs="Arial"/>
          <w:b w:val="0"/>
          <w:szCs w:val="24"/>
        </w:rPr>
        <w:tab/>
        <w:t xml:space="preserve"> 42,2 Mpa para  </w:t>
      </w:r>
      <w:r w:rsidRPr="001824C2">
        <w:rPr>
          <w:rFonts w:cs="Arial"/>
          <w:b w:val="0"/>
          <w:szCs w:val="24"/>
        </w:rPr>
        <w:sym w:font="Symbol" w:char="0066"/>
      </w:r>
      <w:r w:rsidRPr="001824C2">
        <w:rPr>
          <w:rFonts w:cs="Arial"/>
          <w:b w:val="0"/>
          <w:szCs w:val="24"/>
        </w:rPr>
        <w:t xml:space="preserve"> ≥ 1/4”</w:t>
      </w:r>
    </w:p>
    <w:p w:rsidR="000A1348" w:rsidRDefault="000A1348" w:rsidP="008B3490">
      <w:pPr>
        <w:pStyle w:val="Textoindependiente"/>
        <w:numPr>
          <w:ilvl w:val="0"/>
          <w:numId w:val="9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Concreto</w:t>
      </w:r>
    </w:p>
    <w:p w:rsidR="000A1348" w:rsidRDefault="000A1348" w:rsidP="000A1348">
      <w:pPr>
        <w:pStyle w:val="Textoindependiente"/>
        <w:ind w:left="360"/>
        <w:rPr>
          <w:rFonts w:ascii="Arial" w:hAnsi="Arial" w:cs="Arial"/>
          <w:szCs w:val="24"/>
        </w:rPr>
      </w:pPr>
    </w:p>
    <w:p w:rsidR="00FA2A22" w:rsidRPr="001824C2" w:rsidRDefault="00FA2A22" w:rsidP="000A1348">
      <w:pPr>
        <w:pStyle w:val="Textoindependiente"/>
        <w:rPr>
          <w:rFonts w:ascii="Arial" w:hAnsi="Arial" w:cs="Arial"/>
          <w:b/>
          <w:szCs w:val="24"/>
        </w:rPr>
      </w:pPr>
      <w:r w:rsidRPr="001824C2">
        <w:rPr>
          <w:rFonts w:ascii="Arial" w:hAnsi="Arial" w:cs="Arial"/>
          <w:szCs w:val="24"/>
        </w:rPr>
        <w:t>f´c = 2</w:t>
      </w:r>
      <w:r w:rsidR="002555DD" w:rsidRPr="001824C2">
        <w:rPr>
          <w:rFonts w:ascii="Arial" w:hAnsi="Arial" w:cs="Arial"/>
          <w:szCs w:val="24"/>
        </w:rPr>
        <w:t>8</w:t>
      </w:r>
      <w:r w:rsidR="00D4503D" w:rsidRPr="001824C2">
        <w:rPr>
          <w:rFonts w:ascii="Arial" w:hAnsi="Arial" w:cs="Arial"/>
          <w:szCs w:val="24"/>
        </w:rPr>
        <w:t>0</w:t>
      </w:r>
      <w:r w:rsidRPr="001824C2">
        <w:rPr>
          <w:rFonts w:ascii="Arial" w:hAnsi="Arial" w:cs="Arial"/>
          <w:szCs w:val="24"/>
        </w:rPr>
        <w:t xml:space="preserve"> kg/cm</w:t>
      </w:r>
      <w:r w:rsidRPr="001824C2">
        <w:rPr>
          <w:rFonts w:ascii="Arial" w:hAnsi="Arial" w:cs="Arial"/>
          <w:szCs w:val="24"/>
          <w:vertAlign w:val="superscript"/>
        </w:rPr>
        <w:t>2</w:t>
      </w:r>
      <w:r w:rsidRPr="001824C2">
        <w:rPr>
          <w:rFonts w:ascii="Arial" w:hAnsi="Arial" w:cs="Arial"/>
          <w:szCs w:val="24"/>
          <w:vertAlign w:val="superscript"/>
        </w:rPr>
        <w:tab/>
      </w:r>
      <w:r w:rsidRPr="001824C2">
        <w:rPr>
          <w:rFonts w:ascii="Arial" w:hAnsi="Arial" w:cs="Arial"/>
          <w:szCs w:val="24"/>
          <w:lang w:val="en-US"/>
        </w:rPr>
        <w:sym w:font="Symbol" w:char="0040"/>
      </w:r>
      <w:r w:rsidRPr="001824C2">
        <w:rPr>
          <w:rFonts w:ascii="Arial" w:hAnsi="Arial" w:cs="Arial"/>
          <w:szCs w:val="24"/>
          <w:lang w:val="en-US"/>
        </w:rPr>
        <w:t xml:space="preserve"> </w:t>
      </w:r>
      <w:r w:rsidR="00D4503D" w:rsidRPr="001824C2">
        <w:rPr>
          <w:rFonts w:ascii="Arial" w:hAnsi="Arial" w:cs="Arial"/>
          <w:szCs w:val="24"/>
        </w:rPr>
        <w:t>4000</w:t>
      </w:r>
      <w:r w:rsidRPr="001824C2">
        <w:rPr>
          <w:rFonts w:ascii="Arial" w:hAnsi="Arial" w:cs="Arial"/>
          <w:szCs w:val="24"/>
        </w:rPr>
        <w:t xml:space="preserve"> psi </w:t>
      </w:r>
      <w:r w:rsidRPr="001824C2">
        <w:rPr>
          <w:rFonts w:ascii="Arial" w:hAnsi="Arial" w:cs="Arial"/>
          <w:szCs w:val="24"/>
          <w:lang w:val="en-US"/>
        </w:rPr>
        <w:sym w:font="Symbol" w:char="0040"/>
      </w:r>
      <w:r w:rsidRPr="001824C2">
        <w:rPr>
          <w:rFonts w:ascii="Arial" w:hAnsi="Arial" w:cs="Arial"/>
          <w:szCs w:val="24"/>
        </w:rPr>
        <w:tab/>
        <w:t xml:space="preserve"> 2</w:t>
      </w:r>
      <w:r w:rsidR="00D4503D" w:rsidRPr="001824C2">
        <w:rPr>
          <w:rFonts w:ascii="Arial" w:hAnsi="Arial" w:cs="Arial"/>
          <w:szCs w:val="24"/>
        </w:rPr>
        <w:t>8</w:t>
      </w:r>
      <w:r w:rsidRPr="001824C2">
        <w:rPr>
          <w:rFonts w:ascii="Arial" w:hAnsi="Arial" w:cs="Arial"/>
          <w:szCs w:val="24"/>
        </w:rPr>
        <w:t>,0 Mpa  Integral</w:t>
      </w:r>
      <w:r w:rsidRPr="001824C2">
        <w:rPr>
          <w:rFonts w:ascii="Arial" w:hAnsi="Arial" w:cs="Arial"/>
          <w:b/>
          <w:szCs w:val="24"/>
        </w:rPr>
        <w:t xml:space="preserve">  </w:t>
      </w:r>
    </w:p>
    <w:p w:rsidR="000A1348" w:rsidRDefault="000A1348" w:rsidP="000A1348">
      <w:pPr>
        <w:pStyle w:val="Textoindependiente"/>
        <w:rPr>
          <w:rFonts w:ascii="Arial" w:hAnsi="Arial" w:cs="Arial"/>
          <w:szCs w:val="24"/>
        </w:rPr>
      </w:pPr>
    </w:p>
    <w:p w:rsidR="00FA2A22" w:rsidRPr="000A1348" w:rsidRDefault="00FA2A22" w:rsidP="008B3490">
      <w:pPr>
        <w:pStyle w:val="Textoindependiente"/>
        <w:numPr>
          <w:ilvl w:val="0"/>
          <w:numId w:val="9"/>
        </w:numPr>
        <w:rPr>
          <w:rFonts w:ascii="Arial" w:hAnsi="Arial" w:cs="Arial"/>
          <w:szCs w:val="24"/>
        </w:rPr>
      </w:pPr>
      <w:r w:rsidRPr="000A1348">
        <w:rPr>
          <w:rFonts w:ascii="Arial" w:hAnsi="Arial" w:cs="Arial"/>
          <w:szCs w:val="24"/>
        </w:rPr>
        <w:t xml:space="preserve">Agregado grueso: </w:t>
      </w:r>
      <w:r w:rsidRPr="000A1348">
        <w:rPr>
          <w:rFonts w:ascii="Arial" w:hAnsi="Arial" w:cs="Arial"/>
          <w:szCs w:val="24"/>
        </w:rPr>
        <w:sym w:font="Symbol" w:char="0066"/>
      </w:r>
      <w:r w:rsidRPr="000A1348">
        <w:rPr>
          <w:rFonts w:ascii="Arial" w:hAnsi="Arial" w:cs="Arial"/>
          <w:szCs w:val="24"/>
        </w:rPr>
        <w:t xml:space="preserve"> 3/4” de origen ígneo o metamórfico libre de elementos contaminantes.</w:t>
      </w:r>
    </w:p>
    <w:p w:rsidR="00FA2A22" w:rsidRPr="000A1348" w:rsidRDefault="00FA2A22" w:rsidP="00FA2A22">
      <w:pPr>
        <w:pStyle w:val="Textoindependiente"/>
        <w:rPr>
          <w:rFonts w:ascii="Arial" w:hAnsi="Arial" w:cs="Arial"/>
          <w:szCs w:val="24"/>
        </w:rPr>
      </w:pPr>
    </w:p>
    <w:p w:rsidR="00FA2A22" w:rsidRPr="000A1348" w:rsidRDefault="00FA2A22" w:rsidP="008B3490">
      <w:pPr>
        <w:pStyle w:val="Textoindependiente"/>
        <w:numPr>
          <w:ilvl w:val="0"/>
          <w:numId w:val="9"/>
        </w:numPr>
        <w:rPr>
          <w:rFonts w:ascii="Arial" w:hAnsi="Arial" w:cs="Arial"/>
          <w:szCs w:val="24"/>
        </w:rPr>
      </w:pPr>
      <w:r w:rsidRPr="000A1348">
        <w:rPr>
          <w:rFonts w:ascii="Arial" w:hAnsi="Arial" w:cs="Arial"/>
          <w:szCs w:val="24"/>
        </w:rPr>
        <w:t>Arenas propias para la fabricación del hormigón de origen ígneo o metamórfico libre de elementos contaminantes.</w:t>
      </w:r>
    </w:p>
    <w:p w:rsidR="00FA2A22" w:rsidRPr="000A1348" w:rsidRDefault="00FA2A22" w:rsidP="00FA2A22">
      <w:pPr>
        <w:pStyle w:val="Textoindependiente"/>
        <w:rPr>
          <w:rFonts w:ascii="Arial" w:hAnsi="Arial" w:cs="Arial"/>
          <w:szCs w:val="24"/>
        </w:rPr>
      </w:pPr>
    </w:p>
    <w:p w:rsidR="00FA2A22" w:rsidRPr="000A1348" w:rsidRDefault="00FA2A22" w:rsidP="008B3490">
      <w:pPr>
        <w:pStyle w:val="Textoindependiente"/>
        <w:numPr>
          <w:ilvl w:val="0"/>
          <w:numId w:val="9"/>
        </w:numPr>
        <w:rPr>
          <w:rFonts w:ascii="Arial" w:hAnsi="Arial" w:cs="Arial"/>
          <w:szCs w:val="24"/>
        </w:rPr>
      </w:pPr>
      <w:r w:rsidRPr="000A1348">
        <w:rPr>
          <w:rFonts w:ascii="Arial" w:hAnsi="Arial" w:cs="Arial"/>
          <w:szCs w:val="24"/>
        </w:rPr>
        <w:t>Agua libre de elementos contaminantes se debe emplear en la elaboración del concreto.</w:t>
      </w:r>
    </w:p>
    <w:p w:rsidR="00FA2A22" w:rsidRPr="000A1348" w:rsidRDefault="00FA2A22" w:rsidP="00FA2A22">
      <w:pPr>
        <w:pStyle w:val="Textoindependiente"/>
        <w:rPr>
          <w:rFonts w:ascii="Arial" w:hAnsi="Arial" w:cs="Arial"/>
          <w:szCs w:val="24"/>
        </w:rPr>
      </w:pPr>
    </w:p>
    <w:p w:rsidR="00FA2A22" w:rsidRPr="000A1348" w:rsidRDefault="00FA2A22" w:rsidP="008B3490">
      <w:pPr>
        <w:pStyle w:val="Textoindependiente"/>
        <w:numPr>
          <w:ilvl w:val="0"/>
          <w:numId w:val="9"/>
        </w:numPr>
        <w:rPr>
          <w:rFonts w:ascii="Arial" w:hAnsi="Arial" w:cs="Arial"/>
          <w:szCs w:val="24"/>
        </w:rPr>
      </w:pPr>
      <w:r w:rsidRPr="000A1348">
        <w:rPr>
          <w:rFonts w:ascii="Arial" w:hAnsi="Arial" w:cs="Arial"/>
          <w:szCs w:val="24"/>
        </w:rPr>
        <w:t>No se autoriza la utilización de acero de refuerzo de segunda o contaminado.</w:t>
      </w:r>
    </w:p>
    <w:p w:rsidR="00FA2A22" w:rsidRPr="000A1348" w:rsidRDefault="00FA2A22" w:rsidP="00FA2A22">
      <w:pPr>
        <w:pStyle w:val="Textoindependiente"/>
        <w:rPr>
          <w:rFonts w:ascii="Arial" w:hAnsi="Arial" w:cs="Arial"/>
          <w:szCs w:val="24"/>
        </w:rPr>
      </w:pPr>
    </w:p>
    <w:p w:rsidR="00FA2A22" w:rsidRDefault="00FA2A22" w:rsidP="008B3490">
      <w:pPr>
        <w:pStyle w:val="Textoindependiente"/>
        <w:numPr>
          <w:ilvl w:val="0"/>
          <w:numId w:val="9"/>
        </w:numPr>
        <w:rPr>
          <w:rFonts w:ascii="Arial" w:hAnsi="Arial" w:cs="Arial"/>
          <w:szCs w:val="24"/>
        </w:rPr>
      </w:pPr>
      <w:r w:rsidRPr="000A1348">
        <w:rPr>
          <w:rFonts w:ascii="Arial" w:hAnsi="Arial" w:cs="Arial"/>
          <w:szCs w:val="24"/>
        </w:rPr>
        <w:t>Máxima relación agua: cemento: 0,42</w:t>
      </w:r>
    </w:p>
    <w:p w:rsidR="002555DD" w:rsidRDefault="002555DD" w:rsidP="002555DD">
      <w:pPr>
        <w:pStyle w:val="Textoindependiente"/>
        <w:ind w:left="360"/>
        <w:rPr>
          <w:rFonts w:ascii="Arial" w:hAnsi="Arial" w:cs="Arial"/>
          <w:szCs w:val="24"/>
        </w:rPr>
      </w:pPr>
    </w:p>
    <w:p w:rsidR="002555DD" w:rsidRPr="000A1348" w:rsidRDefault="002555DD" w:rsidP="008B3490">
      <w:pPr>
        <w:pStyle w:val="Textoindependiente"/>
        <w:numPr>
          <w:ilvl w:val="0"/>
          <w:numId w:val="9"/>
        </w:numPr>
        <w:rPr>
          <w:rFonts w:ascii="Arial" w:hAnsi="Arial" w:cs="Arial"/>
          <w:szCs w:val="24"/>
        </w:rPr>
      </w:pPr>
      <w:r w:rsidRPr="002555DD">
        <w:rPr>
          <w:rFonts w:ascii="Arial" w:hAnsi="Arial" w:cs="Arial"/>
          <w:szCs w:val="24"/>
        </w:rPr>
        <w:t>Emplear aditivos que garanticen adherencia de concretos diferentes edades.</w:t>
      </w:r>
    </w:p>
    <w:p w:rsidR="00FA2A22" w:rsidRDefault="00FA2A22" w:rsidP="00FA2A22">
      <w:pPr>
        <w:pStyle w:val="Textoindependiente"/>
        <w:jc w:val="center"/>
        <w:rPr>
          <w:b/>
          <w:bCs/>
        </w:rPr>
      </w:pPr>
    </w:p>
    <w:p w:rsidR="00FA2A22" w:rsidRDefault="00FA2A22" w:rsidP="00FA2A22">
      <w:pPr>
        <w:pStyle w:val="Textoindependiente"/>
        <w:jc w:val="center"/>
        <w:rPr>
          <w:b/>
          <w:bCs/>
        </w:rPr>
      </w:pPr>
    </w:p>
    <w:p w:rsidR="002555DD" w:rsidRDefault="002555DD" w:rsidP="00FA2A22">
      <w:pPr>
        <w:pStyle w:val="Textoindependiente"/>
        <w:jc w:val="center"/>
        <w:rPr>
          <w:b/>
          <w:bCs/>
        </w:rPr>
      </w:pPr>
    </w:p>
    <w:p w:rsidR="002555DD" w:rsidRDefault="002555DD" w:rsidP="00FA2A22">
      <w:pPr>
        <w:pStyle w:val="Textoindependiente"/>
        <w:jc w:val="center"/>
        <w:rPr>
          <w:b/>
          <w:bCs/>
        </w:rPr>
      </w:pPr>
    </w:p>
    <w:p w:rsidR="002555DD" w:rsidRDefault="002555DD" w:rsidP="00FA2A22">
      <w:pPr>
        <w:pStyle w:val="Textoindependiente"/>
        <w:jc w:val="center"/>
        <w:rPr>
          <w:b/>
          <w:bCs/>
        </w:rPr>
      </w:pPr>
    </w:p>
    <w:p w:rsidR="002555DD" w:rsidRDefault="002555DD" w:rsidP="00FA2A22">
      <w:pPr>
        <w:pStyle w:val="Textoindependiente"/>
        <w:jc w:val="center"/>
        <w:rPr>
          <w:b/>
          <w:bCs/>
        </w:rPr>
      </w:pPr>
    </w:p>
    <w:p w:rsidR="002555DD" w:rsidRDefault="002555DD" w:rsidP="00FA2A22">
      <w:pPr>
        <w:pStyle w:val="Textoindependiente"/>
        <w:jc w:val="center"/>
        <w:rPr>
          <w:b/>
          <w:bCs/>
        </w:rPr>
      </w:pPr>
    </w:p>
    <w:p w:rsidR="002555DD" w:rsidRDefault="002555DD" w:rsidP="00FA2A22">
      <w:pPr>
        <w:pStyle w:val="Textoindependiente"/>
        <w:jc w:val="center"/>
        <w:rPr>
          <w:b/>
          <w:bCs/>
        </w:rPr>
      </w:pPr>
    </w:p>
    <w:p w:rsidR="002555DD" w:rsidRDefault="002555DD" w:rsidP="00FA2A22">
      <w:pPr>
        <w:pStyle w:val="Textoindependiente"/>
        <w:jc w:val="center"/>
        <w:rPr>
          <w:b/>
          <w:bCs/>
        </w:rPr>
      </w:pPr>
    </w:p>
    <w:p w:rsidR="002555DD" w:rsidRDefault="002555DD" w:rsidP="00FA2A22">
      <w:pPr>
        <w:pStyle w:val="Textoindependiente"/>
        <w:jc w:val="center"/>
        <w:rPr>
          <w:b/>
          <w:bCs/>
        </w:rPr>
      </w:pPr>
    </w:p>
    <w:p w:rsidR="002555DD" w:rsidRDefault="002555DD" w:rsidP="00FA2A22">
      <w:pPr>
        <w:pStyle w:val="Textoindependiente"/>
        <w:jc w:val="center"/>
        <w:rPr>
          <w:b/>
          <w:bCs/>
        </w:rPr>
      </w:pPr>
    </w:p>
    <w:p w:rsidR="002555DD" w:rsidRDefault="002555DD" w:rsidP="00FA2A22">
      <w:pPr>
        <w:pStyle w:val="Textoindependiente"/>
        <w:jc w:val="center"/>
        <w:rPr>
          <w:b/>
          <w:bCs/>
        </w:rPr>
      </w:pPr>
    </w:p>
    <w:p w:rsidR="002555DD" w:rsidRDefault="002555DD" w:rsidP="00FA2A22">
      <w:pPr>
        <w:pStyle w:val="Textoindependiente"/>
        <w:jc w:val="center"/>
        <w:rPr>
          <w:b/>
          <w:bCs/>
        </w:rPr>
      </w:pPr>
    </w:p>
    <w:p w:rsidR="002555DD" w:rsidRDefault="002555DD" w:rsidP="00FA2A22">
      <w:pPr>
        <w:pStyle w:val="Textoindependiente"/>
        <w:jc w:val="center"/>
        <w:rPr>
          <w:b/>
          <w:bCs/>
        </w:rPr>
      </w:pPr>
    </w:p>
    <w:p w:rsidR="002555DD" w:rsidRDefault="002555DD" w:rsidP="00FA2A22">
      <w:pPr>
        <w:pStyle w:val="Textoindependiente"/>
        <w:jc w:val="center"/>
        <w:rPr>
          <w:b/>
          <w:bCs/>
        </w:rPr>
      </w:pPr>
    </w:p>
    <w:p w:rsidR="002555DD" w:rsidRDefault="002555DD" w:rsidP="00FA2A22">
      <w:pPr>
        <w:pStyle w:val="Textoindependiente"/>
        <w:jc w:val="center"/>
        <w:rPr>
          <w:b/>
          <w:bCs/>
        </w:rPr>
      </w:pPr>
    </w:p>
    <w:p w:rsidR="002555DD" w:rsidRDefault="002555DD" w:rsidP="00FA2A22">
      <w:pPr>
        <w:pStyle w:val="Textoindependiente"/>
        <w:jc w:val="center"/>
        <w:rPr>
          <w:b/>
          <w:bCs/>
        </w:rPr>
      </w:pPr>
    </w:p>
    <w:p w:rsidR="0003722F" w:rsidRDefault="00446B59" w:rsidP="0003722F">
      <w:pPr>
        <w:pStyle w:val="Ttulo10"/>
        <w:jc w:val="left"/>
      </w:pPr>
      <w:r>
        <w:lastRenderedPageBreak/>
        <w:t>1.</w:t>
      </w:r>
      <w:r w:rsidR="000A1348">
        <w:t xml:space="preserve">3 </w:t>
      </w:r>
      <w:r w:rsidR="00FA2A22" w:rsidRPr="000A1348">
        <w:t>ANÁLISIS DE ESTABILIDAD</w:t>
      </w:r>
    </w:p>
    <w:p w:rsidR="00FA2A22" w:rsidRPr="0003722F" w:rsidRDefault="0003722F" w:rsidP="0003722F">
      <w:pPr>
        <w:pStyle w:val="Ttulo10"/>
        <w:jc w:val="left"/>
      </w:pPr>
      <w:r>
        <w:rPr>
          <w:bCs w:val="0"/>
        </w:rPr>
        <w:t xml:space="preserve">1.3.1 </w:t>
      </w:r>
      <w:r w:rsidR="00FA2A22" w:rsidRPr="000A1348">
        <w:t xml:space="preserve">Sección propuesta </w:t>
      </w:r>
      <w:r>
        <w:rPr>
          <w:bCs w:val="0"/>
        </w:rPr>
        <w:t>estructura condición de servicio</w:t>
      </w:r>
    </w:p>
    <w:p w:rsidR="003C6799" w:rsidRDefault="008F068E" w:rsidP="003C6799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</w:rPr>
        <w:pict>
          <v:line id="_x0000_s1218" style="position:absolute;left:0;text-align:left;z-index:251773952" from="275.6pt,13.8pt" to="275.6pt,38.25pt">
            <v:stroke endarrow="block"/>
          </v:line>
        </w:pict>
      </w:r>
      <w:r w:rsidRPr="008F068E"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19" type="#_x0000_t202" style="position:absolute;left:0;text-align:left;margin-left:243.7pt;margin-top:13.8pt;width:29.15pt;height:19.5pt;z-index:251774976" stroked="f">
            <v:textbox style="mso-next-textbox:#_x0000_s1219">
              <w:txbxContent>
                <w:p w:rsidR="008C67AE" w:rsidRPr="00FA498F" w:rsidRDefault="008C67AE" w:rsidP="003C6799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(2)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shape id="_x0000_s1178" type="#_x0000_t202" style="position:absolute;left:0;text-align:left;margin-left:300pt;margin-top:9.7pt;width:36pt;height:24.45pt;z-index:251737088" stroked="f">
            <v:textbox style="mso-next-textbox:#_x0000_s1178">
              <w:txbxContent>
                <w:p w:rsidR="008C67AE" w:rsidRPr="00FA498F" w:rsidRDefault="008C67AE" w:rsidP="003C6799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(9)</w:t>
                  </w:r>
                </w:p>
              </w:txbxContent>
            </v:textbox>
          </v:shape>
        </w:pict>
      </w:r>
    </w:p>
    <w:p w:rsidR="003C6799" w:rsidRDefault="008F068E" w:rsidP="003C6799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  <w:lang w:val="es-CO" w:eastAsia="es-CO"/>
        </w:rPr>
        <w:pict>
          <v:group id="_x0000_s1229" style="position:absolute;left:0;text-align:left;margin-left:351.1pt;margin-top:11.1pt;width:58.5pt;height:97.95pt;z-index:251785216" coordorigin="8723,4412" coordsize="1170,1959">
            <v:line id="_x0000_s1230" style="position:absolute;flip:x y" from="8737,6369" to="9893,6371">
              <v:stroke endarrow="block"/>
            </v:line>
            <v:line id="_x0000_s1231" style="position:absolute" from="8757,4412" to="9893,6371"/>
            <v:line id="_x0000_s1232" style="position:absolute;flip:x" from="8736,5970" to="9639,5970">
              <v:stroke endarrow="block"/>
            </v:line>
            <v:line id="_x0000_s1233" style="position:absolute;flip:x" from="8723,5313" to="9269,5313">
              <v:stroke endarrow="block"/>
            </v:line>
            <v:line id="_x0000_s1234" style="position:absolute;flip:x" from="8744,5552" to="9407,5552">
              <v:stroke endarrow="block"/>
            </v:line>
            <v:line id="_x0000_s1235" style="position:absolute;flip:x" from="8737,5783" to="9543,5783">
              <v:stroke endarrow="block"/>
            </v:line>
            <v:line id="_x0000_s1236" style="position:absolute;flip:x" from="8750,4763" to="8962,4763">
              <v:stroke endarrow="block"/>
            </v:line>
            <v:line id="_x0000_s1237" style="position:absolute;flip:x" from="8745,5061" to="9113,5061">
              <v:stroke endarrow="block"/>
            </v:line>
            <v:line id="_x0000_s1238" style="position:absolute;flip:x" from="8745,6177" to="9766,6177">
              <v:stroke endarrow="block"/>
            </v:line>
          </v:group>
        </w:pict>
      </w:r>
      <w:r w:rsidRPr="008F068E">
        <w:rPr>
          <w:b/>
          <w:bCs/>
          <w:noProof/>
          <w:sz w:val="20"/>
        </w:rPr>
        <w:pict>
          <v:line id="_x0000_s1205" style="position:absolute;left:0;text-align:left;flip:x;z-index:251760640" from="33pt,6.3pt" to="33pt,111.65pt"/>
        </w:pict>
      </w:r>
      <w:r w:rsidRPr="008F068E">
        <w:rPr>
          <w:b/>
          <w:bCs/>
          <w:noProof/>
          <w:sz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17" type="#_x0000_t32" style="position:absolute;left:0;text-align:left;margin-left:66pt;margin-top:10.35pt;width:1.5pt;height:98.4pt;flip:y;z-index:251772928" o:connectortype="straight">
            <v:stroke dashstyle="1 1"/>
          </v:shape>
        </w:pict>
      </w:r>
      <w:r w:rsidRPr="008F068E">
        <w:rPr>
          <w:b/>
          <w:bCs/>
          <w:noProof/>
          <w:sz w:val="20"/>
        </w:rPr>
        <w:pict>
          <v:line id="_x0000_s1190" style="position:absolute;left:0;text-align:left;flip:x;z-index:251749376" from="256.35pt,10.35pt" to="304.35pt,10.35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shape id="_x0000_s1225" type="#_x0000_t32" style="position:absolute;left:0;text-align:left;margin-left:162.8pt;margin-top:10.35pt;width:1.35pt;height:165.4pt;flip:x;z-index:251781120" o:connectortype="straight"/>
        </w:pict>
      </w:r>
      <w:r w:rsidRPr="008F068E">
        <w:rPr>
          <w:b/>
          <w:bCs/>
          <w:noProof/>
        </w:rPr>
        <w:pict>
          <v:shape id="_x0000_s1222" type="#_x0000_t32" style="position:absolute;left:0;text-align:left;margin-left:67.35pt;margin-top:10.35pt;width:284.35pt;height:0;flip:x;z-index:251778048" o:connectortype="straight">
            <v:stroke dashstyle="1 1"/>
          </v:shape>
        </w:pict>
      </w:r>
      <w:r w:rsidRPr="008F068E">
        <w:rPr>
          <w:b/>
          <w:bCs/>
          <w:noProof/>
        </w:rPr>
        <w:pict>
          <v:shape id="_x0000_s1226" type="#_x0000_t32" style="position:absolute;left:0;text-align:left;margin-left:208.1pt;margin-top:10.05pt;width:1.35pt;height:165.4pt;flip:x;z-index:251782144" o:connectortype="straight"/>
        </w:pict>
      </w:r>
      <w:r w:rsidRPr="008F068E">
        <w:rPr>
          <w:b/>
          <w:bCs/>
          <w:noProof/>
          <w:sz w:val="20"/>
        </w:rPr>
        <w:pict>
          <v:line id="_x0000_s1203" style="position:absolute;left:0;text-align:left;z-index:251758592" from="208.1pt,207.1pt" to="208.1pt,215.25pt"/>
        </w:pict>
      </w:r>
      <w:r w:rsidRPr="008F068E">
        <w:rPr>
          <w:b/>
          <w:bCs/>
          <w:noProof/>
          <w:sz w:val="20"/>
        </w:rPr>
        <w:pict>
          <v:shape id="_x0000_s1221" type="#_x0000_t32" style="position:absolute;left:0;text-align:left;margin-left:209.65pt;margin-top:10.9pt;width:46.85pt;height:0;z-index:251777024" o:connectortype="straight"/>
        </w:pict>
      </w:r>
      <w:r w:rsidRPr="008F068E">
        <w:rPr>
          <w:b/>
          <w:bCs/>
          <w:noProof/>
          <w:sz w:val="20"/>
        </w:rPr>
        <w:pict>
          <v:line id="_x0000_s1206" style="position:absolute;left:0;text-align:left;z-index:251761664" from="27pt,108.7pt" to="39pt,108.7pt"/>
        </w:pict>
      </w:r>
      <w:r w:rsidRPr="008F068E">
        <w:rPr>
          <w:b/>
          <w:bCs/>
          <w:noProof/>
          <w:sz w:val="20"/>
        </w:rPr>
        <w:pict>
          <v:line id="_x0000_s1207" style="position:absolute;left:0;text-align:left;z-index:251762688" from="27pt,10.9pt" to="39pt,10.9pt"/>
        </w:pict>
      </w:r>
      <w:r w:rsidRPr="008F068E">
        <w:rPr>
          <w:b/>
          <w:bCs/>
          <w:noProof/>
          <w:sz w:val="20"/>
        </w:rPr>
        <w:pict>
          <v:line id="_x0000_s1188" style="position:absolute;left:0;text-align:left;z-index:251747328" from="256.5pt,10.9pt" to="352.5pt,10.9pt">
            <v:stroke dashstyle="1 1" endcap="round"/>
          </v:line>
        </w:pict>
      </w:r>
      <w:r w:rsidRPr="008F068E">
        <w:rPr>
          <w:b/>
          <w:bCs/>
          <w:noProof/>
          <w:sz w:val="20"/>
        </w:rPr>
        <w:pict>
          <v:line id="_x0000_s1189" style="position:absolute;left:0;text-align:left;z-index:251748352" from="351.75pt,10.9pt" to="351.75pt,108.7pt">
            <v:stroke dashstyle="1 1" endcap="round"/>
          </v:line>
        </w:pict>
      </w:r>
    </w:p>
    <w:p w:rsidR="003C6799" w:rsidRDefault="003C6799" w:rsidP="003C6799">
      <w:pPr>
        <w:pStyle w:val="Textoindependiente"/>
        <w:ind w:left="720" w:firstLine="696"/>
        <w:rPr>
          <w:b/>
          <w:bCs/>
        </w:rPr>
      </w:pPr>
    </w:p>
    <w:p w:rsidR="003C6799" w:rsidRDefault="008F068E" w:rsidP="003C6799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224" type="#_x0000_t202" style="position:absolute;left:0;text-align:left;margin-left:101.7pt;margin-top:1.9pt;width:30pt;height:19.5pt;z-index:251780096" stroked="f">
            <v:textbox style="mso-next-textbox:#_x0000_s1224">
              <w:txbxContent>
                <w:p w:rsidR="008C67AE" w:rsidRPr="00FA498F" w:rsidRDefault="008C67AE" w:rsidP="003C6799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(3)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shape id="_x0000_s1179" type="#_x0000_t202" style="position:absolute;left:0;text-align:left;margin-left:259pt;margin-top:.8pt;width:30pt;height:24.45pt;z-index:251738112" stroked="f">
            <v:textbox style="mso-next-textbox:#_x0000_s1179">
              <w:txbxContent>
                <w:p w:rsidR="008C67AE" w:rsidRPr="00FA498F" w:rsidRDefault="008C67AE" w:rsidP="003C6799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(1)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shape id="_x0000_s1183" type="#_x0000_t202" style="position:absolute;left:0;text-align:left;margin-left:172.7pt;margin-top:.55pt;width:30pt;height:24.45pt;z-index:251742208" stroked="f">
            <v:textbox style="mso-next-textbox:#_x0000_s1183">
              <w:txbxContent>
                <w:p w:rsidR="008C67AE" w:rsidRPr="00FA498F" w:rsidRDefault="008C67AE" w:rsidP="003C6799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(4)</w:t>
                  </w:r>
                </w:p>
              </w:txbxContent>
            </v:textbox>
          </v:shape>
        </w:pict>
      </w:r>
      <w:r w:rsidR="003C6799">
        <w:rPr>
          <w:b/>
          <w:bCs/>
        </w:rPr>
        <w:tab/>
      </w:r>
      <w:r w:rsidR="003C6799">
        <w:rPr>
          <w:b/>
          <w:bCs/>
        </w:rPr>
        <w:tab/>
        <w:t xml:space="preserve"> </w:t>
      </w:r>
    </w:p>
    <w:p w:rsidR="003C6799" w:rsidRDefault="008F068E" w:rsidP="003C6799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172" type="#_x0000_t202" style="position:absolute;left:0;text-align:left;margin-left:394pt;margin-top:3.85pt;width:29.25pt;height:24.45pt;z-index:251730944" stroked="f">
            <v:textbox style="mso-next-textbox:#_x0000_s1172">
              <w:txbxContent>
                <w:p w:rsidR="008C67AE" w:rsidRPr="00FA498F" w:rsidRDefault="008C67AE" w:rsidP="003C6799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(8)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line id="_x0000_s1223" style="position:absolute;left:0;text-align:left;z-index:251779072" from="115.9pt,4.55pt" to="115.9pt,29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line id="_x0000_s1195" style="position:absolute;left:0;text-align:left;z-index:251754496" from="274.1pt,6.45pt" to="274.1pt,30.9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line id="_x0000_s1194" style="position:absolute;left:0;text-align:left;z-index:251753472" from="185.65pt,4.55pt" to="185.65pt,29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shape id="_x0000_s1171" type="#_x0000_t202" style="position:absolute;left:0;text-align:left;margin-left:.75pt;margin-top:1.5pt;width:36pt;height:24.45pt;z-index:251729920" stroked="f">
            <v:textbox style="mso-next-textbox:#_x0000_s1171">
              <w:txbxContent>
                <w:p w:rsidR="008C67AE" w:rsidRPr="00FA498F" w:rsidRDefault="008C67AE" w:rsidP="003C6799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0.95</w:t>
                  </w:r>
                </w:p>
              </w:txbxContent>
            </v:textbox>
          </v:shape>
        </w:pict>
      </w:r>
    </w:p>
    <w:p w:rsidR="003C6799" w:rsidRDefault="003C6799" w:rsidP="003C6799">
      <w:pPr>
        <w:pStyle w:val="Textoindependiente"/>
        <w:ind w:left="720" w:firstLine="696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3C6799" w:rsidRPr="00555947" w:rsidRDefault="003C6799" w:rsidP="003C6799">
      <w:pPr>
        <w:pStyle w:val="Textoindependiente"/>
        <w:ind w:left="720" w:firstLine="696"/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3C6799" w:rsidRDefault="008F068E" w:rsidP="003C6799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173" type="#_x0000_t202" style="position:absolute;left:0;text-align:left;margin-left:141.15pt;margin-top:5.55pt;width:30pt;height:19.2pt;z-index:251731968" stroked="f">
            <v:textbox style="mso-next-textbox:#_x0000_s1173">
              <w:txbxContent>
                <w:p w:rsidR="008C67AE" w:rsidRPr="00FA498F" w:rsidRDefault="008C67AE" w:rsidP="003C6799">
                  <w:pPr>
                    <w:rPr>
                      <w:rFonts w:ascii="Tahoma" w:hAnsi="Tahoma" w:cs="Tahoma"/>
                      <w:bCs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bCs/>
                      <w:sz w:val="18"/>
                      <w:szCs w:val="18"/>
                    </w:rPr>
                    <w:t>(0)</w:t>
                  </w:r>
                </w:p>
              </w:txbxContent>
            </v:textbox>
          </v:shape>
        </w:pict>
      </w:r>
    </w:p>
    <w:p w:rsidR="003C6799" w:rsidRDefault="008F068E" w:rsidP="003C6799">
      <w:pPr>
        <w:pStyle w:val="Textoindependiente"/>
        <w:ind w:left="720" w:firstLine="696"/>
        <w:jc w:val="left"/>
        <w:rPr>
          <w:b/>
          <w:bCs/>
          <w:sz w:val="18"/>
          <w:szCs w:val="18"/>
        </w:rPr>
      </w:pPr>
      <w:r w:rsidRPr="008F068E">
        <w:rPr>
          <w:b/>
          <w:bCs/>
          <w:noProof/>
          <w:sz w:val="20"/>
        </w:rPr>
        <w:pict>
          <v:shape id="_x0000_s1181" type="#_x0000_t202" style="position:absolute;left:0;text-align:left;margin-left:250.3pt;margin-top:10.3pt;width:30pt;height:24.45pt;z-index:251740160" stroked="f">
            <v:textbox style="mso-next-textbox:#_x0000_s1181">
              <w:txbxContent>
                <w:p w:rsidR="008C67AE" w:rsidRPr="00FA498F" w:rsidRDefault="008C67AE" w:rsidP="003C6799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(5)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line id="_x0000_s1215" style="position:absolute;left:0;text-align:left;z-index:251770880" from="67.5pt,7.1pt" to="351pt,7.1pt"/>
        </w:pict>
      </w:r>
      <w:r w:rsidRPr="008F068E">
        <w:rPr>
          <w:b/>
          <w:bCs/>
          <w:noProof/>
          <w:sz w:val="20"/>
        </w:rPr>
        <w:pict>
          <v:line id="_x0000_s1208" style="position:absolute;left:0;text-align:left;z-index:251763712" from="351.75pt,6.25pt" to="351.75pt,38.85pt"/>
        </w:pict>
      </w:r>
      <w:r w:rsidRPr="008F068E">
        <w:rPr>
          <w:b/>
          <w:bCs/>
          <w:noProof/>
          <w:sz w:val="20"/>
        </w:rPr>
        <w:pict>
          <v:line id="_x0000_s1214" style="position:absolute;left:0;text-align:left;z-index:251769856" from="66pt,5.8pt" to="66pt,42.2pt"/>
        </w:pict>
      </w:r>
    </w:p>
    <w:p w:rsidR="003C6799" w:rsidRPr="00341B2C" w:rsidRDefault="008F068E" w:rsidP="003C6799">
      <w:pPr>
        <w:pStyle w:val="Textoindependiente"/>
        <w:ind w:left="720" w:firstLine="698"/>
        <w:jc w:val="left"/>
        <w:rPr>
          <w:b/>
          <w:bCs/>
          <w:sz w:val="18"/>
          <w:szCs w:val="18"/>
        </w:rPr>
      </w:pPr>
      <w:r w:rsidRPr="008F068E">
        <w:rPr>
          <w:bCs/>
          <w:noProof/>
          <w:sz w:val="16"/>
          <w:szCs w:val="16"/>
        </w:rPr>
        <w:pict>
          <v:line id="_x0000_s1193" style="position:absolute;left:0;text-align:left;z-index:251752448" from="271.3pt,3.95pt" to="271.3pt,20.25pt">
            <v:stroke endarrow="block"/>
          </v:line>
        </w:pict>
      </w:r>
      <w:r w:rsidR="003C6799" w:rsidRPr="00341B2C">
        <w:rPr>
          <w:bCs/>
          <w:sz w:val="16"/>
          <w:szCs w:val="16"/>
        </w:rPr>
        <w:t>Estructura independiente</w:t>
      </w:r>
    </w:p>
    <w:p w:rsidR="003C6799" w:rsidRDefault="003C6799" w:rsidP="003C6799">
      <w:pPr>
        <w:pStyle w:val="Textoindependiente"/>
        <w:ind w:left="720" w:firstLine="696"/>
        <w:jc w:val="left"/>
        <w:rPr>
          <w:bCs/>
          <w:sz w:val="18"/>
          <w:szCs w:val="18"/>
        </w:rPr>
      </w:pPr>
    </w:p>
    <w:p w:rsidR="003C6799" w:rsidRDefault="008F068E" w:rsidP="003C6799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180" type="#_x0000_t202" style="position:absolute;left:0;text-align:left;margin-left:72.75pt;margin-top:10.8pt;width:30pt;height:24.45pt;z-index:251739136" stroked="f">
            <v:textbox style="mso-next-textbox:#_x0000_s1180">
              <w:txbxContent>
                <w:p w:rsidR="008C67AE" w:rsidRPr="00FA498F" w:rsidRDefault="008C67AE" w:rsidP="003C6799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(7)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shape id="_x0000_s1182" type="#_x0000_t202" style="position:absolute;left:0;text-align:left;margin-left:322.1pt;margin-top:9.4pt;width:30pt;height:24.45pt;z-index:251741184" stroked="f">
            <v:textbox style="mso-next-textbox:#_x0000_s1182">
              <w:txbxContent>
                <w:p w:rsidR="008C67AE" w:rsidRPr="00FA498F" w:rsidRDefault="008C67AE" w:rsidP="003C6799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(6)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line id="_x0000_s1210" style="position:absolute;left:0;text-align:left;z-index:251765760" from="321.75pt,10.9pt" to="321.75pt,42pt"/>
        </w:pict>
      </w:r>
      <w:r w:rsidRPr="008F068E">
        <w:rPr>
          <w:b/>
          <w:bCs/>
          <w:noProof/>
          <w:sz w:val="20"/>
        </w:rPr>
        <w:pict>
          <v:line id="_x0000_s1187" style="position:absolute;left:0;text-align:left;z-index:251746304" from="351.75pt,8.4pt" to="351.75pt,41pt"/>
        </w:pict>
      </w:r>
      <w:r w:rsidRPr="008F068E">
        <w:rPr>
          <w:b/>
          <w:bCs/>
          <w:noProof/>
          <w:sz w:val="20"/>
        </w:rPr>
        <w:pict>
          <v:line id="_x0000_s1220" style="position:absolute;left:0;text-align:left;z-index:251776000" from="316.35pt,11.05pt" to="352.35pt,11.05pt">
            <v:stroke dashstyle="1 1"/>
          </v:line>
        </w:pict>
      </w:r>
      <w:r w:rsidRPr="008F068E">
        <w:rPr>
          <w:b/>
          <w:bCs/>
          <w:noProof/>
          <w:sz w:val="20"/>
        </w:rPr>
        <w:pict>
          <v:line id="_x0000_s1184" style="position:absolute;left:0;text-align:left;z-index:251743232" from="65.7pt,10.95pt" to="101.7pt,10.95pt">
            <v:stroke dashstyle="1 1"/>
          </v:line>
        </w:pict>
      </w:r>
      <w:r w:rsidRPr="008F068E">
        <w:rPr>
          <w:b/>
          <w:bCs/>
          <w:noProof/>
          <w:sz w:val="20"/>
        </w:rPr>
        <w:pict>
          <v:line id="_x0000_s1209" style="position:absolute;left:0;text-align:left;z-index:251764736" from="100.5pt,10.8pt" to="321.75pt,10.95pt"/>
        </w:pict>
      </w:r>
      <w:r w:rsidRPr="008F068E">
        <w:rPr>
          <w:b/>
          <w:bCs/>
          <w:noProof/>
          <w:sz w:val="20"/>
        </w:rPr>
        <w:pict>
          <v:line id="_x0000_s1185" style="position:absolute;left:0;text-align:left;z-index:251744256" from="65.25pt,43.55pt" to="101.25pt,43.55pt"/>
        </w:pict>
      </w:r>
      <w:r w:rsidRPr="008F068E">
        <w:rPr>
          <w:b/>
          <w:bCs/>
          <w:noProof/>
          <w:sz w:val="20"/>
        </w:rPr>
        <w:pict>
          <v:line id="_x0000_s1216" style="position:absolute;left:0;text-align:left;z-index:251771904" from="66pt,10.8pt" to="66pt,43.4pt"/>
        </w:pict>
      </w:r>
      <w:r w:rsidRPr="008F068E">
        <w:rPr>
          <w:b/>
          <w:bCs/>
          <w:noProof/>
          <w:sz w:val="20"/>
        </w:rPr>
        <w:pict>
          <v:line id="_x0000_s1186" style="position:absolute;left:0;text-align:left;z-index:251745280" from="100.5pt,10.95pt" to="100.5pt,43.55pt"/>
        </w:pict>
      </w:r>
      <w:r w:rsidRPr="008F068E">
        <w:rPr>
          <w:b/>
          <w:bCs/>
          <w:noProof/>
          <w:sz w:val="20"/>
        </w:rPr>
        <w:pict>
          <v:line id="_x0000_s1211" style="position:absolute;left:0;text-align:left;z-index:251766784" from="321.75pt,42pt" to="351.75pt,42pt"/>
        </w:pict>
      </w:r>
    </w:p>
    <w:p w:rsidR="003C6799" w:rsidRDefault="008F068E" w:rsidP="003C6799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line id="_x0000_s1191" style="position:absolute;left:0;text-align:left;z-index:251750400" from="83.85pt,10.45pt" to="83.85pt,26.75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line id="_x0000_s1192" style="position:absolute;left:0;text-align:left;z-index:251751424" from="335.25pt,9.9pt" to="335.25pt,26.2pt">
            <v:stroke endarrow="block"/>
          </v:line>
        </w:pict>
      </w:r>
    </w:p>
    <w:p w:rsidR="003C6799" w:rsidRDefault="008F068E" w:rsidP="003C6799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</w:rPr>
        <w:pict>
          <v:shape id="_x0000_s1227" type="#_x0000_t32" style="position:absolute;left:0;text-align:left;margin-left:162.8pt;margin-top:13.75pt;width:45.1pt;height:.2pt;z-index:251783168" o:connectortype="straight"/>
        </w:pict>
      </w:r>
      <w:r w:rsidRPr="008F068E">
        <w:rPr>
          <w:b/>
          <w:bCs/>
          <w:noProof/>
          <w:sz w:val="20"/>
        </w:rPr>
        <w:pict>
          <v:line id="_x0000_s1201" style="position:absolute;left:0;text-align:left;z-index:251756544" from="48pt,6.4pt" to="48pt,6.4pt"/>
        </w:pict>
      </w:r>
    </w:p>
    <w:p w:rsidR="003C6799" w:rsidRDefault="008F068E" w:rsidP="003C6799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174" type="#_x0000_t202" style="position:absolute;left:0;text-align:left;margin-left:270.4pt;margin-top:2pt;width:36pt;height:24.45pt;z-index:251732992" stroked="f">
            <v:textbox style="mso-next-textbox:#_x0000_s1174">
              <w:txbxContent>
                <w:p w:rsidR="008C67AE" w:rsidRPr="00FA498F" w:rsidRDefault="008C67AE" w:rsidP="003C6799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1.50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shape id="_x0000_s1176" type="#_x0000_t202" style="position:absolute;left:0;text-align:left;margin-left:166.6pt;margin-top:2.5pt;width:36pt;height:24.45pt;z-index:251735040" stroked="f">
            <v:textbox style="mso-next-textbox:#_x0000_s1176">
              <w:txbxContent>
                <w:p w:rsidR="008C67AE" w:rsidRPr="00FA498F" w:rsidRDefault="008C67AE" w:rsidP="003C6799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0.75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shape id="_x0000_s1175" type="#_x0000_t202" style="position:absolute;left:0;text-align:left;margin-left:92.55pt;margin-top:2.75pt;width:36pt;height:24.45pt;z-index:251734016" stroked="f">
            <v:textbox style="mso-next-textbox:#_x0000_s1175">
              <w:txbxContent>
                <w:p w:rsidR="008C67AE" w:rsidRPr="00FA498F" w:rsidRDefault="008C67AE" w:rsidP="003C6799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1.00</w:t>
                  </w:r>
                </w:p>
              </w:txbxContent>
            </v:textbox>
          </v:shape>
        </w:pict>
      </w:r>
    </w:p>
    <w:p w:rsidR="003C6799" w:rsidRDefault="008F068E" w:rsidP="003C6799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line id="_x0000_s1204" style="position:absolute;left:0;text-align:left;z-index:251759616" from="162.9pt,.55pt" to="162.9pt,8.7pt"/>
        </w:pict>
      </w:r>
      <w:r w:rsidRPr="008F068E">
        <w:rPr>
          <w:b/>
          <w:bCs/>
          <w:noProof/>
          <w:sz w:val="20"/>
        </w:rPr>
        <w:pict>
          <v:line id="_x0000_s1213" style="position:absolute;left:0;text-align:left;z-index:251768832" from="65.55pt,-.05pt" to="65.55pt,8.1pt"/>
        </w:pict>
      </w:r>
      <w:r w:rsidRPr="008F068E">
        <w:rPr>
          <w:b/>
          <w:bCs/>
          <w:noProof/>
          <w:sz w:val="20"/>
        </w:rPr>
        <w:pict>
          <v:line id="_x0000_s1212" style="position:absolute;left:0;text-align:left;z-index:251767808" from="60pt,4.45pt" to="5in,4.45pt"/>
        </w:pict>
      </w:r>
      <w:r w:rsidRPr="008F068E">
        <w:rPr>
          <w:b/>
          <w:bCs/>
          <w:noProof/>
          <w:sz w:val="20"/>
        </w:rPr>
        <w:pict>
          <v:line id="_x0000_s1202" style="position:absolute;left:0;text-align:left;z-index:251757568" from="351.75pt,.35pt" to="351.75pt,8.5pt"/>
        </w:pict>
      </w:r>
      <w:r w:rsidRPr="008F068E">
        <w:rPr>
          <w:b/>
          <w:bCs/>
          <w:noProof/>
          <w:sz w:val="20"/>
        </w:rPr>
        <w:pict>
          <v:line id="_x0000_s1228" style="position:absolute;left:0;text-align:left;z-index:251784192" from="208.2pt,13.1pt" to="208.2pt,21.25pt"/>
        </w:pict>
      </w:r>
    </w:p>
    <w:p w:rsidR="003C6799" w:rsidRDefault="008F068E" w:rsidP="003C6799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group id="_x0000_s1196" style="position:absolute;left:0;text-align:left;margin-left:207.7pt;margin-top:2.8pt;width:142.8pt;height:53.45pt;z-index:251755520" coordorigin="2661,9029" coordsize="5400,1141">
            <v:line id="_x0000_s1197" style="position:absolute" from="2661,9029" to="8061,9029"/>
            <v:line id="_x0000_s1198" style="position:absolute" from="8061,9029" to="8061,10170"/>
            <v:line id="_x0000_s1199" style="position:absolute" from="2661,9029" to="8061,10170"/>
            <v:line id="_x0000_s1200" style="position:absolute;flip:y" from="6741,9147" to="6741,9799">
              <v:stroke endarrow="block"/>
            </v:line>
          </v:group>
        </w:pict>
      </w:r>
      <w:r w:rsidRPr="008F068E">
        <w:rPr>
          <w:b/>
          <w:bCs/>
          <w:noProof/>
          <w:sz w:val="20"/>
        </w:rPr>
        <w:pict>
          <v:shape id="_x0000_s1177" type="#_x0000_t202" style="position:absolute;left:0;text-align:left;margin-left:275.35pt;margin-top:6.4pt;width:36pt;height:24.45pt;z-index:251736064" stroked="f">
            <v:textbox style="mso-next-textbox:#_x0000_s1177">
              <w:txbxContent>
                <w:p w:rsidR="008C67AE" w:rsidRDefault="008C67AE" w:rsidP="003C6799">
                  <w:pPr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(10)</w:t>
                  </w:r>
                </w:p>
              </w:txbxContent>
            </v:textbox>
          </v:shape>
        </w:pict>
      </w:r>
    </w:p>
    <w:p w:rsidR="003C6799" w:rsidRDefault="003C6799" w:rsidP="003C6799">
      <w:pPr>
        <w:pStyle w:val="Textoindependiente"/>
        <w:rPr>
          <w:b/>
          <w:bCs/>
          <w:sz w:val="18"/>
          <w:szCs w:val="18"/>
        </w:rPr>
      </w:pPr>
    </w:p>
    <w:p w:rsidR="003C6799" w:rsidRDefault="003C6799" w:rsidP="003C6799">
      <w:pPr>
        <w:pStyle w:val="Textoindependiente"/>
        <w:rPr>
          <w:b/>
          <w:bCs/>
        </w:rPr>
      </w:pPr>
    </w:p>
    <w:p w:rsidR="003C6799" w:rsidRDefault="003C6799" w:rsidP="003C6799">
      <w:pPr>
        <w:pStyle w:val="Textoindependiente"/>
        <w:ind w:left="720"/>
        <w:rPr>
          <w:b/>
          <w:bCs/>
        </w:rPr>
      </w:pPr>
    </w:p>
    <w:p w:rsidR="00924C0D" w:rsidRDefault="00924C0D" w:rsidP="000A1348">
      <w:pPr>
        <w:pStyle w:val="Textoindependiente"/>
        <w:jc w:val="left"/>
        <w:rPr>
          <w:rFonts w:ascii="Arial" w:hAnsi="Arial" w:cs="Arial"/>
          <w:b/>
        </w:rPr>
      </w:pPr>
    </w:p>
    <w:p w:rsidR="00924C0D" w:rsidRPr="00924C0D" w:rsidRDefault="00924C0D" w:rsidP="000A1348">
      <w:pPr>
        <w:pStyle w:val="Textoindependiente"/>
        <w:jc w:val="left"/>
        <w:rPr>
          <w:rFonts w:ascii="Arial" w:hAnsi="Arial" w:cs="Arial"/>
          <w:b/>
        </w:rPr>
      </w:pPr>
      <w:r w:rsidRPr="00924C0D">
        <w:rPr>
          <w:rFonts w:ascii="Arial" w:hAnsi="Arial" w:cs="Arial"/>
          <w:b/>
        </w:rPr>
        <w:t>Descripción</w:t>
      </w:r>
      <w:r>
        <w:rPr>
          <w:rFonts w:ascii="Arial" w:hAnsi="Arial" w:cs="Arial"/>
          <w:b/>
        </w:rPr>
        <w:t>:</w:t>
      </w:r>
    </w:p>
    <w:p w:rsidR="00924C0D" w:rsidRDefault="00924C0D" w:rsidP="000A1348">
      <w:pPr>
        <w:pStyle w:val="Textoindependiente"/>
        <w:jc w:val="left"/>
        <w:rPr>
          <w:rFonts w:ascii="Arial" w:hAnsi="Arial" w:cs="Arial"/>
        </w:rPr>
      </w:pPr>
    </w:p>
    <w:p w:rsidR="00FA2A22" w:rsidRPr="000A1348" w:rsidRDefault="00FA2A22" w:rsidP="000A1348">
      <w:pPr>
        <w:pStyle w:val="Textoindependiente"/>
        <w:jc w:val="left"/>
        <w:rPr>
          <w:rFonts w:ascii="Arial" w:hAnsi="Arial" w:cs="Arial"/>
        </w:rPr>
      </w:pPr>
      <w:r w:rsidRPr="000A1348">
        <w:rPr>
          <w:rFonts w:ascii="Arial" w:hAnsi="Arial" w:cs="Arial"/>
        </w:rPr>
        <w:t xml:space="preserve">   (1)</w:t>
      </w:r>
      <w:r w:rsidRPr="000A1348">
        <w:rPr>
          <w:rFonts w:ascii="Arial" w:hAnsi="Arial" w:cs="Arial"/>
          <w:b/>
          <w:bCs/>
        </w:rPr>
        <w:tab/>
      </w:r>
      <w:r w:rsidRPr="000A1348">
        <w:rPr>
          <w:rFonts w:ascii="Arial" w:hAnsi="Arial" w:cs="Arial"/>
        </w:rPr>
        <w:tab/>
        <w:t>Peso líquido aguas arriba.</w:t>
      </w:r>
    </w:p>
    <w:p w:rsidR="00FA2A22" w:rsidRPr="000A1348" w:rsidRDefault="00FA2A22" w:rsidP="000A1348">
      <w:pPr>
        <w:pStyle w:val="Textoindependiente"/>
        <w:rPr>
          <w:rFonts w:ascii="Arial" w:hAnsi="Arial" w:cs="Arial"/>
        </w:rPr>
      </w:pPr>
      <w:r w:rsidRPr="000A1348">
        <w:rPr>
          <w:rFonts w:ascii="Arial" w:hAnsi="Arial" w:cs="Arial"/>
        </w:rPr>
        <w:t xml:space="preserve">   (2)</w:t>
      </w:r>
      <w:r w:rsidRPr="000A1348">
        <w:rPr>
          <w:rFonts w:ascii="Arial" w:hAnsi="Arial" w:cs="Arial"/>
        </w:rPr>
        <w:tab/>
      </w:r>
      <w:r w:rsidRPr="000A1348">
        <w:rPr>
          <w:rFonts w:ascii="Arial" w:hAnsi="Arial" w:cs="Arial"/>
          <w:b/>
          <w:bCs/>
        </w:rPr>
        <w:tab/>
      </w:r>
      <w:r w:rsidRPr="000A1348">
        <w:rPr>
          <w:rFonts w:ascii="Arial" w:hAnsi="Arial" w:cs="Arial"/>
        </w:rPr>
        <w:t>Peso líquido creciente.</w:t>
      </w:r>
    </w:p>
    <w:p w:rsidR="00FA2A22" w:rsidRPr="000A1348" w:rsidRDefault="00FA2A22" w:rsidP="000A1348">
      <w:pPr>
        <w:pStyle w:val="Textoindependiente"/>
        <w:rPr>
          <w:rFonts w:ascii="Arial" w:hAnsi="Arial" w:cs="Arial"/>
        </w:rPr>
      </w:pPr>
      <w:r w:rsidRPr="000A1348">
        <w:rPr>
          <w:rFonts w:ascii="Arial" w:hAnsi="Arial" w:cs="Arial"/>
        </w:rPr>
        <w:t xml:space="preserve">   (3)</w:t>
      </w:r>
      <w:r w:rsidRPr="000A1348">
        <w:rPr>
          <w:rFonts w:ascii="Arial" w:hAnsi="Arial" w:cs="Arial"/>
        </w:rPr>
        <w:tab/>
      </w:r>
      <w:r w:rsidRPr="000A1348">
        <w:rPr>
          <w:rFonts w:ascii="Arial" w:hAnsi="Arial" w:cs="Arial"/>
        </w:rPr>
        <w:tab/>
        <w:t xml:space="preserve">Peso líquido aguas abajo.  </w:t>
      </w:r>
    </w:p>
    <w:p w:rsidR="00FA2A22" w:rsidRPr="000A1348" w:rsidRDefault="00FA2A22" w:rsidP="000A1348">
      <w:pPr>
        <w:pStyle w:val="Textoindependiente"/>
        <w:rPr>
          <w:rFonts w:ascii="Arial" w:hAnsi="Arial" w:cs="Arial"/>
        </w:rPr>
      </w:pPr>
      <w:r w:rsidRPr="000A1348">
        <w:rPr>
          <w:rFonts w:ascii="Arial" w:hAnsi="Arial" w:cs="Arial"/>
        </w:rPr>
        <w:t xml:space="preserve">   (4)</w:t>
      </w:r>
      <w:r w:rsidRPr="000A1348">
        <w:rPr>
          <w:rFonts w:ascii="Arial" w:hAnsi="Arial" w:cs="Arial"/>
        </w:rPr>
        <w:tab/>
      </w:r>
      <w:r w:rsidRPr="000A1348">
        <w:rPr>
          <w:rFonts w:ascii="Arial" w:hAnsi="Arial" w:cs="Arial"/>
        </w:rPr>
        <w:tab/>
        <w:t>Peso dique.</w:t>
      </w:r>
    </w:p>
    <w:p w:rsidR="00FA2A22" w:rsidRPr="000A1348" w:rsidRDefault="00FA2A22" w:rsidP="000A1348">
      <w:pPr>
        <w:pStyle w:val="Textoindependiente"/>
        <w:rPr>
          <w:rFonts w:ascii="Arial" w:hAnsi="Arial" w:cs="Arial"/>
        </w:rPr>
      </w:pPr>
      <w:r w:rsidRPr="000A1348">
        <w:rPr>
          <w:rFonts w:ascii="Arial" w:hAnsi="Arial" w:cs="Arial"/>
        </w:rPr>
        <w:t xml:space="preserve">   (5)</w:t>
      </w:r>
      <w:r w:rsidRPr="000A1348">
        <w:rPr>
          <w:rFonts w:ascii="Arial" w:hAnsi="Arial" w:cs="Arial"/>
        </w:rPr>
        <w:tab/>
      </w:r>
      <w:r w:rsidRPr="000A1348">
        <w:rPr>
          <w:rFonts w:ascii="Arial" w:hAnsi="Arial" w:cs="Arial"/>
        </w:rPr>
        <w:tab/>
        <w:t>Peso fundación.</w:t>
      </w:r>
    </w:p>
    <w:p w:rsidR="00FA2A22" w:rsidRPr="000A1348" w:rsidRDefault="00FA2A22" w:rsidP="000A1348">
      <w:pPr>
        <w:pStyle w:val="Textoindependiente"/>
        <w:rPr>
          <w:rFonts w:ascii="Arial" w:hAnsi="Arial" w:cs="Arial"/>
        </w:rPr>
      </w:pPr>
      <w:r w:rsidRPr="000A1348">
        <w:rPr>
          <w:rFonts w:ascii="Arial" w:hAnsi="Arial" w:cs="Arial"/>
        </w:rPr>
        <w:t xml:space="preserve">   (6)</w:t>
      </w:r>
      <w:r w:rsidRPr="000A1348">
        <w:rPr>
          <w:rFonts w:ascii="Arial" w:hAnsi="Arial" w:cs="Arial"/>
          <w:b/>
          <w:bCs/>
        </w:rPr>
        <w:tab/>
      </w:r>
      <w:r w:rsidRPr="000A1348">
        <w:rPr>
          <w:rFonts w:ascii="Arial" w:hAnsi="Arial" w:cs="Arial"/>
        </w:rPr>
        <w:tab/>
        <w:t xml:space="preserve">Peso dentellón aguas arriba. </w:t>
      </w:r>
    </w:p>
    <w:p w:rsidR="00FA2A22" w:rsidRPr="000A1348" w:rsidRDefault="00FA2A22" w:rsidP="000A1348">
      <w:pPr>
        <w:pStyle w:val="Textoindependiente"/>
        <w:rPr>
          <w:rFonts w:ascii="Arial" w:hAnsi="Arial" w:cs="Arial"/>
        </w:rPr>
      </w:pPr>
      <w:r w:rsidRPr="000A1348">
        <w:rPr>
          <w:rFonts w:ascii="Arial" w:hAnsi="Arial" w:cs="Arial"/>
        </w:rPr>
        <w:t xml:space="preserve">   (7)</w:t>
      </w:r>
      <w:r w:rsidRPr="000A1348">
        <w:rPr>
          <w:rFonts w:ascii="Arial" w:hAnsi="Arial" w:cs="Arial"/>
        </w:rPr>
        <w:tab/>
      </w:r>
      <w:r w:rsidRPr="000A1348">
        <w:rPr>
          <w:rFonts w:ascii="Arial" w:hAnsi="Arial" w:cs="Arial"/>
        </w:rPr>
        <w:tab/>
        <w:t>Peso dentellón aguas abajo.</w:t>
      </w:r>
    </w:p>
    <w:p w:rsidR="00FA2A22" w:rsidRPr="000A1348" w:rsidRDefault="00FA2A22" w:rsidP="000A1348">
      <w:pPr>
        <w:pStyle w:val="Textoindependiente"/>
        <w:rPr>
          <w:rFonts w:ascii="Arial" w:hAnsi="Arial" w:cs="Arial"/>
        </w:rPr>
      </w:pPr>
      <w:r w:rsidRPr="000A1348">
        <w:rPr>
          <w:rFonts w:ascii="Arial" w:hAnsi="Arial" w:cs="Arial"/>
        </w:rPr>
        <w:t xml:space="preserve">   (8)</w:t>
      </w:r>
      <w:r w:rsidRPr="000A1348">
        <w:rPr>
          <w:rFonts w:ascii="Arial" w:hAnsi="Arial" w:cs="Arial"/>
        </w:rPr>
        <w:tab/>
      </w:r>
      <w:r w:rsidRPr="000A1348">
        <w:rPr>
          <w:rFonts w:ascii="Arial" w:hAnsi="Arial" w:cs="Arial"/>
        </w:rPr>
        <w:tab/>
        <w:t>Empuje líquido almacenado.</w:t>
      </w:r>
    </w:p>
    <w:p w:rsidR="00FA2A22" w:rsidRPr="000A1348" w:rsidRDefault="00FA2A22" w:rsidP="000A1348">
      <w:pPr>
        <w:pStyle w:val="Textoindependiente"/>
        <w:rPr>
          <w:rFonts w:ascii="Arial" w:hAnsi="Arial" w:cs="Arial"/>
        </w:rPr>
      </w:pPr>
      <w:r w:rsidRPr="000A1348">
        <w:rPr>
          <w:rFonts w:ascii="Arial" w:hAnsi="Arial" w:cs="Arial"/>
        </w:rPr>
        <w:t xml:space="preserve">   (9)</w:t>
      </w:r>
      <w:r w:rsidRPr="000A1348">
        <w:rPr>
          <w:rFonts w:ascii="Arial" w:hAnsi="Arial" w:cs="Arial"/>
        </w:rPr>
        <w:tab/>
      </w:r>
      <w:r w:rsidRPr="000A1348">
        <w:rPr>
          <w:rFonts w:ascii="Arial" w:hAnsi="Arial" w:cs="Arial"/>
        </w:rPr>
        <w:tab/>
        <w:t xml:space="preserve">Peso puntual por sobre tamaño o sismo </w:t>
      </w:r>
    </w:p>
    <w:p w:rsidR="00FA2A22" w:rsidRPr="000A1348" w:rsidRDefault="00FA2A22" w:rsidP="000A1348">
      <w:pPr>
        <w:pStyle w:val="Textoindependiente"/>
        <w:rPr>
          <w:rFonts w:ascii="Arial" w:hAnsi="Arial" w:cs="Arial"/>
        </w:rPr>
      </w:pPr>
      <w:r w:rsidRPr="000A1348">
        <w:rPr>
          <w:rFonts w:ascii="Arial" w:hAnsi="Arial" w:cs="Arial"/>
        </w:rPr>
        <w:t xml:space="preserve">  (10)</w:t>
      </w:r>
      <w:r w:rsidRPr="000A1348">
        <w:rPr>
          <w:rFonts w:ascii="Arial" w:hAnsi="Arial" w:cs="Arial"/>
        </w:rPr>
        <w:tab/>
      </w:r>
      <w:r w:rsidRPr="000A1348">
        <w:rPr>
          <w:rFonts w:ascii="Arial" w:hAnsi="Arial" w:cs="Arial"/>
        </w:rPr>
        <w:tab/>
        <w:t>Subpresión.</w:t>
      </w:r>
    </w:p>
    <w:p w:rsidR="00FA2A22" w:rsidRPr="000A1348" w:rsidRDefault="00FA2A22" w:rsidP="000A1348">
      <w:pPr>
        <w:pStyle w:val="Textoindependiente"/>
        <w:rPr>
          <w:rFonts w:ascii="Arial" w:hAnsi="Arial" w:cs="Arial"/>
        </w:rPr>
      </w:pPr>
    </w:p>
    <w:p w:rsidR="00FA2A22" w:rsidRDefault="00FA2A22" w:rsidP="00FA2A22">
      <w:pPr>
        <w:pStyle w:val="Textoindependiente"/>
        <w:ind w:left="720" w:firstLine="696"/>
      </w:pPr>
    </w:p>
    <w:p w:rsidR="00FA2A22" w:rsidRDefault="00FA2A22" w:rsidP="00FA2A22">
      <w:pPr>
        <w:pStyle w:val="Textoindependiente"/>
        <w:rPr>
          <w:rFonts w:ascii="Arial" w:hAnsi="Arial" w:cs="Arial"/>
          <w:bCs/>
        </w:rPr>
      </w:pPr>
      <w:r w:rsidRPr="000F4F32">
        <w:rPr>
          <w:rFonts w:ascii="Arial" w:hAnsi="Arial" w:cs="Arial"/>
          <w:bCs/>
        </w:rPr>
        <w:t>Represamiento 0.25 m., por encima reja de captación.</w:t>
      </w:r>
    </w:p>
    <w:p w:rsidR="0006674F" w:rsidRDefault="0006674F" w:rsidP="00FA2A22">
      <w:pPr>
        <w:pStyle w:val="Textoindependiente"/>
        <w:rPr>
          <w:rFonts w:ascii="Arial" w:hAnsi="Arial" w:cs="Arial"/>
          <w:bCs/>
        </w:rPr>
      </w:pPr>
    </w:p>
    <w:p w:rsidR="003C6799" w:rsidRPr="0003722F" w:rsidRDefault="003C6799" w:rsidP="0003722F">
      <w:pPr>
        <w:pStyle w:val="Ttulo4"/>
        <w:numPr>
          <w:ilvl w:val="0"/>
          <w:numId w:val="0"/>
        </w:numPr>
        <w:rPr>
          <w:b/>
        </w:rPr>
      </w:pPr>
      <w:r w:rsidRPr="0003722F">
        <w:rPr>
          <w:b/>
        </w:rPr>
        <w:t>Solicitaciones por sismo</w:t>
      </w:r>
    </w:p>
    <w:p w:rsidR="003C6799" w:rsidRDefault="003C6799" w:rsidP="003C6799">
      <w:pPr>
        <w:pStyle w:val="Textoindependiente"/>
        <w:rPr>
          <w:bCs/>
        </w:rPr>
      </w:pPr>
    </w:p>
    <w:p w:rsidR="003C6799" w:rsidRPr="003C6799" w:rsidRDefault="003C6799" w:rsidP="008B3490">
      <w:pPr>
        <w:pStyle w:val="Textoindependiente"/>
        <w:numPr>
          <w:ilvl w:val="0"/>
          <w:numId w:val="10"/>
        </w:numPr>
        <w:ind w:left="142" w:firstLine="0"/>
        <w:rPr>
          <w:rFonts w:ascii="Arial" w:hAnsi="Arial" w:cs="Arial"/>
          <w:bCs/>
        </w:rPr>
      </w:pPr>
      <w:r w:rsidRPr="003C6799">
        <w:rPr>
          <w:rFonts w:ascii="Arial" w:hAnsi="Arial" w:cs="Arial"/>
          <w:bCs/>
        </w:rPr>
        <w:t>Inercia de la presa:</w:t>
      </w:r>
    </w:p>
    <w:p w:rsidR="003C6799" w:rsidRPr="003C6799" w:rsidRDefault="003C6799" w:rsidP="003C6799">
      <w:pPr>
        <w:pStyle w:val="Textoindependiente"/>
        <w:ind w:left="142"/>
        <w:rPr>
          <w:rFonts w:ascii="Arial" w:hAnsi="Arial" w:cs="Arial"/>
          <w:bCs/>
        </w:rPr>
      </w:pPr>
      <w:r w:rsidRPr="003C6799">
        <w:rPr>
          <w:rFonts w:ascii="Arial" w:hAnsi="Arial" w:cs="Arial"/>
          <w:bCs/>
        </w:rPr>
        <w:t xml:space="preserve">Fs = G * Ks * ∞ </w:t>
      </w:r>
      <w:r w:rsidRPr="003C6799">
        <w:rPr>
          <w:rFonts w:ascii="Arial" w:hAnsi="Arial" w:cs="Arial"/>
          <w:bCs/>
        </w:rPr>
        <w:tab/>
      </w:r>
    </w:p>
    <w:p w:rsidR="003C6799" w:rsidRPr="003C6799" w:rsidRDefault="003C6799" w:rsidP="003C6799">
      <w:pPr>
        <w:pStyle w:val="Textoindependiente"/>
        <w:ind w:left="142"/>
        <w:rPr>
          <w:rFonts w:ascii="Arial" w:hAnsi="Arial" w:cs="Arial"/>
          <w:bCs/>
        </w:rPr>
      </w:pPr>
      <w:r w:rsidRPr="003C6799">
        <w:rPr>
          <w:rFonts w:ascii="Arial" w:hAnsi="Arial" w:cs="Arial"/>
          <w:bCs/>
        </w:rPr>
        <w:t>G = Peso de la presa  =  3.47 ton/m.</w:t>
      </w:r>
    </w:p>
    <w:p w:rsidR="003C6799" w:rsidRPr="003C6799" w:rsidRDefault="003C6799" w:rsidP="003C6799">
      <w:pPr>
        <w:pStyle w:val="Textoindependiente"/>
        <w:ind w:left="142"/>
        <w:rPr>
          <w:rFonts w:ascii="Arial" w:hAnsi="Arial" w:cs="Arial"/>
          <w:bCs/>
        </w:rPr>
      </w:pPr>
      <w:r w:rsidRPr="003C6799">
        <w:rPr>
          <w:rFonts w:ascii="Arial" w:hAnsi="Arial" w:cs="Arial"/>
          <w:bCs/>
        </w:rPr>
        <w:t>Ks = Coeficiente sísmico = 1.00/40  intensidad sismo 7.</w:t>
      </w:r>
    </w:p>
    <w:p w:rsidR="003C6799" w:rsidRPr="003C6799" w:rsidRDefault="003C6799" w:rsidP="003C6799">
      <w:pPr>
        <w:pStyle w:val="Textoindependiente"/>
        <w:ind w:left="142"/>
        <w:rPr>
          <w:rFonts w:ascii="Arial" w:hAnsi="Arial" w:cs="Arial"/>
          <w:bCs/>
        </w:rPr>
      </w:pPr>
      <w:r w:rsidRPr="003C6799">
        <w:rPr>
          <w:rFonts w:ascii="Arial" w:hAnsi="Arial" w:cs="Arial"/>
          <w:bCs/>
        </w:rPr>
        <w:t>∞ = Coeficiente características dinámicas de construcción = 1.5.</w:t>
      </w:r>
    </w:p>
    <w:p w:rsidR="003C6799" w:rsidRPr="003C6799" w:rsidRDefault="003C6799" w:rsidP="003C6799">
      <w:pPr>
        <w:pStyle w:val="Textoindependiente"/>
        <w:ind w:left="142"/>
        <w:rPr>
          <w:rFonts w:ascii="Arial" w:hAnsi="Arial" w:cs="Arial"/>
          <w:bCs/>
        </w:rPr>
      </w:pPr>
      <w:r w:rsidRPr="003C6799">
        <w:rPr>
          <w:rFonts w:ascii="Arial" w:hAnsi="Arial" w:cs="Arial"/>
          <w:bCs/>
        </w:rPr>
        <w:t>Fs = 0.13 ton/m., aplicado a 0.42 H.</w:t>
      </w:r>
    </w:p>
    <w:p w:rsidR="003C6799" w:rsidRPr="003C6799" w:rsidRDefault="003C6799" w:rsidP="003C6799">
      <w:pPr>
        <w:pStyle w:val="Textoindependiente"/>
        <w:ind w:left="142"/>
        <w:rPr>
          <w:rFonts w:ascii="Arial" w:hAnsi="Arial" w:cs="Arial"/>
          <w:bCs/>
        </w:rPr>
      </w:pPr>
    </w:p>
    <w:p w:rsidR="003C6799" w:rsidRPr="003C6799" w:rsidRDefault="003C6799" w:rsidP="008B3490">
      <w:pPr>
        <w:pStyle w:val="Textoindependiente"/>
        <w:numPr>
          <w:ilvl w:val="0"/>
          <w:numId w:val="10"/>
        </w:numPr>
        <w:ind w:left="142" w:firstLine="0"/>
        <w:rPr>
          <w:rFonts w:ascii="Arial" w:hAnsi="Arial" w:cs="Arial"/>
          <w:bCs/>
        </w:rPr>
      </w:pPr>
      <w:r w:rsidRPr="003C6799">
        <w:rPr>
          <w:rFonts w:ascii="Arial" w:hAnsi="Arial" w:cs="Arial"/>
          <w:bCs/>
        </w:rPr>
        <w:t>Inercia del agua</w:t>
      </w:r>
    </w:p>
    <w:p w:rsidR="003C6799" w:rsidRPr="003C6799" w:rsidRDefault="003C6799" w:rsidP="003C6799">
      <w:pPr>
        <w:pStyle w:val="Textoindependiente"/>
        <w:ind w:left="142"/>
        <w:rPr>
          <w:rFonts w:ascii="Arial" w:hAnsi="Arial" w:cs="Arial"/>
          <w:bCs/>
        </w:rPr>
      </w:pPr>
      <w:r w:rsidRPr="003C6799">
        <w:rPr>
          <w:rFonts w:ascii="Arial" w:hAnsi="Arial" w:cs="Arial"/>
          <w:bCs/>
        </w:rPr>
        <w:t>Ps = (2/3) Ce * β * H</w:t>
      </w:r>
      <w:r w:rsidRPr="003C6799">
        <w:rPr>
          <w:rFonts w:ascii="Arial" w:hAnsi="Arial" w:cs="Arial"/>
          <w:bCs/>
          <w:vertAlign w:val="superscript"/>
        </w:rPr>
        <w:t>2</w:t>
      </w:r>
      <w:r w:rsidRPr="003C6799">
        <w:rPr>
          <w:rFonts w:ascii="Arial" w:hAnsi="Arial" w:cs="Arial"/>
          <w:bCs/>
        </w:rPr>
        <w:t xml:space="preserve"> </w:t>
      </w:r>
      <w:r w:rsidRPr="003C6799">
        <w:rPr>
          <w:rFonts w:ascii="Arial" w:hAnsi="Arial" w:cs="Arial"/>
          <w:bCs/>
        </w:rPr>
        <w:tab/>
        <w:t xml:space="preserve"> </w:t>
      </w:r>
    </w:p>
    <w:p w:rsidR="003C6799" w:rsidRPr="003C6799" w:rsidRDefault="003C6799" w:rsidP="003C6799">
      <w:pPr>
        <w:pStyle w:val="Textoindependiente"/>
        <w:ind w:left="142"/>
        <w:rPr>
          <w:rFonts w:ascii="Arial" w:hAnsi="Arial" w:cs="Arial"/>
          <w:bCs/>
        </w:rPr>
      </w:pPr>
      <w:r w:rsidRPr="003C6799">
        <w:rPr>
          <w:rFonts w:ascii="Arial" w:hAnsi="Arial" w:cs="Arial"/>
          <w:bCs/>
        </w:rPr>
        <w:t>Ce = (0.186)/[1.0 – 7.746  * (H/(1000 * t))</w:t>
      </w:r>
      <w:r w:rsidRPr="003C6799">
        <w:rPr>
          <w:rFonts w:ascii="Arial" w:hAnsi="Arial" w:cs="Arial"/>
          <w:bCs/>
          <w:vertAlign w:val="superscript"/>
        </w:rPr>
        <w:t>2</w:t>
      </w:r>
      <w:r w:rsidRPr="003C6799">
        <w:rPr>
          <w:rFonts w:ascii="Arial" w:hAnsi="Arial" w:cs="Arial"/>
          <w:bCs/>
        </w:rPr>
        <w:t>]</w:t>
      </w:r>
      <w:r w:rsidRPr="003C6799">
        <w:rPr>
          <w:rFonts w:ascii="Arial" w:hAnsi="Arial" w:cs="Arial"/>
          <w:bCs/>
          <w:vertAlign w:val="superscript"/>
        </w:rPr>
        <w:t>1/2</w:t>
      </w:r>
      <w:r w:rsidRPr="003C6799">
        <w:rPr>
          <w:rFonts w:ascii="Arial" w:hAnsi="Arial" w:cs="Arial"/>
          <w:bCs/>
        </w:rPr>
        <w:t xml:space="preserve">  =  0.186</w:t>
      </w:r>
    </w:p>
    <w:p w:rsidR="003C6799" w:rsidRPr="003C6799" w:rsidRDefault="003C6799" w:rsidP="003C6799">
      <w:pPr>
        <w:pStyle w:val="Textoindependiente"/>
        <w:ind w:left="142"/>
        <w:rPr>
          <w:rFonts w:ascii="Arial" w:hAnsi="Arial" w:cs="Arial"/>
          <w:bCs/>
        </w:rPr>
      </w:pPr>
      <w:r w:rsidRPr="003C6799">
        <w:rPr>
          <w:rFonts w:ascii="Arial" w:hAnsi="Arial" w:cs="Arial"/>
          <w:bCs/>
        </w:rPr>
        <w:t>β = Coeficiente que depende de la intensidad del sísmico = 0.04 sismo fuerte</w:t>
      </w:r>
    </w:p>
    <w:p w:rsidR="003C6799" w:rsidRPr="003C6799" w:rsidRDefault="003C6799" w:rsidP="003C6799">
      <w:pPr>
        <w:pStyle w:val="Textoindependiente"/>
        <w:rPr>
          <w:rFonts w:ascii="Arial" w:hAnsi="Arial" w:cs="Arial"/>
          <w:bCs/>
        </w:rPr>
      </w:pPr>
      <w:r w:rsidRPr="003C6799">
        <w:rPr>
          <w:rFonts w:ascii="Arial" w:hAnsi="Arial" w:cs="Arial"/>
          <w:bCs/>
        </w:rPr>
        <w:t xml:space="preserve">  H = 0.95 m.</w:t>
      </w:r>
    </w:p>
    <w:p w:rsidR="003C6799" w:rsidRPr="003C6799" w:rsidRDefault="003C6799" w:rsidP="003C6799">
      <w:pPr>
        <w:pStyle w:val="Textoindependiente"/>
        <w:ind w:left="142"/>
        <w:rPr>
          <w:rFonts w:ascii="Arial" w:hAnsi="Arial" w:cs="Arial"/>
          <w:bCs/>
        </w:rPr>
      </w:pPr>
      <w:r w:rsidRPr="003C6799">
        <w:rPr>
          <w:rFonts w:ascii="Arial" w:hAnsi="Arial" w:cs="Arial"/>
          <w:bCs/>
        </w:rPr>
        <w:t>Ps = 0.005 aplicado a 0.4 H</w:t>
      </w:r>
    </w:p>
    <w:p w:rsidR="003C6799" w:rsidRDefault="003C6799" w:rsidP="00FA2A22">
      <w:pPr>
        <w:pStyle w:val="Textoindependiente"/>
        <w:rPr>
          <w:rFonts w:ascii="Arial" w:hAnsi="Arial" w:cs="Arial"/>
          <w:bCs/>
        </w:rPr>
      </w:pPr>
    </w:p>
    <w:p w:rsidR="003C6799" w:rsidRDefault="003C6799" w:rsidP="00FA2A22">
      <w:pPr>
        <w:pStyle w:val="Textoindependiente"/>
        <w:rPr>
          <w:rFonts w:ascii="Arial" w:hAnsi="Arial" w:cs="Arial"/>
          <w:bCs/>
        </w:rPr>
      </w:pPr>
    </w:p>
    <w:p w:rsidR="003C6799" w:rsidRDefault="003C6799" w:rsidP="00FA2A22">
      <w:pPr>
        <w:pStyle w:val="Textoindependiente"/>
        <w:rPr>
          <w:rFonts w:ascii="Arial" w:hAnsi="Arial" w:cs="Arial"/>
          <w:bCs/>
        </w:rPr>
      </w:pPr>
    </w:p>
    <w:p w:rsidR="0006674F" w:rsidRPr="003C6799" w:rsidRDefault="0006674F" w:rsidP="0006674F">
      <w:pPr>
        <w:pStyle w:val="Textoindependiente"/>
        <w:jc w:val="center"/>
        <w:rPr>
          <w:rFonts w:ascii="Arial" w:hAnsi="Arial" w:cs="Arial"/>
          <w:b/>
          <w:bCs/>
        </w:rPr>
      </w:pPr>
      <w:r w:rsidRPr="0006674F">
        <w:rPr>
          <w:rFonts w:ascii="Arial" w:hAnsi="Arial" w:cs="Arial"/>
          <w:b/>
          <w:bCs/>
        </w:rPr>
        <w:t xml:space="preserve">Tabla 1. </w:t>
      </w:r>
      <w:r w:rsidRPr="003C6799">
        <w:rPr>
          <w:rFonts w:ascii="Arial" w:hAnsi="Arial" w:cs="Arial"/>
          <w:b/>
          <w:bCs/>
        </w:rPr>
        <w:t>Análisis estructural</w:t>
      </w:r>
      <w:r w:rsidR="005965F8">
        <w:rPr>
          <w:rFonts w:ascii="Arial" w:hAnsi="Arial" w:cs="Arial"/>
          <w:b/>
          <w:bCs/>
        </w:rPr>
        <w:t xml:space="preserve"> </w:t>
      </w:r>
      <w:r w:rsidR="005965F8" w:rsidRPr="005965F8">
        <w:rPr>
          <w:rFonts w:ascii="Arial" w:hAnsi="Arial" w:cs="Arial"/>
          <w:b/>
        </w:rPr>
        <w:t>estructura condición de servicio</w:t>
      </w:r>
    </w:p>
    <w:p w:rsidR="00FA2A22" w:rsidRDefault="00FA2A22" w:rsidP="00FA2A22">
      <w:pPr>
        <w:pStyle w:val="Textoindependiente"/>
        <w:rPr>
          <w:b/>
          <w:bCs/>
        </w:rPr>
      </w:pPr>
    </w:p>
    <w:tbl>
      <w:tblPr>
        <w:tblW w:w="878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1203"/>
        <w:gridCol w:w="1292"/>
        <w:gridCol w:w="2066"/>
        <w:gridCol w:w="904"/>
        <w:gridCol w:w="904"/>
        <w:gridCol w:w="1421"/>
      </w:tblGrid>
      <w:tr w:rsidR="003C6799" w:rsidRPr="001B64D0" w:rsidTr="00232650">
        <w:trPr>
          <w:trHeight w:val="283"/>
          <w:tblHeader/>
        </w:trPr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:rsidR="003C6799" w:rsidRPr="001B64D0" w:rsidRDefault="003C6799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B64D0">
              <w:rPr>
                <w:rFonts w:ascii="Arial" w:hAnsi="Arial" w:cs="Arial"/>
                <w:b/>
                <w:bCs/>
                <w:sz w:val="20"/>
              </w:rPr>
              <w:t>Nombre</w:t>
            </w:r>
          </w:p>
        </w:tc>
        <w:tc>
          <w:tcPr>
            <w:tcW w:w="249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3C6799" w:rsidRPr="001B64D0" w:rsidRDefault="003C6799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B64D0">
              <w:rPr>
                <w:rFonts w:ascii="Arial" w:hAnsi="Arial" w:cs="Arial"/>
                <w:b/>
                <w:bCs/>
                <w:sz w:val="20"/>
              </w:rPr>
              <w:t>Descripción</w:t>
            </w:r>
          </w:p>
        </w:tc>
        <w:tc>
          <w:tcPr>
            <w:tcW w:w="2970" w:type="dxa"/>
            <w:gridSpan w:val="2"/>
            <w:shd w:val="clear" w:color="auto" w:fill="D9D9D9" w:themeFill="background1" w:themeFillShade="D9"/>
            <w:vAlign w:val="center"/>
          </w:tcPr>
          <w:p w:rsidR="003C6799" w:rsidRPr="001B64D0" w:rsidRDefault="003C6799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B64D0">
              <w:rPr>
                <w:rFonts w:ascii="Arial" w:hAnsi="Arial" w:cs="Arial"/>
                <w:b/>
                <w:bCs/>
                <w:sz w:val="20"/>
              </w:rPr>
              <w:t>Evaluación</w:t>
            </w:r>
          </w:p>
          <w:p w:rsidR="003C6799" w:rsidRPr="001B64D0" w:rsidRDefault="003C6799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B64D0">
              <w:rPr>
                <w:rFonts w:ascii="Arial" w:hAnsi="Arial" w:cs="Arial"/>
                <w:b/>
                <w:bCs/>
                <w:sz w:val="20"/>
              </w:rPr>
              <w:t>(ton/m)</w:t>
            </w:r>
          </w:p>
        </w:tc>
        <w:tc>
          <w:tcPr>
            <w:tcW w:w="904" w:type="dxa"/>
            <w:vMerge w:val="restart"/>
            <w:shd w:val="clear" w:color="auto" w:fill="D9D9D9" w:themeFill="background1" w:themeFillShade="D9"/>
            <w:vAlign w:val="center"/>
          </w:tcPr>
          <w:p w:rsidR="003C6799" w:rsidRPr="001B64D0" w:rsidRDefault="003C6799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B64D0">
              <w:rPr>
                <w:rFonts w:ascii="Arial" w:hAnsi="Arial" w:cs="Arial"/>
                <w:b/>
                <w:bCs/>
                <w:sz w:val="20"/>
              </w:rPr>
              <w:t>Brazo(0)</w:t>
            </w:r>
          </w:p>
          <w:p w:rsidR="003C6799" w:rsidRPr="001B64D0" w:rsidRDefault="003C6799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B64D0">
              <w:rPr>
                <w:rFonts w:ascii="Arial" w:hAnsi="Arial" w:cs="Arial"/>
                <w:b/>
                <w:bCs/>
                <w:sz w:val="20"/>
              </w:rPr>
              <w:t>(m)</w:t>
            </w:r>
          </w:p>
        </w:tc>
        <w:tc>
          <w:tcPr>
            <w:tcW w:w="1421" w:type="dxa"/>
            <w:vMerge w:val="restart"/>
            <w:shd w:val="clear" w:color="auto" w:fill="D9D9D9" w:themeFill="background1" w:themeFillShade="D9"/>
            <w:vAlign w:val="center"/>
          </w:tcPr>
          <w:p w:rsidR="003C6799" w:rsidRPr="001B64D0" w:rsidRDefault="003C6799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B64D0">
              <w:rPr>
                <w:rFonts w:ascii="Arial" w:hAnsi="Arial" w:cs="Arial"/>
                <w:b/>
                <w:bCs/>
                <w:sz w:val="20"/>
              </w:rPr>
              <w:t>Momento(0)</w:t>
            </w:r>
          </w:p>
          <w:p w:rsidR="003C6799" w:rsidRPr="001B64D0" w:rsidRDefault="003C6799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B64D0">
              <w:rPr>
                <w:rFonts w:ascii="Arial" w:hAnsi="Arial" w:cs="Arial"/>
                <w:b/>
                <w:bCs/>
                <w:sz w:val="20"/>
              </w:rPr>
              <w:t>(ton-m/m)</w:t>
            </w:r>
          </w:p>
        </w:tc>
      </w:tr>
      <w:tr w:rsidR="003C6799" w:rsidRPr="001B64D0" w:rsidTr="00232650">
        <w:trPr>
          <w:trHeight w:val="283"/>
          <w:tblHeader/>
        </w:trPr>
        <w:tc>
          <w:tcPr>
            <w:tcW w:w="993" w:type="dxa"/>
            <w:vMerge/>
            <w:shd w:val="clear" w:color="auto" w:fill="D9D9D9" w:themeFill="background1" w:themeFillShade="D9"/>
            <w:vAlign w:val="center"/>
          </w:tcPr>
          <w:p w:rsidR="003C6799" w:rsidRPr="001B64D0" w:rsidRDefault="003C6799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495" w:type="dxa"/>
            <w:gridSpan w:val="2"/>
            <w:vMerge/>
            <w:shd w:val="clear" w:color="auto" w:fill="D9D9D9" w:themeFill="background1" w:themeFillShade="D9"/>
            <w:vAlign w:val="center"/>
          </w:tcPr>
          <w:p w:rsidR="003C6799" w:rsidRPr="001B64D0" w:rsidRDefault="003C6799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66" w:type="dxa"/>
            <w:shd w:val="clear" w:color="auto" w:fill="D9D9D9" w:themeFill="background1" w:themeFillShade="D9"/>
            <w:vAlign w:val="center"/>
          </w:tcPr>
          <w:p w:rsidR="003C6799" w:rsidRPr="001B64D0" w:rsidRDefault="003C6799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B64D0">
              <w:rPr>
                <w:rFonts w:ascii="Arial" w:hAnsi="Arial" w:cs="Arial"/>
                <w:b/>
                <w:bCs/>
                <w:sz w:val="20"/>
              </w:rPr>
              <w:t>Descripción</w:t>
            </w:r>
          </w:p>
        </w:tc>
        <w:tc>
          <w:tcPr>
            <w:tcW w:w="904" w:type="dxa"/>
            <w:shd w:val="clear" w:color="auto" w:fill="D9D9D9" w:themeFill="background1" w:themeFillShade="D9"/>
          </w:tcPr>
          <w:p w:rsidR="003C6799" w:rsidRPr="001B64D0" w:rsidRDefault="003C6799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B64D0">
              <w:rPr>
                <w:rFonts w:ascii="Arial" w:hAnsi="Arial" w:cs="Arial"/>
                <w:b/>
                <w:bCs/>
                <w:sz w:val="20"/>
              </w:rPr>
              <w:t>Valor</w:t>
            </w:r>
          </w:p>
        </w:tc>
        <w:tc>
          <w:tcPr>
            <w:tcW w:w="904" w:type="dxa"/>
            <w:vMerge/>
            <w:shd w:val="clear" w:color="auto" w:fill="D9D9D9" w:themeFill="background1" w:themeFillShade="D9"/>
            <w:vAlign w:val="center"/>
          </w:tcPr>
          <w:p w:rsidR="003C6799" w:rsidRPr="001B64D0" w:rsidRDefault="003C6799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21" w:type="dxa"/>
            <w:vMerge/>
            <w:shd w:val="clear" w:color="auto" w:fill="D9D9D9" w:themeFill="background1" w:themeFillShade="D9"/>
            <w:vAlign w:val="center"/>
          </w:tcPr>
          <w:p w:rsidR="003C6799" w:rsidRPr="001B64D0" w:rsidRDefault="003C6799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3C6799" w:rsidRPr="003C6799" w:rsidTr="001B64D0">
        <w:trPr>
          <w:trHeight w:val="283"/>
        </w:trPr>
        <w:tc>
          <w:tcPr>
            <w:tcW w:w="993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(1)</w:t>
            </w:r>
          </w:p>
        </w:tc>
        <w:tc>
          <w:tcPr>
            <w:tcW w:w="2495" w:type="dxa"/>
            <w:gridSpan w:val="2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Peso líquido aguas arriba</w:t>
            </w:r>
          </w:p>
        </w:tc>
        <w:tc>
          <w:tcPr>
            <w:tcW w:w="2066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1.50 * 0.95 * 1.05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1.50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1.50</w:t>
            </w:r>
          </w:p>
        </w:tc>
        <w:tc>
          <w:tcPr>
            <w:tcW w:w="1421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2.25</w:t>
            </w:r>
          </w:p>
        </w:tc>
      </w:tr>
      <w:tr w:rsidR="003C6799" w:rsidRPr="003C6799" w:rsidTr="001B64D0">
        <w:trPr>
          <w:trHeight w:val="283"/>
        </w:trPr>
        <w:tc>
          <w:tcPr>
            <w:tcW w:w="993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(2)</w:t>
            </w:r>
          </w:p>
        </w:tc>
        <w:tc>
          <w:tcPr>
            <w:tcW w:w="2495" w:type="dxa"/>
            <w:gridSpan w:val="2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Peso líquido creciente</w:t>
            </w:r>
          </w:p>
        </w:tc>
        <w:tc>
          <w:tcPr>
            <w:tcW w:w="2066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1421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---</w:t>
            </w:r>
          </w:p>
        </w:tc>
      </w:tr>
      <w:tr w:rsidR="003C6799" w:rsidRPr="003C6799" w:rsidTr="001B64D0">
        <w:trPr>
          <w:trHeight w:val="283"/>
        </w:trPr>
        <w:tc>
          <w:tcPr>
            <w:tcW w:w="993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(3)</w:t>
            </w:r>
          </w:p>
        </w:tc>
        <w:tc>
          <w:tcPr>
            <w:tcW w:w="2495" w:type="dxa"/>
            <w:gridSpan w:val="2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Peso líquido aguas abajo</w:t>
            </w:r>
          </w:p>
        </w:tc>
        <w:tc>
          <w:tcPr>
            <w:tcW w:w="2066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1421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---</w:t>
            </w:r>
          </w:p>
        </w:tc>
      </w:tr>
      <w:tr w:rsidR="003C6799" w:rsidRPr="003C6799" w:rsidTr="001B64D0">
        <w:trPr>
          <w:trHeight w:val="283"/>
        </w:trPr>
        <w:tc>
          <w:tcPr>
            <w:tcW w:w="993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(4)</w:t>
            </w:r>
          </w:p>
        </w:tc>
        <w:tc>
          <w:tcPr>
            <w:tcW w:w="2495" w:type="dxa"/>
            <w:gridSpan w:val="2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Peso dique</w:t>
            </w:r>
          </w:p>
        </w:tc>
        <w:tc>
          <w:tcPr>
            <w:tcW w:w="2066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1.45 * 0.75 * 2.40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2.61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0.38</w:t>
            </w:r>
          </w:p>
        </w:tc>
        <w:tc>
          <w:tcPr>
            <w:tcW w:w="1421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0.98</w:t>
            </w:r>
          </w:p>
        </w:tc>
      </w:tr>
      <w:tr w:rsidR="003C6799" w:rsidRPr="003C6799" w:rsidTr="001B64D0">
        <w:trPr>
          <w:trHeight w:val="283"/>
        </w:trPr>
        <w:tc>
          <w:tcPr>
            <w:tcW w:w="993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(5)</w:t>
            </w:r>
          </w:p>
        </w:tc>
        <w:tc>
          <w:tcPr>
            <w:tcW w:w="2495" w:type="dxa"/>
            <w:gridSpan w:val="2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Peso fundación</w:t>
            </w:r>
          </w:p>
        </w:tc>
        <w:tc>
          <w:tcPr>
            <w:tcW w:w="2066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1.50 * 0.20 * 2.40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0.72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1.50</w:t>
            </w:r>
          </w:p>
        </w:tc>
        <w:tc>
          <w:tcPr>
            <w:tcW w:w="1421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1.08</w:t>
            </w:r>
          </w:p>
        </w:tc>
      </w:tr>
      <w:tr w:rsidR="003C6799" w:rsidRPr="003C6799" w:rsidTr="001B64D0">
        <w:trPr>
          <w:trHeight w:val="283"/>
        </w:trPr>
        <w:tc>
          <w:tcPr>
            <w:tcW w:w="993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(6)</w:t>
            </w:r>
          </w:p>
        </w:tc>
        <w:tc>
          <w:tcPr>
            <w:tcW w:w="2495" w:type="dxa"/>
            <w:gridSpan w:val="2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Peso dentellón aguas arriba</w:t>
            </w:r>
          </w:p>
        </w:tc>
        <w:tc>
          <w:tcPr>
            <w:tcW w:w="2066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0.20 * 0.30 * 2.40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0.14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2.15</w:t>
            </w:r>
          </w:p>
        </w:tc>
        <w:tc>
          <w:tcPr>
            <w:tcW w:w="1421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0.31</w:t>
            </w:r>
          </w:p>
        </w:tc>
      </w:tr>
      <w:tr w:rsidR="003C6799" w:rsidRPr="003C6799" w:rsidTr="001B64D0">
        <w:trPr>
          <w:trHeight w:val="283"/>
        </w:trPr>
        <w:tc>
          <w:tcPr>
            <w:tcW w:w="993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(7)</w:t>
            </w:r>
          </w:p>
        </w:tc>
        <w:tc>
          <w:tcPr>
            <w:tcW w:w="2495" w:type="dxa"/>
            <w:gridSpan w:val="2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Peso dentellón aguas abajo</w:t>
            </w:r>
          </w:p>
        </w:tc>
        <w:tc>
          <w:tcPr>
            <w:tcW w:w="2066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1421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---</w:t>
            </w:r>
          </w:p>
        </w:tc>
      </w:tr>
      <w:tr w:rsidR="003C6799" w:rsidRPr="003C6799" w:rsidTr="001B64D0">
        <w:trPr>
          <w:trHeight w:val="283"/>
        </w:trPr>
        <w:tc>
          <w:tcPr>
            <w:tcW w:w="993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(8)</w:t>
            </w:r>
          </w:p>
        </w:tc>
        <w:tc>
          <w:tcPr>
            <w:tcW w:w="2495" w:type="dxa"/>
            <w:gridSpan w:val="2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Empuje líquido</w:t>
            </w:r>
          </w:p>
        </w:tc>
        <w:tc>
          <w:tcPr>
            <w:tcW w:w="2066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0.95</w:t>
            </w:r>
            <w:r w:rsidRPr="003C6799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3C6799">
              <w:rPr>
                <w:rFonts w:ascii="Arial" w:hAnsi="Arial" w:cs="Arial"/>
                <w:bCs/>
                <w:sz w:val="20"/>
              </w:rPr>
              <w:t xml:space="preserve"> * 1.05/2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0.47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0.32</w:t>
            </w:r>
          </w:p>
        </w:tc>
        <w:tc>
          <w:tcPr>
            <w:tcW w:w="1421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0.15</w:t>
            </w:r>
          </w:p>
        </w:tc>
      </w:tr>
      <w:tr w:rsidR="003C6799" w:rsidRPr="003C6799" w:rsidTr="001B64D0">
        <w:trPr>
          <w:trHeight w:val="283"/>
        </w:trPr>
        <w:tc>
          <w:tcPr>
            <w:tcW w:w="993" w:type="dxa"/>
            <w:vMerge w:val="restart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(9)</w:t>
            </w:r>
          </w:p>
        </w:tc>
        <w:tc>
          <w:tcPr>
            <w:tcW w:w="1203" w:type="dxa"/>
            <w:vMerge w:val="restart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3C6799">
              <w:rPr>
                <w:rFonts w:ascii="Arial" w:hAnsi="Arial" w:cs="Arial"/>
                <w:sz w:val="20"/>
              </w:rPr>
              <w:t xml:space="preserve">Peso </w:t>
            </w:r>
            <w:r w:rsidRPr="003C6799">
              <w:rPr>
                <w:rFonts w:ascii="Arial" w:hAnsi="Arial" w:cs="Arial"/>
                <w:sz w:val="20"/>
              </w:rPr>
              <w:lastRenderedPageBreak/>
              <w:t>puntual por sobre tamaño y sismo</w:t>
            </w:r>
          </w:p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92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3C6799">
              <w:rPr>
                <w:rFonts w:ascii="Arial" w:hAnsi="Arial" w:cs="Arial"/>
                <w:sz w:val="20"/>
              </w:rPr>
              <w:lastRenderedPageBreak/>
              <w:t xml:space="preserve">Inercia </w:t>
            </w:r>
            <w:r w:rsidRPr="003C6799">
              <w:rPr>
                <w:rFonts w:ascii="Arial" w:hAnsi="Arial" w:cs="Arial"/>
                <w:sz w:val="20"/>
              </w:rPr>
              <w:lastRenderedPageBreak/>
              <w:t>presa</w:t>
            </w:r>
          </w:p>
        </w:tc>
        <w:tc>
          <w:tcPr>
            <w:tcW w:w="2066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lastRenderedPageBreak/>
              <w:t>0.13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0.13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0.40</w:t>
            </w:r>
          </w:p>
        </w:tc>
        <w:tc>
          <w:tcPr>
            <w:tcW w:w="1421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0.05</w:t>
            </w:r>
          </w:p>
        </w:tc>
      </w:tr>
      <w:tr w:rsidR="003C6799" w:rsidRPr="003C6799" w:rsidTr="001B64D0">
        <w:trPr>
          <w:trHeight w:val="283"/>
        </w:trPr>
        <w:tc>
          <w:tcPr>
            <w:tcW w:w="993" w:type="dxa"/>
            <w:vMerge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03" w:type="dxa"/>
            <w:vMerge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92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3C6799">
              <w:rPr>
                <w:rFonts w:ascii="Arial" w:hAnsi="Arial" w:cs="Arial"/>
                <w:sz w:val="20"/>
              </w:rPr>
              <w:t>Inercia agua</w:t>
            </w:r>
          </w:p>
        </w:tc>
        <w:tc>
          <w:tcPr>
            <w:tcW w:w="2066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0.005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0.005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0.38</w:t>
            </w:r>
          </w:p>
        </w:tc>
        <w:tc>
          <w:tcPr>
            <w:tcW w:w="1421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Despreciable</w:t>
            </w:r>
          </w:p>
        </w:tc>
      </w:tr>
      <w:tr w:rsidR="003C6799" w:rsidRPr="003C6799" w:rsidTr="001B64D0">
        <w:trPr>
          <w:trHeight w:val="283"/>
        </w:trPr>
        <w:tc>
          <w:tcPr>
            <w:tcW w:w="993" w:type="dxa"/>
            <w:vMerge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03" w:type="dxa"/>
            <w:vMerge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92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3C6799">
              <w:rPr>
                <w:rFonts w:ascii="Arial" w:hAnsi="Arial" w:cs="Arial"/>
                <w:sz w:val="20"/>
              </w:rPr>
              <w:t>Puntual sobre tamaño</w:t>
            </w:r>
          </w:p>
        </w:tc>
        <w:tc>
          <w:tcPr>
            <w:tcW w:w="2066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0.1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0.1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0.95</w:t>
            </w:r>
          </w:p>
        </w:tc>
        <w:tc>
          <w:tcPr>
            <w:tcW w:w="1421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0.10</w:t>
            </w:r>
          </w:p>
        </w:tc>
      </w:tr>
      <w:tr w:rsidR="003C6799" w:rsidRPr="003C6799" w:rsidTr="001B64D0">
        <w:trPr>
          <w:trHeight w:val="283"/>
        </w:trPr>
        <w:tc>
          <w:tcPr>
            <w:tcW w:w="993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(10)</w:t>
            </w:r>
          </w:p>
        </w:tc>
        <w:tc>
          <w:tcPr>
            <w:tcW w:w="2495" w:type="dxa"/>
            <w:gridSpan w:val="2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Subpresión</w:t>
            </w:r>
          </w:p>
        </w:tc>
        <w:tc>
          <w:tcPr>
            <w:tcW w:w="2066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0.95 * 1.50 * 1.00/2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0.71</w:t>
            </w:r>
          </w:p>
        </w:tc>
        <w:tc>
          <w:tcPr>
            <w:tcW w:w="904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1.00</w:t>
            </w:r>
          </w:p>
        </w:tc>
        <w:tc>
          <w:tcPr>
            <w:tcW w:w="1421" w:type="dxa"/>
            <w:vAlign w:val="center"/>
          </w:tcPr>
          <w:p w:rsidR="003C6799" w:rsidRPr="003C6799" w:rsidRDefault="003C6799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3C6799">
              <w:rPr>
                <w:rFonts w:ascii="Arial" w:hAnsi="Arial" w:cs="Arial"/>
                <w:bCs/>
                <w:sz w:val="20"/>
              </w:rPr>
              <w:t>0.71</w:t>
            </w:r>
          </w:p>
        </w:tc>
      </w:tr>
    </w:tbl>
    <w:p w:rsidR="00FA2A22" w:rsidRPr="003C6799" w:rsidRDefault="003C6799" w:rsidP="00FA2A22">
      <w:pPr>
        <w:pStyle w:val="Textoindependiente"/>
        <w:ind w:left="720" w:firstLine="696"/>
        <w:rPr>
          <w:rFonts w:ascii="Arial" w:hAnsi="Arial" w:cs="Arial"/>
          <w:b/>
          <w:bCs/>
          <w:szCs w:val="24"/>
        </w:rPr>
      </w:pPr>
      <w:r w:rsidRPr="003C6799">
        <w:rPr>
          <w:rFonts w:ascii="Arial" w:hAnsi="Arial" w:cs="Arial"/>
          <w:bCs/>
        </w:rPr>
        <w:t>Nota: La carga puntual sobre tamaño propuesta.</w:t>
      </w:r>
    </w:p>
    <w:p w:rsidR="00446B59" w:rsidRDefault="00FA2A22" w:rsidP="00FA2A22">
      <w:pPr>
        <w:pStyle w:val="Ttulo"/>
        <w:jc w:val="left"/>
      </w:pPr>
      <w:r>
        <w:t xml:space="preserve">   </w:t>
      </w:r>
    </w:p>
    <w:p w:rsidR="00FA2A22" w:rsidRDefault="008B6575" w:rsidP="0003722F">
      <w:pPr>
        <w:pStyle w:val="Ttulo3"/>
        <w:numPr>
          <w:ilvl w:val="0"/>
          <w:numId w:val="0"/>
        </w:numPr>
      </w:pPr>
      <w:r>
        <w:t xml:space="preserve">1.3.1.1 </w:t>
      </w:r>
      <w:r w:rsidR="00872EBC">
        <w:t>CÁLCULOS DE ESTABILIDAD</w:t>
      </w:r>
    </w:p>
    <w:p w:rsidR="003C6799" w:rsidRPr="003C6799" w:rsidRDefault="003C6799" w:rsidP="003C6799">
      <w:pPr>
        <w:pStyle w:val="Ttulo"/>
        <w:ind w:left="1416" w:firstLine="708"/>
        <w:jc w:val="left"/>
        <w:rPr>
          <w:rFonts w:cs="Arial"/>
          <w:b w:val="0"/>
          <w:bCs/>
          <w:sz w:val="24"/>
          <w:szCs w:val="24"/>
          <w:lang w:val="fr-FR"/>
        </w:rPr>
      </w:pPr>
      <w:r w:rsidRPr="003C6799">
        <w:rPr>
          <w:rFonts w:cs="Arial"/>
          <w:b w:val="0"/>
          <w:bCs/>
          <w:sz w:val="24"/>
          <w:szCs w:val="24"/>
        </w:rPr>
        <w:sym w:font="Symbol" w:char="F053"/>
      </w:r>
      <w:r w:rsidRPr="003C6799">
        <w:rPr>
          <w:rFonts w:cs="Arial"/>
          <w:b w:val="0"/>
          <w:bCs/>
          <w:sz w:val="24"/>
          <w:szCs w:val="24"/>
          <w:lang w:val="fr-FR"/>
        </w:rPr>
        <w:t xml:space="preserve"> Fv  = V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 xml:space="preserve">1  </w:t>
      </w:r>
      <w:r w:rsidRPr="003C6799">
        <w:rPr>
          <w:rFonts w:cs="Arial"/>
          <w:b w:val="0"/>
          <w:bCs/>
          <w:sz w:val="24"/>
          <w:szCs w:val="24"/>
          <w:lang w:val="fr-FR"/>
        </w:rPr>
        <w:t>+ V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 xml:space="preserve">4  </w:t>
      </w:r>
      <w:r w:rsidRPr="003C6799">
        <w:rPr>
          <w:rFonts w:cs="Arial"/>
          <w:b w:val="0"/>
          <w:bCs/>
          <w:sz w:val="24"/>
          <w:szCs w:val="24"/>
          <w:lang w:val="fr-FR"/>
        </w:rPr>
        <w:t>+ V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 xml:space="preserve">5 </w:t>
      </w:r>
      <w:r w:rsidRPr="003C6799">
        <w:rPr>
          <w:rFonts w:cs="Arial"/>
          <w:b w:val="0"/>
          <w:bCs/>
          <w:sz w:val="24"/>
          <w:szCs w:val="24"/>
          <w:lang w:val="fr-FR"/>
        </w:rPr>
        <w:t>+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 xml:space="preserve"> </w:t>
      </w:r>
      <w:r w:rsidRPr="003C6799">
        <w:rPr>
          <w:rFonts w:cs="Arial"/>
          <w:b w:val="0"/>
          <w:bCs/>
          <w:sz w:val="24"/>
          <w:szCs w:val="24"/>
          <w:lang w:val="fr-FR"/>
        </w:rPr>
        <w:t>V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 xml:space="preserve">6 </w:t>
      </w:r>
      <w:r w:rsidRPr="003C6799">
        <w:rPr>
          <w:rFonts w:cs="Arial"/>
          <w:b w:val="0"/>
          <w:bCs/>
          <w:sz w:val="24"/>
          <w:szCs w:val="24"/>
          <w:lang w:val="fr-FR"/>
        </w:rPr>
        <w:t>+ V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 xml:space="preserve">7 </w:t>
      </w:r>
      <w:r w:rsidRPr="003C6799">
        <w:rPr>
          <w:rFonts w:cs="Arial"/>
          <w:b w:val="0"/>
          <w:bCs/>
          <w:sz w:val="24"/>
          <w:szCs w:val="24"/>
          <w:lang w:val="fr-FR"/>
        </w:rPr>
        <w:t>- V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>10</w:t>
      </w:r>
    </w:p>
    <w:p w:rsidR="003C6799" w:rsidRPr="003C6799" w:rsidRDefault="003C6799" w:rsidP="003C6799">
      <w:pPr>
        <w:pStyle w:val="Ttulo"/>
        <w:ind w:left="1416" w:firstLine="708"/>
        <w:jc w:val="left"/>
        <w:rPr>
          <w:rFonts w:cs="Arial"/>
          <w:b w:val="0"/>
          <w:bCs/>
          <w:sz w:val="24"/>
          <w:szCs w:val="24"/>
          <w:lang w:val="fr-FR"/>
        </w:rPr>
      </w:pPr>
    </w:p>
    <w:p w:rsidR="003C6799" w:rsidRPr="003C6799" w:rsidRDefault="003C6799" w:rsidP="003C6799">
      <w:pPr>
        <w:pStyle w:val="Ttulo"/>
        <w:ind w:left="1416" w:firstLine="708"/>
        <w:jc w:val="left"/>
        <w:rPr>
          <w:rFonts w:cs="Arial"/>
          <w:b w:val="0"/>
          <w:bCs/>
          <w:sz w:val="24"/>
          <w:szCs w:val="24"/>
          <w:lang w:val="fr-FR"/>
        </w:rPr>
      </w:pPr>
      <w:r w:rsidRPr="003C6799">
        <w:rPr>
          <w:rFonts w:cs="Arial"/>
          <w:b w:val="0"/>
          <w:bCs/>
          <w:sz w:val="24"/>
          <w:szCs w:val="24"/>
        </w:rPr>
        <w:sym w:font="Symbol" w:char="F053"/>
      </w:r>
      <w:r w:rsidRPr="003C6799">
        <w:rPr>
          <w:rFonts w:cs="Arial"/>
          <w:b w:val="0"/>
          <w:bCs/>
          <w:sz w:val="24"/>
          <w:szCs w:val="24"/>
          <w:lang w:val="fr-FR"/>
        </w:rPr>
        <w:t xml:space="preserve"> Fv  =  4.26 ton/m</w:t>
      </w:r>
    </w:p>
    <w:p w:rsidR="003C6799" w:rsidRPr="003C6799" w:rsidRDefault="003C6799" w:rsidP="003C6799">
      <w:pPr>
        <w:pStyle w:val="Ttulo"/>
        <w:ind w:left="1416" w:firstLine="708"/>
        <w:jc w:val="left"/>
        <w:rPr>
          <w:rFonts w:cs="Arial"/>
          <w:b w:val="0"/>
          <w:bCs/>
          <w:sz w:val="24"/>
          <w:szCs w:val="24"/>
          <w:lang w:val="fr-FR"/>
        </w:rPr>
      </w:pPr>
    </w:p>
    <w:p w:rsidR="003C6799" w:rsidRPr="003C6799" w:rsidRDefault="003C6799" w:rsidP="003C6799">
      <w:pPr>
        <w:pStyle w:val="Ttulo"/>
        <w:ind w:left="1416" w:firstLine="708"/>
        <w:jc w:val="left"/>
        <w:rPr>
          <w:rFonts w:cs="Arial"/>
          <w:sz w:val="24"/>
          <w:szCs w:val="24"/>
          <w:lang w:val="fr-FR"/>
        </w:rPr>
      </w:pPr>
      <w:r w:rsidRPr="003C6799">
        <w:rPr>
          <w:rFonts w:cs="Arial"/>
          <w:b w:val="0"/>
          <w:bCs/>
          <w:sz w:val="24"/>
          <w:szCs w:val="24"/>
        </w:rPr>
        <w:sym w:font="Symbol" w:char="F053"/>
      </w:r>
      <w:r w:rsidRPr="003C6799">
        <w:rPr>
          <w:rFonts w:cs="Arial"/>
          <w:b w:val="0"/>
          <w:bCs/>
          <w:sz w:val="24"/>
          <w:szCs w:val="24"/>
          <w:lang w:val="fr-FR"/>
        </w:rPr>
        <w:t xml:space="preserve"> M</w:t>
      </w:r>
      <w:r w:rsidRPr="003C6799">
        <w:rPr>
          <w:rFonts w:cs="Arial"/>
          <w:b w:val="0"/>
          <w:bCs/>
          <w:sz w:val="24"/>
          <w:szCs w:val="24"/>
          <w:vertAlign w:val="superscript"/>
          <w:lang w:val="fr-FR"/>
        </w:rPr>
        <w:t>(+)</w:t>
      </w:r>
      <w:r w:rsidRPr="003C6799">
        <w:rPr>
          <w:rFonts w:cs="Arial"/>
          <w:b w:val="0"/>
          <w:bCs/>
          <w:sz w:val="24"/>
          <w:szCs w:val="24"/>
          <w:lang w:val="fr-FR"/>
        </w:rPr>
        <w:t xml:space="preserve"> = M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 xml:space="preserve">1  </w:t>
      </w:r>
      <w:r w:rsidRPr="003C6799">
        <w:rPr>
          <w:rFonts w:cs="Arial"/>
          <w:b w:val="0"/>
          <w:bCs/>
          <w:sz w:val="24"/>
          <w:szCs w:val="24"/>
          <w:lang w:val="fr-FR"/>
        </w:rPr>
        <w:t>+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 xml:space="preserve">  </w:t>
      </w:r>
      <w:r w:rsidRPr="003C6799">
        <w:rPr>
          <w:rFonts w:cs="Arial"/>
          <w:b w:val="0"/>
          <w:bCs/>
          <w:sz w:val="24"/>
          <w:szCs w:val="24"/>
          <w:lang w:val="fr-FR"/>
        </w:rPr>
        <w:t>M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 xml:space="preserve">4  </w:t>
      </w:r>
      <w:r w:rsidRPr="003C6799">
        <w:rPr>
          <w:rFonts w:cs="Arial"/>
          <w:b w:val="0"/>
          <w:bCs/>
          <w:sz w:val="24"/>
          <w:szCs w:val="24"/>
          <w:lang w:val="fr-FR"/>
        </w:rPr>
        <w:t>+ M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 xml:space="preserve">5  </w:t>
      </w:r>
      <w:r w:rsidRPr="003C6799">
        <w:rPr>
          <w:rFonts w:cs="Arial"/>
          <w:b w:val="0"/>
          <w:bCs/>
          <w:sz w:val="24"/>
          <w:szCs w:val="24"/>
          <w:lang w:val="fr-FR"/>
        </w:rPr>
        <w:t>+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 xml:space="preserve"> </w:t>
      </w:r>
      <w:r w:rsidRPr="003C6799">
        <w:rPr>
          <w:rFonts w:cs="Arial"/>
          <w:b w:val="0"/>
          <w:bCs/>
          <w:sz w:val="24"/>
          <w:szCs w:val="24"/>
          <w:lang w:val="fr-FR"/>
        </w:rPr>
        <w:t>M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 xml:space="preserve">6  </w:t>
      </w:r>
      <w:r w:rsidRPr="003C6799">
        <w:rPr>
          <w:rFonts w:cs="Arial"/>
          <w:b w:val="0"/>
          <w:bCs/>
          <w:sz w:val="24"/>
          <w:szCs w:val="24"/>
          <w:lang w:val="fr-FR"/>
        </w:rPr>
        <w:t>+ M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>7.</w:t>
      </w:r>
    </w:p>
    <w:p w:rsidR="003C6799" w:rsidRPr="003C6799" w:rsidRDefault="003C6799" w:rsidP="003C6799">
      <w:pPr>
        <w:pStyle w:val="Ttulo"/>
        <w:jc w:val="left"/>
        <w:rPr>
          <w:rFonts w:cs="Arial"/>
          <w:sz w:val="24"/>
          <w:szCs w:val="24"/>
          <w:lang w:val="fr-FR"/>
        </w:rPr>
      </w:pPr>
    </w:p>
    <w:p w:rsidR="003C6799" w:rsidRPr="003C6799" w:rsidRDefault="003C6799" w:rsidP="003C6799">
      <w:pPr>
        <w:pStyle w:val="Ttulo"/>
        <w:ind w:left="1995"/>
        <w:jc w:val="left"/>
        <w:rPr>
          <w:rFonts w:cs="Arial"/>
          <w:sz w:val="24"/>
          <w:szCs w:val="24"/>
          <w:lang w:val="fr-FR"/>
        </w:rPr>
      </w:pP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b w:val="0"/>
          <w:bCs/>
          <w:sz w:val="24"/>
          <w:szCs w:val="24"/>
        </w:rPr>
        <w:sym w:font="Symbol" w:char="F053"/>
      </w:r>
      <w:r w:rsidRPr="003C6799">
        <w:rPr>
          <w:rFonts w:cs="Arial"/>
          <w:b w:val="0"/>
          <w:bCs/>
          <w:sz w:val="24"/>
          <w:szCs w:val="24"/>
          <w:lang w:val="fr-FR"/>
        </w:rPr>
        <w:t xml:space="preserve"> M</w:t>
      </w:r>
      <w:r w:rsidRPr="003C6799">
        <w:rPr>
          <w:rFonts w:cs="Arial"/>
          <w:b w:val="0"/>
          <w:bCs/>
          <w:sz w:val="24"/>
          <w:szCs w:val="24"/>
          <w:vertAlign w:val="superscript"/>
          <w:lang w:val="fr-FR"/>
        </w:rPr>
        <w:t>(+)</w:t>
      </w:r>
      <w:r w:rsidRPr="003C6799">
        <w:rPr>
          <w:rFonts w:cs="Arial"/>
          <w:b w:val="0"/>
          <w:bCs/>
          <w:sz w:val="24"/>
          <w:szCs w:val="24"/>
          <w:lang w:val="fr-FR"/>
        </w:rPr>
        <w:t xml:space="preserve"> = 4.61 ton-m/m</w:t>
      </w:r>
    </w:p>
    <w:p w:rsidR="003C6799" w:rsidRPr="003C6799" w:rsidRDefault="003C6799" w:rsidP="003C6799">
      <w:pPr>
        <w:pStyle w:val="Ttulo"/>
        <w:rPr>
          <w:rFonts w:cs="Arial"/>
          <w:sz w:val="24"/>
          <w:szCs w:val="24"/>
          <w:lang w:val="fr-FR"/>
        </w:rPr>
      </w:pPr>
    </w:p>
    <w:p w:rsidR="003C6799" w:rsidRPr="003C6799" w:rsidRDefault="003C6799" w:rsidP="003C6799">
      <w:pPr>
        <w:pStyle w:val="Ttulo"/>
        <w:ind w:left="1416" w:firstLine="708"/>
        <w:jc w:val="left"/>
        <w:rPr>
          <w:rFonts w:cs="Arial"/>
          <w:sz w:val="24"/>
          <w:szCs w:val="24"/>
          <w:lang w:val="fr-FR"/>
        </w:rPr>
      </w:pPr>
      <w:r w:rsidRPr="003C6799">
        <w:rPr>
          <w:rFonts w:cs="Arial"/>
          <w:b w:val="0"/>
          <w:bCs/>
          <w:sz w:val="24"/>
          <w:szCs w:val="24"/>
        </w:rPr>
        <w:sym w:font="Symbol" w:char="F053"/>
      </w:r>
      <w:r w:rsidRPr="003C6799">
        <w:rPr>
          <w:rFonts w:cs="Arial"/>
          <w:b w:val="0"/>
          <w:bCs/>
          <w:sz w:val="24"/>
          <w:szCs w:val="24"/>
          <w:lang w:val="fr-FR"/>
        </w:rPr>
        <w:t xml:space="preserve"> M</w:t>
      </w:r>
      <w:r w:rsidRPr="003C6799">
        <w:rPr>
          <w:rFonts w:cs="Arial"/>
          <w:b w:val="0"/>
          <w:bCs/>
          <w:sz w:val="24"/>
          <w:szCs w:val="24"/>
          <w:vertAlign w:val="superscript"/>
          <w:lang w:val="fr-FR"/>
        </w:rPr>
        <w:t>(-)</w:t>
      </w:r>
      <w:r w:rsidRPr="003C6799">
        <w:rPr>
          <w:rFonts w:cs="Arial"/>
          <w:b w:val="0"/>
          <w:bCs/>
          <w:sz w:val="24"/>
          <w:szCs w:val="24"/>
          <w:lang w:val="fr-FR"/>
        </w:rPr>
        <w:t xml:space="preserve"> = 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 xml:space="preserve"> </w:t>
      </w:r>
      <w:r w:rsidRPr="003C6799">
        <w:rPr>
          <w:rFonts w:cs="Arial"/>
          <w:b w:val="0"/>
          <w:bCs/>
          <w:sz w:val="24"/>
          <w:szCs w:val="24"/>
          <w:lang w:val="fr-FR"/>
        </w:rPr>
        <w:t>M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 xml:space="preserve">8  </w:t>
      </w:r>
      <w:r w:rsidRPr="003C6799">
        <w:rPr>
          <w:rFonts w:cs="Arial"/>
          <w:b w:val="0"/>
          <w:bCs/>
          <w:sz w:val="24"/>
          <w:szCs w:val="24"/>
          <w:lang w:val="fr-FR"/>
        </w:rPr>
        <w:t>+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 xml:space="preserve">  </w:t>
      </w:r>
      <w:r w:rsidRPr="003C6799">
        <w:rPr>
          <w:rFonts w:cs="Arial"/>
          <w:b w:val="0"/>
          <w:bCs/>
          <w:sz w:val="24"/>
          <w:szCs w:val="24"/>
          <w:lang w:val="fr-FR"/>
        </w:rPr>
        <w:t>M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 xml:space="preserve">9  </w:t>
      </w:r>
      <w:r w:rsidRPr="003C6799">
        <w:rPr>
          <w:rFonts w:cs="Arial"/>
          <w:b w:val="0"/>
          <w:bCs/>
          <w:sz w:val="24"/>
          <w:szCs w:val="24"/>
          <w:lang w:val="fr-FR"/>
        </w:rPr>
        <w:t>+ M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>10</w:t>
      </w:r>
      <w:r w:rsidRPr="003C6799">
        <w:rPr>
          <w:rFonts w:cs="Arial"/>
          <w:b w:val="0"/>
          <w:bCs/>
          <w:sz w:val="24"/>
          <w:szCs w:val="24"/>
          <w:lang w:val="fr-FR"/>
        </w:rPr>
        <w:t xml:space="preserve"> </w:t>
      </w:r>
    </w:p>
    <w:p w:rsidR="003C6799" w:rsidRPr="003C6799" w:rsidRDefault="003C6799" w:rsidP="003C6799">
      <w:pPr>
        <w:pStyle w:val="Ttulo"/>
        <w:jc w:val="left"/>
        <w:rPr>
          <w:rFonts w:cs="Arial"/>
          <w:sz w:val="24"/>
          <w:szCs w:val="24"/>
          <w:lang w:val="fr-FR"/>
        </w:rPr>
      </w:pPr>
    </w:p>
    <w:p w:rsidR="003C6799" w:rsidRPr="003C6799" w:rsidRDefault="003C6799" w:rsidP="003C6799">
      <w:pPr>
        <w:pStyle w:val="Ttulo"/>
        <w:jc w:val="left"/>
        <w:rPr>
          <w:rFonts w:cs="Arial"/>
          <w:sz w:val="24"/>
          <w:szCs w:val="24"/>
          <w:lang w:val="en-US"/>
        </w:rPr>
      </w:pP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sz w:val="24"/>
          <w:szCs w:val="24"/>
          <w:lang w:val="fr-FR"/>
        </w:rPr>
        <w:tab/>
      </w:r>
      <w:r w:rsidRPr="003C6799">
        <w:rPr>
          <w:rFonts w:cs="Arial"/>
          <w:b w:val="0"/>
          <w:bCs/>
          <w:sz w:val="24"/>
          <w:szCs w:val="24"/>
        </w:rPr>
        <w:sym w:font="Symbol" w:char="F053"/>
      </w:r>
      <w:r w:rsidRPr="003C6799">
        <w:rPr>
          <w:rFonts w:cs="Arial"/>
          <w:b w:val="0"/>
          <w:bCs/>
          <w:sz w:val="24"/>
          <w:szCs w:val="24"/>
          <w:lang w:val="fr-FR"/>
        </w:rPr>
        <w:t xml:space="preserve"> M</w:t>
      </w:r>
      <w:r w:rsidRPr="003C6799">
        <w:rPr>
          <w:rFonts w:cs="Arial"/>
          <w:b w:val="0"/>
          <w:bCs/>
          <w:sz w:val="24"/>
          <w:szCs w:val="24"/>
          <w:vertAlign w:val="superscript"/>
          <w:lang w:val="fr-FR"/>
        </w:rPr>
        <w:t>(-)</w:t>
      </w:r>
      <w:r w:rsidRPr="003C6799">
        <w:rPr>
          <w:rFonts w:cs="Arial"/>
          <w:b w:val="0"/>
          <w:bCs/>
          <w:sz w:val="24"/>
          <w:szCs w:val="24"/>
          <w:lang w:val="fr-FR"/>
        </w:rPr>
        <w:t xml:space="preserve"> = 1.01 </w:t>
      </w:r>
      <w:r w:rsidRPr="003C6799">
        <w:rPr>
          <w:rFonts w:cs="Arial"/>
          <w:b w:val="0"/>
          <w:bCs/>
          <w:sz w:val="24"/>
          <w:szCs w:val="24"/>
          <w:lang w:val="en-US"/>
        </w:rPr>
        <w:t>ton-m/m</w:t>
      </w:r>
    </w:p>
    <w:p w:rsidR="003C6799" w:rsidRPr="003C6799" w:rsidRDefault="003C6799" w:rsidP="003C6799">
      <w:pPr>
        <w:pStyle w:val="Ttulo"/>
        <w:jc w:val="left"/>
        <w:rPr>
          <w:rFonts w:cs="Arial"/>
          <w:sz w:val="24"/>
          <w:szCs w:val="24"/>
          <w:lang w:val="en-US"/>
        </w:rPr>
      </w:pPr>
    </w:p>
    <w:p w:rsidR="003C6799" w:rsidRPr="003C6799" w:rsidRDefault="003C6799" w:rsidP="003C6799">
      <w:pPr>
        <w:pStyle w:val="Ttulo"/>
        <w:ind w:left="1416" w:firstLine="708"/>
        <w:jc w:val="left"/>
        <w:rPr>
          <w:rFonts w:cs="Arial"/>
          <w:b w:val="0"/>
          <w:bCs/>
          <w:sz w:val="24"/>
          <w:szCs w:val="24"/>
          <w:lang w:val="fr-FR"/>
        </w:rPr>
      </w:pPr>
      <w:r w:rsidRPr="003C6799">
        <w:rPr>
          <w:rFonts w:cs="Arial"/>
          <w:b w:val="0"/>
          <w:bCs/>
          <w:sz w:val="24"/>
          <w:szCs w:val="24"/>
        </w:rPr>
        <w:sym w:font="Symbol" w:char="F053"/>
      </w:r>
      <w:r w:rsidRPr="003C6799">
        <w:rPr>
          <w:rFonts w:cs="Arial"/>
          <w:b w:val="0"/>
          <w:bCs/>
          <w:sz w:val="24"/>
          <w:szCs w:val="24"/>
          <w:lang w:val="fr-FR"/>
        </w:rPr>
        <w:t xml:space="preserve"> F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>H</w:t>
      </w:r>
      <w:r w:rsidRPr="003C6799">
        <w:rPr>
          <w:rFonts w:cs="Arial"/>
          <w:b w:val="0"/>
          <w:bCs/>
          <w:sz w:val="24"/>
          <w:szCs w:val="24"/>
          <w:lang w:val="fr-FR"/>
        </w:rPr>
        <w:t xml:space="preserve">  = V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>8</w:t>
      </w:r>
      <w:r w:rsidRPr="003C6799">
        <w:rPr>
          <w:rFonts w:cs="Arial"/>
          <w:b w:val="0"/>
          <w:bCs/>
          <w:sz w:val="24"/>
          <w:szCs w:val="24"/>
          <w:lang w:val="fr-FR"/>
        </w:rPr>
        <w:t xml:space="preserve"> + V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>9</w:t>
      </w:r>
    </w:p>
    <w:p w:rsidR="003C6799" w:rsidRPr="003C6799" w:rsidRDefault="003C6799" w:rsidP="003C6799">
      <w:pPr>
        <w:pStyle w:val="Ttulo"/>
        <w:ind w:left="1416" w:firstLine="708"/>
        <w:jc w:val="left"/>
        <w:rPr>
          <w:rFonts w:cs="Arial"/>
          <w:b w:val="0"/>
          <w:bCs/>
          <w:sz w:val="24"/>
          <w:szCs w:val="24"/>
          <w:lang w:val="fr-FR"/>
        </w:rPr>
      </w:pPr>
    </w:p>
    <w:p w:rsidR="003C6799" w:rsidRPr="003C6799" w:rsidRDefault="003C6799" w:rsidP="003C6799">
      <w:pPr>
        <w:pStyle w:val="Ttulo"/>
        <w:ind w:left="1416" w:firstLine="708"/>
        <w:jc w:val="left"/>
        <w:rPr>
          <w:rFonts w:cs="Arial"/>
          <w:b w:val="0"/>
          <w:bCs/>
          <w:sz w:val="24"/>
          <w:szCs w:val="24"/>
          <w:lang w:val="fr-FR"/>
        </w:rPr>
      </w:pPr>
      <w:r w:rsidRPr="003C6799">
        <w:rPr>
          <w:rFonts w:cs="Arial"/>
          <w:b w:val="0"/>
          <w:bCs/>
          <w:sz w:val="24"/>
          <w:szCs w:val="24"/>
        </w:rPr>
        <w:sym w:font="Symbol" w:char="F053"/>
      </w:r>
      <w:r w:rsidRPr="003C6799">
        <w:rPr>
          <w:rFonts w:cs="Arial"/>
          <w:b w:val="0"/>
          <w:bCs/>
          <w:sz w:val="24"/>
          <w:szCs w:val="24"/>
          <w:lang w:val="fr-FR"/>
        </w:rPr>
        <w:t xml:space="preserve"> F</w:t>
      </w:r>
      <w:r w:rsidRPr="003C6799">
        <w:rPr>
          <w:rFonts w:cs="Arial"/>
          <w:b w:val="0"/>
          <w:bCs/>
          <w:sz w:val="24"/>
          <w:szCs w:val="24"/>
          <w:vertAlign w:val="subscript"/>
          <w:lang w:val="fr-FR"/>
        </w:rPr>
        <w:t>H</w:t>
      </w:r>
      <w:r w:rsidRPr="003C6799">
        <w:rPr>
          <w:rFonts w:cs="Arial"/>
          <w:b w:val="0"/>
          <w:bCs/>
          <w:sz w:val="24"/>
          <w:szCs w:val="24"/>
          <w:lang w:val="fr-FR"/>
        </w:rPr>
        <w:t xml:space="preserve">  =  0.71 ton/m</w:t>
      </w:r>
    </w:p>
    <w:p w:rsidR="003C6799" w:rsidRPr="00446B59" w:rsidRDefault="003C6799" w:rsidP="00FA2A22">
      <w:pPr>
        <w:pStyle w:val="Ttulo"/>
        <w:jc w:val="left"/>
        <w:rPr>
          <w:sz w:val="24"/>
          <w:szCs w:val="24"/>
        </w:rPr>
      </w:pPr>
    </w:p>
    <w:p w:rsidR="00FA2A22" w:rsidRPr="0003722F" w:rsidRDefault="000A1348" w:rsidP="0003722F">
      <w:pPr>
        <w:pStyle w:val="Ttulo4"/>
        <w:numPr>
          <w:ilvl w:val="0"/>
          <w:numId w:val="0"/>
        </w:numPr>
        <w:rPr>
          <w:b/>
        </w:rPr>
      </w:pPr>
      <w:r w:rsidRPr="0003722F">
        <w:rPr>
          <w:b/>
        </w:rPr>
        <w:t>Seguridad contra volcamiento</w:t>
      </w:r>
    </w:p>
    <w:p w:rsidR="003C6799" w:rsidRPr="003C6799" w:rsidRDefault="003C6799" w:rsidP="003C6799">
      <w:pPr>
        <w:pStyle w:val="Ttulo"/>
        <w:rPr>
          <w:b w:val="0"/>
          <w:bCs/>
          <w:sz w:val="24"/>
          <w:szCs w:val="24"/>
          <w:lang w:val="es-CO"/>
        </w:rPr>
      </w:pPr>
      <w:r w:rsidRPr="003C6799">
        <w:rPr>
          <w:b w:val="0"/>
          <w:bCs/>
          <w:sz w:val="24"/>
          <w:szCs w:val="24"/>
          <w:lang w:val="es-CO"/>
        </w:rPr>
        <w:t>f</w:t>
      </w:r>
      <w:r w:rsidRPr="003C6799">
        <w:rPr>
          <w:b w:val="0"/>
          <w:bCs/>
          <w:sz w:val="24"/>
          <w:szCs w:val="24"/>
          <w:vertAlign w:val="subscript"/>
          <w:lang w:val="es-CO"/>
        </w:rPr>
        <w:t>sv</w:t>
      </w:r>
      <w:r w:rsidRPr="003C6799">
        <w:rPr>
          <w:b w:val="0"/>
          <w:bCs/>
          <w:sz w:val="24"/>
          <w:szCs w:val="24"/>
          <w:lang w:val="es-CO"/>
        </w:rPr>
        <w:t xml:space="preserve">  </w:t>
      </w:r>
      <w:r w:rsidRPr="003C6799">
        <w:rPr>
          <w:b w:val="0"/>
          <w:bCs/>
          <w:sz w:val="24"/>
          <w:szCs w:val="24"/>
          <w:u w:val="single"/>
          <w:lang w:val="es-CO"/>
        </w:rPr>
        <w:t xml:space="preserve">=  </w:t>
      </w:r>
      <w:r w:rsidRPr="003C6799">
        <w:rPr>
          <w:b w:val="0"/>
          <w:bCs/>
          <w:sz w:val="24"/>
          <w:szCs w:val="24"/>
          <w:u w:val="single"/>
        </w:rPr>
        <w:sym w:font="Symbol" w:char="F053"/>
      </w:r>
      <w:r w:rsidRPr="003C6799">
        <w:rPr>
          <w:b w:val="0"/>
          <w:bCs/>
          <w:sz w:val="24"/>
          <w:szCs w:val="24"/>
          <w:u w:val="single"/>
          <w:lang w:val="es-CO"/>
        </w:rPr>
        <w:t xml:space="preserve"> M</w:t>
      </w:r>
      <w:r w:rsidRPr="003C6799">
        <w:rPr>
          <w:b w:val="0"/>
          <w:bCs/>
          <w:sz w:val="24"/>
          <w:szCs w:val="24"/>
          <w:u w:val="single"/>
          <w:vertAlign w:val="subscript"/>
          <w:lang w:val="es-CO"/>
        </w:rPr>
        <w:t>u</w:t>
      </w:r>
      <w:r w:rsidRPr="003C6799">
        <w:rPr>
          <w:b w:val="0"/>
          <w:bCs/>
          <w:sz w:val="24"/>
          <w:szCs w:val="24"/>
          <w:vertAlign w:val="superscript"/>
          <w:lang w:val="es-CO"/>
        </w:rPr>
        <w:t xml:space="preserve"> (+)</w:t>
      </w:r>
    </w:p>
    <w:p w:rsidR="003C6799" w:rsidRPr="003C6799" w:rsidRDefault="003C6799" w:rsidP="003C6799">
      <w:pPr>
        <w:pStyle w:val="Ttulo"/>
        <w:rPr>
          <w:sz w:val="24"/>
          <w:szCs w:val="24"/>
          <w:lang w:val="fr-FR"/>
        </w:rPr>
      </w:pPr>
      <w:r w:rsidRPr="003C6799">
        <w:rPr>
          <w:b w:val="0"/>
          <w:bCs/>
          <w:sz w:val="24"/>
          <w:szCs w:val="24"/>
        </w:rPr>
        <w:sym w:font="Symbol" w:char="F053"/>
      </w:r>
      <w:r w:rsidRPr="003C6799">
        <w:rPr>
          <w:b w:val="0"/>
          <w:bCs/>
          <w:sz w:val="24"/>
          <w:szCs w:val="24"/>
          <w:lang w:val="fr-FR"/>
        </w:rPr>
        <w:t xml:space="preserve"> M</w:t>
      </w:r>
      <w:r w:rsidRPr="003C6799">
        <w:rPr>
          <w:b w:val="0"/>
          <w:bCs/>
          <w:sz w:val="24"/>
          <w:szCs w:val="24"/>
          <w:vertAlign w:val="subscript"/>
          <w:lang w:val="fr-FR"/>
        </w:rPr>
        <w:t>u</w:t>
      </w:r>
      <w:r w:rsidRPr="003C6799">
        <w:rPr>
          <w:b w:val="0"/>
          <w:bCs/>
          <w:sz w:val="24"/>
          <w:szCs w:val="24"/>
          <w:vertAlign w:val="superscript"/>
          <w:lang w:val="fr-FR"/>
        </w:rPr>
        <w:t xml:space="preserve"> (-)</w:t>
      </w:r>
    </w:p>
    <w:p w:rsidR="003C6799" w:rsidRPr="003C6799" w:rsidRDefault="003C6799" w:rsidP="003C6799">
      <w:pPr>
        <w:pStyle w:val="Ttulo"/>
        <w:ind w:left="570" w:firstLine="708"/>
        <w:rPr>
          <w:b w:val="0"/>
          <w:bCs/>
          <w:sz w:val="24"/>
          <w:szCs w:val="24"/>
          <w:lang w:val="fr-FR"/>
        </w:rPr>
      </w:pPr>
      <w:r w:rsidRPr="003C6799">
        <w:rPr>
          <w:b w:val="0"/>
          <w:bCs/>
          <w:sz w:val="24"/>
          <w:szCs w:val="24"/>
        </w:rPr>
        <w:sym w:font="Symbol" w:char="F053"/>
      </w:r>
      <w:r w:rsidRPr="003C6799">
        <w:rPr>
          <w:b w:val="0"/>
          <w:bCs/>
          <w:sz w:val="24"/>
          <w:szCs w:val="24"/>
          <w:lang w:val="fr-FR"/>
        </w:rPr>
        <w:t xml:space="preserve"> M</w:t>
      </w:r>
      <w:r w:rsidRPr="003C6799">
        <w:rPr>
          <w:b w:val="0"/>
          <w:bCs/>
          <w:sz w:val="24"/>
          <w:szCs w:val="24"/>
          <w:vertAlign w:val="subscript"/>
          <w:lang w:val="fr-FR"/>
        </w:rPr>
        <w:t>0</w:t>
      </w:r>
      <w:r w:rsidRPr="003C6799">
        <w:rPr>
          <w:b w:val="0"/>
          <w:bCs/>
          <w:sz w:val="24"/>
          <w:szCs w:val="24"/>
          <w:vertAlign w:val="superscript"/>
          <w:lang w:val="fr-FR"/>
        </w:rPr>
        <w:t xml:space="preserve"> (+)</w:t>
      </w:r>
      <w:r w:rsidRPr="003C6799">
        <w:rPr>
          <w:b w:val="0"/>
          <w:bCs/>
          <w:sz w:val="24"/>
          <w:szCs w:val="24"/>
          <w:lang w:val="fr-FR"/>
        </w:rPr>
        <w:t xml:space="preserve">  =    4.61 ton-m/m</w:t>
      </w:r>
    </w:p>
    <w:p w:rsidR="003C6799" w:rsidRPr="003C6799" w:rsidRDefault="003C6799" w:rsidP="003C6799">
      <w:pPr>
        <w:pStyle w:val="Ttulo"/>
        <w:ind w:left="1254" w:firstLine="57"/>
        <w:rPr>
          <w:b w:val="0"/>
          <w:bCs/>
          <w:sz w:val="24"/>
          <w:szCs w:val="24"/>
          <w:lang w:val="fr-FR"/>
        </w:rPr>
      </w:pPr>
      <w:r w:rsidRPr="003C6799">
        <w:rPr>
          <w:b w:val="0"/>
          <w:bCs/>
          <w:sz w:val="24"/>
          <w:szCs w:val="24"/>
        </w:rPr>
        <w:sym w:font="Symbol" w:char="F053"/>
      </w:r>
      <w:r w:rsidRPr="003C6799">
        <w:rPr>
          <w:b w:val="0"/>
          <w:bCs/>
          <w:sz w:val="24"/>
          <w:szCs w:val="24"/>
          <w:lang w:val="fr-FR"/>
        </w:rPr>
        <w:t xml:space="preserve"> M</w:t>
      </w:r>
      <w:r w:rsidRPr="003C6799">
        <w:rPr>
          <w:b w:val="0"/>
          <w:bCs/>
          <w:sz w:val="24"/>
          <w:szCs w:val="24"/>
          <w:vertAlign w:val="subscript"/>
          <w:lang w:val="fr-FR"/>
        </w:rPr>
        <w:t>0</w:t>
      </w:r>
      <w:r w:rsidRPr="003C6799">
        <w:rPr>
          <w:b w:val="0"/>
          <w:bCs/>
          <w:sz w:val="24"/>
          <w:szCs w:val="24"/>
          <w:vertAlign w:val="superscript"/>
          <w:lang w:val="fr-FR"/>
        </w:rPr>
        <w:t xml:space="preserve">(-) </w:t>
      </w:r>
      <w:r w:rsidRPr="003C6799">
        <w:rPr>
          <w:b w:val="0"/>
          <w:bCs/>
          <w:sz w:val="24"/>
          <w:szCs w:val="24"/>
          <w:lang w:val="fr-FR"/>
        </w:rPr>
        <w:t xml:space="preserve">   =    1.01 ton-m/m</w:t>
      </w:r>
    </w:p>
    <w:p w:rsidR="003C6799" w:rsidRPr="003C6799" w:rsidRDefault="003C6799" w:rsidP="003C6799">
      <w:pPr>
        <w:pStyle w:val="Ttulo"/>
        <w:ind w:left="1026" w:firstLine="708"/>
        <w:rPr>
          <w:b w:val="0"/>
          <w:bCs/>
          <w:sz w:val="24"/>
          <w:szCs w:val="24"/>
          <w:lang w:val="fr-FR"/>
        </w:rPr>
      </w:pPr>
      <w:r w:rsidRPr="003C6799">
        <w:rPr>
          <w:sz w:val="24"/>
          <w:szCs w:val="24"/>
          <w:lang w:val="fr-FR"/>
        </w:rPr>
        <w:sym w:font="Symbol" w:char="F05C"/>
      </w:r>
      <w:r w:rsidRPr="003C6799">
        <w:rPr>
          <w:sz w:val="24"/>
          <w:szCs w:val="24"/>
          <w:lang w:val="fr-FR"/>
        </w:rPr>
        <w:t xml:space="preserve">     </w:t>
      </w:r>
      <w:r w:rsidRPr="003C6799">
        <w:rPr>
          <w:b w:val="0"/>
          <w:bCs/>
          <w:sz w:val="24"/>
          <w:szCs w:val="24"/>
          <w:lang w:val="fr-FR"/>
        </w:rPr>
        <w:t>f</w:t>
      </w:r>
      <w:r w:rsidRPr="003C6799">
        <w:rPr>
          <w:b w:val="0"/>
          <w:bCs/>
          <w:sz w:val="24"/>
          <w:szCs w:val="24"/>
          <w:vertAlign w:val="subscript"/>
          <w:lang w:val="fr-FR"/>
        </w:rPr>
        <w:t>sv</w:t>
      </w:r>
      <w:r w:rsidRPr="003C6799">
        <w:rPr>
          <w:b w:val="0"/>
          <w:bCs/>
          <w:sz w:val="24"/>
          <w:szCs w:val="24"/>
          <w:lang w:val="fr-FR"/>
        </w:rPr>
        <w:t xml:space="preserve">  =    4.56  </w:t>
      </w:r>
      <w:r w:rsidRPr="003C6799">
        <w:rPr>
          <w:bCs/>
          <w:i/>
          <w:sz w:val="24"/>
          <w:szCs w:val="24"/>
          <w:lang w:val="fr-FR"/>
        </w:rPr>
        <w:t>Bien </w:t>
      </w:r>
      <w:r w:rsidRPr="003C6799">
        <w:rPr>
          <w:b w:val="0"/>
          <w:bCs/>
          <w:i/>
          <w:sz w:val="24"/>
          <w:szCs w:val="24"/>
          <w:lang w:val="fr-FR"/>
        </w:rPr>
        <w:t>!</w:t>
      </w:r>
      <w:r w:rsidRPr="003C6799">
        <w:rPr>
          <w:b w:val="0"/>
          <w:bCs/>
          <w:sz w:val="24"/>
          <w:szCs w:val="24"/>
          <w:lang w:val="fr-FR"/>
        </w:rPr>
        <w:t xml:space="preserve"> &gt; 3.0</w:t>
      </w:r>
    </w:p>
    <w:p w:rsidR="00FA2A22" w:rsidRPr="003C6799" w:rsidRDefault="00FA2A22" w:rsidP="003C6799">
      <w:pPr>
        <w:pStyle w:val="Ttulo"/>
        <w:rPr>
          <w:sz w:val="24"/>
          <w:szCs w:val="24"/>
        </w:rPr>
      </w:pPr>
    </w:p>
    <w:p w:rsidR="0003722F" w:rsidRPr="000A1348" w:rsidRDefault="0003722F" w:rsidP="00FA2A22">
      <w:pPr>
        <w:pStyle w:val="Ttulo"/>
        <w:rPr>
          <w:bCs/>
          <w:sz w:val="24"/>
          <w:szCs w:val="24"/>
          <w:lang w:val="fr-FR"/>
        </w:rPr>
      </w:pPr>
    </w:p>
    <w:p w:rsidR="00FA2A22" w:rsidRPr="0003722F" w:rsidRDefault="00FA2A22" w:rsidP="0003722F">
      <w:pPr>
        <w:pStyle w:val="Ttulo4"/>
        <w:numPr>
          <w:ilvl w:val="0"/>
          <w:numId w:val="0"/>
        </w:numPr>
        <w:rPr>
          <w:b/>
          <w:lang w:val="es-ES"/>
        </w:rPr>
      </w:pPr>
      <w:r w:rsidRPr="0003722F">
        <w:rPr>
          <w:b/>
        </w:rPr>
        <w:lastRenderedPageBreak/>
        <w:t>Punto de aplicación</w:t>
      </w:r>
    </w:p>
    <w:p w:rsidR="00FA2A22" w:rsidRPr="000A1348" w:rsidRDefault="00FA2A22" w:rsidP="00FA2A22">
      <w:pPr>
        <w:pStyle w:val="Ttulo"/>
        <w:jc w:val="left"/>
        <w:rPr>
          <w:b w:val="0"/>
          <w:sz w:val="24"/>
          <w:szCs w:val="24"/>
        </w:rPr>
      </w:pPr>
      <w:r w:rsidRPr="000A1348">
        <w:rPr>
          <w:b w:val="0"/>
          <w:bCs/>
          <w:sz w:val="24"/>
          <w:szCs w:val="24"/>
        </w:rPr>
        <w:tab/>
      </w:r>
      <w:r w:rsidRPr="000A1348">
        <w:rPr>
          <w:b w:val="0"/>
          <w:bCs/>
          <w:sz w:val="24"/>
          <w:szCs w:val="24"/>
        </w:rPr>
        <w:tab/>
      </w:r>
      <w:r w:rsidRPr="000A1348">
        <w:rPr>
          <w:b w:val="0"/>
          <w:bCs/>
          <w:sz w:val="24"/>
          <w:szCs w:val="24"/>
        </w:rPr>
        <w:tab/>
      </w:r>
    </w:p>
    <w:p w:rsidR="00B47ADF" w:rsidRPr="00B47ADF" w:rsidRDefault="00B47ADF" w:rsidP="00B47ADF">
      <w:pPr>
        <w:pStyle w:val="Ttulo"/>
        <w:ind w:left="2832"/>
        <w:jc w:val="left"/>
        <w:rPr>
          <w:b w:val="0"/>
          <w:bCs/>
          <w:sz w:val="24"/>
          <w:szCs w:val="24"/>
        </w:rPr>
      </w:pPr>
      <w:r w:rsidRPr="00B47ADF">
        <w:rPr>
          <w:b w:val="0"/>
          <w:bCs/>
          <w:sz w:val="24"/>
          <w:szCs w:val="24"/>
        </w:rPr>
        <w:t>X</w:t>
      </w:r>
      <w:r w:rsidRPr="00B47ADF">
        <w:rPr>
          <w:b w:val="0"/>
          <w:bCs/>
          <w:sz w:val="24"/>
          <w:szCs w:val="24"/>
          <w:vertAlign w:val="subscript"/>
        </w:rPr>
        <w:t>0</w:t>
      </w:r>
      <w:r w:rsidRPr="00B47ADF">
        <w:rPr>
          <w:b w:val="0"/>
          <w:bCs/>
          <w:sz w:val="24"/>
          <w:szCs w:val="24"/>
        </w:rPr>
        <w:t xml:space="preserve">  = </w:t>
      </w:r>
      <w:r w:rsidRPr="00B47ADF">
        <w:rPr>
          <w:b w:val="0"/>
          <w:bCs/>
          <w:sz w:val="24"/>
          <w:szCs w:val="24"/>
          <w:u w:val="single"/>
        </w:rPr>
        <w:t xml:space="preserve"> </w:t>
      </w:r>
      <w:r w:rsidRPr="00B47ADF">
        <w:rPr>
          <w:b w:val="0"/>
          <w:bCs/>
          <w:sz w:val="24"/>
          <w:szCs w:val="24"/>
          <w:u w:val="single"/>
        </w:rPr>
        <w:sym w:font="Symbol" w:char="F053"/>
      </w:r>
      <w:r w:rsidRPr="00B47ADF">
        <w:rPr>
          <w:b w:val="0"/>
          <w:bCs/>
          <w:sz w:val="24"/>
          <w:szCs w:val="24"/>
          <w:u w:val="single"/>
        </w:rPr>
        <w:t xml:space="preserve"> </w:t>
      </w:r>
      <w:r w:rsidRPr="00B47ADF">
        <w:rPr>
          <w:b w:val="0"/>
          <w:bCs/>
          <w:sz w:val="24"/>
          <w:szCs w:val="24"/>
        </w:rPr>
        <w:t>M</w:t>
      </w:r>
      <w:r w:rsidRPr="00B47ADF">
        <w:rPr>
          <w:b w:val="0"/>
          <w:bCs/>
          <w:sz w:val="24"/>
          <w:szCs w:val="24"/>
          <w:vertAlign w:val="subscript"/>
        </w:rPr>
        <w:t>o</w:t>
      </w:r>
      <w:r w:rsidRPr="00B47ADF">
        <w:rPr>
          <w:b w:val="0"/>
          <w:bCs/>
          <w:sz w:val="24"/>
          <w:szCs w:val="24"/>
        </w:rPr>
        <w:t xml:space="preserve"> </w:t>
      </w:r>
    </w:p>
    <w:p w:rsidR="00B47ADF" w:rsidRPr="00B47ADF" w:rsidRDefault="00B47ADF" w:rsidP="00B47ADF">
      <w:pPr>
        <w:pStyle w:val="Ttulo"/>
        <w:jc w:val="left"/>
        <w:rPr>
          <w:sz w:val="24"/>
          <w:szCs w:val="24"/>
        </w:rPr>
      </w:pP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sz w:val="24"/>
          <w:szCs w:val="24"/>
        </w:rPr>
        <w:tab/>
      </w:r>
      <w:r w:rsidRPr="00B47ADF">
        <w:rPr>
          <w:b w:val="0"/>
          <w:bCs/>
          <w:sz w:val="24"/>
          <w:szCs w:val="24"/>
        </w:rPr>
        <w:sym w:font="Symbol" w:char="F053"/>
      </w:r>
      <w:r w:rsidRPr="00B47ADF">
        <w:rPr>
          <w:b w:val="0"/>
          <w:bCs/>
          <w:sz w:val="24"/>
          <w:szCs w:val="24"/>
        </w:rPr>
        <w:t xml:space="preserve"> F</w:t>
      </w:r>
      <w:r w:rsidRPr="00B47ADF">
        <w:rPr>
          <w:b w:val="0"/>
          <w:bCs/>
          <w:sz w:val="24"/>
          <w:szCs w:val="24"/>
          <w:vertAlign w:val="subscript"/>
        </w:rPr>
        <w:t>v</w:t>
      </w:r>
    </w:p>
    <w:p w:rsidR="00B47ADF" w:rsidRPr="00B47ADF" w:rsidRDefault="00B47ADF" w:rsidP="00B47ADF">
      <w:pPr>
        <w:pStyle w:val="Ttulo"/>
        <w:ind w:left="2124" w:firstLine="708"/>
        <w:jc w:val="left"/>
        <w:rPr>
          <w:b w:val="0"/>
          <w:bCs/>
          <w:sz w:val="24"/>
          <w:szCs w:val="24"/>
        </w:rPr>
      </w:pPr>
      <w:r w:rsidRPr="00B47ADF">
        <w:rPr>
          <w:b w:val="0"/>
          <w:bCs/>
          <w:sz w:val="24"/>
          <w:szCs w:val="24"/>
        </w:rPr>
        <w:sym w:font="Symbol" w:char="F053"/>
      </w:r>
      <w:r w:rsidRPr="00B47ADF">
        <w:rPr>
          <w:b w:val="0"/>
          <w:bCs/>
          <w:sz w:val="24"/>
          <w:szCs w:val="24"/>
        </w:rPr>
        <w:t xml:space="preserve"> M</w:t>
      </w:r>
      <w:r w:rsidRPr="00B47ADF">
        <w:rPr>
          <w:b w:val="0"/>
          <w:bCs/>
          <w:sz w:val="24"/>
          <w:szCs w:val="24"/>
          <w:vertAlign w:val="subscript"/>
        </w:rPr>
        <w:t>0</w:t>
      </w:r>
      <w:r w:rsidRPr="00B47ADF">
        <w:rPr>
          <w:b w:val="0"/>
          <w:bCs/>
          <w:sz w:val="24"/>
          <w:szCs w:val="24"/>
        </w:rPr>
        <w:t xml:space="preserve">  =  </w:t>
      </w:r>
      <w:r w:rsidRPr="00B47ADF">
        <w:rPr>
          <w:b w:val="0"/>
          <w:bCs/>
          <w:sz w:val="24"/>
          <w:szCs w:val="24"/>
        </w:rPr>
        <w:sym w:font="Symbol" w:char="F053"/>
      </w:r>
      <w:r w:rsidRPr="00B47ADF">
        <w:rPr>
          <w:b w:val="0"/>
          <w:bCs/>
          <w:sz w:val="24"/>
          <w:szCs w:val="24"/>
        </w:rPr>
        <w:t xml:space="preserve"> M</w:t>
      </w:r>
      <w:r w:rsidRPr="00B47ADF">
        <w:rPr>
          <w:b w:val="0"/>
          <w:bCs/>
          <w:sz w:val="24"/>
          <w:szCs w:val="24"/>
          <w:vertAlign w:val="subscript"/>
        </w:rPr>
        <w:t>o</w:t>
      </w:r>
      <w:r w:rsidRPr="00B47ADF">
        <w:rPr>
          <w:b w:val="0"/>
          <w:bCs/>
          <w:sz w:val="24"/>
          <w:szCs w:val="24"/>
          <w:vertAlign w:val="superscript"/>
        </w:rPr>
        <w:t>(+)</w:t>
      </w:r>
      <w:r w:rsidRPr="00B47ADF">
        <w:rPr>
          <w:b w:val="0"/>
          <w:bCs/>
          <w:sz w:val="24"/>
          <w:szCs w:val="24"/>
        </w:rPr>
        <w:t xml:space="preserve">  -  </w:t>
      </w:r>
      <w:r w:rsidRPr="00B47ADF">
        <w:rPr>
          <w:b w:val="0"/>
          <w:bCs/>
          <w:sz w:val="24"/>
          <w:szCs w:val="24"/>
        </w:rPr>
        <w:sym w:font="Symbol" w:char="F053"/>
      </w:r>
      <w:r w:rsidRPr="00B47ADF">
        <w:rPr>
          <w:b w:val="0"/>
          <w:bCs/>
          <w:sz w:val="24"/>
          <w:szCs w:val="24"/>
        </w:rPr>
        <w:t xml:space="preserve"> M</w:t>
      </w:r>
      <w:r w:rsidRPr="00B47ADF">
        <w:rPr>
          <w:b w:val="0"/>
          <w:bCs/>
          <w:sz w:val="24"/>
          <w:szCs w:val="24"/>
          <w:vertAlign w:val="subscript"/>
        </w:rPr>
        <w:t>o</w:t>
      </w:r>
      <w:r w:rsidRPr="00B47ADF">
        <w:rPr>
          <w:b w:val="0"/>
          <w:bCs/>
          <w:sz w:val="24"/>
          <w:szCs w:val="24"/>
          <w:vertAlign w:val="superscript"/>
        </w:rPr>
        <w:t>(-)</w:t>
      </w:r>
      <w:r w:rsidRPr="00B47ADF">
        <w:rPr>
          <w:b w:val="0"/>
          <w:bCs/>
          <w:sz w:val="24"/>
          <w:szCs w:val="24"/>
        </w:rPr>
        <w:t xml:space="preserve">    </w:t>
      </w:r>
    </w:p>
    <w:p w:rsidR="00B47ADF" w:rsidRPr="00B47ADF" w:rsidRDefault="00B47ADF" w:rsidP="00B47ADF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B47ADF">
        <w:rPr>
          <w:b w:val="0"/>
          <w:bCs/>
          <w:sz w:val="24"/>
          <w:szCs w:val="24"/>
        </w:rPr>
        <w:sym w:font="Symbol" w:char="F053"/>
      </w:r>
      <w:r w:rsidRPr="00B47ADF">
        <w:rPr>
          <w:b w:val="0"/>
          <w:bCs/>
          <w:sz w:val="24"/>
          <w:szCs w:val="24"/>
          <w:lang w:val="fr-FR"/>
        </w:rPr>
        <w:t xml:space="preserve"> M</w:t>
      </w:r>
      <w:r w:rsidRPr="00B47ADF">
        <w:rPr>
          <w:b w:val="0"/>
          <w:bCs/>
          <w:sz w:val="24"/>
          <w:szCs w:val="24"/>
          <w:vertAlign w:val="subscript"/>
          <w:lang w:val="fr-FR"/>
        </w:rPr>
        <w:t>0</w:t>
      </w:r>
      <w:r w:rsidRPr="00B47ADF">
        <w:rPr>
          <w:b w:val="0"/>
          <w:bCs/>
          <w:sz w:val="24"/>
          <w:szCs w:val="24"/>
          <w:lang w:val="fr-FR"/>
        </w:rPr>
        <w:t xml:space="preserve">  = (4.61 – 1.01) ton-m/m    </w:t>
      </w:r>
    </w:p>
    <w:p w:rsidR="00B47ADF" w:rsidRPr="00B47ADF" w:rsidRDefault="00B47ADF" w:rsidP="00B47ADF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B47ADF">
        <w:rPr>
          <w:b w:val="0"/>
          <w:bCs/>
          <w:sz w:val="24"/>
          <w:szCs w:val="24"/>
        </w:rPr>
        <w:sym w:font="Symbol" w:char="F053"/>
      </w:r>
      <w:r w:rsidRPr="00B47ADF">
        <w:rPr>
          <w:b w:val="0"/>
          <w:bCs/>
          <w:sz w:val="24"/>
          <w:szCs w:val="24"/>
          <w:lang w:val="fr-FR"/>
        </w:rPr>
        <w:t xml:space="preserve"> M</w:t>
      </w:r>
      <w:r w:rsidRPr="00B47ADF">
        <w:rPr>
          <w:b w:val="0"/>
          <w:bCs/>
          <w:sz w:val="24"/>
          <w:szCs w:val="24"/>
          <w:vertAlign w:val="subscript"/>
          <w:lang w:val="fr-FR"/>
        </w:rPr>
        <w:t>0</w:t>
      </w:r>
      <w:r w:rsidRPr="00B47ADF">
        <w:rPr>
          <w:b w:val="0"/>
          <w:bCs/>
          <w:sz w:val="24"/>
          <w:szCs w:val="24"/>
          <w:lang w:val="fr-FR"/>
        </w:rPr>
        <w:t xml:space="preserve">  = 3.60  ton-m/m</w:t>
      </w:r>
    </w:p>
    <w:p w:rsidR="00B47ADF" w:rsidRPr="00B47ADF" w:rsidRDefault="00B47ADF" w:rsidP="00B47ADF">
      <w:pPr>
        <w:pStyle w:val="Ttulo"/>
        <w:ind w:left="2124" w:firstLine="708"/>
        <w:jc w:val="left"/>
        <w:rPr>
          <w:b w:val="0"/>
          <w:bCs/>
          <w:sz w:val="24"/>
          <w:szCs w:val="24"/>
          <w:lang w:val="en-US"/>
        </w:rPr>
      </w:pPr>
      <w:r w:rsidRPr="00B47ADF">
        <w:rPr>
          <w:b w:val="0"/>
          <w:bCs/>
          <w:sz w:val="24"/>
          <w:szCs w:val="24"/>
          <w:lang w:val="fr-FR"/>
        </w:rPr>
        <w:t xml:space="preserve"> </w:t>
      </w:r>
      <w:r w:rsidRPr="00B47ADF">
        <w:rPr>
          <w:b w:val="0"/>
          <w:bCs/>
          <w:sz w:val="24"/>
          <w:szCs w:val="24"/>
        </w:rPr>
        <w:sym w:font="Symbol" w:char="F053"/>
      </w:r>
      <w:r w:rsidRPr="00B47ADF">
        <w:rPr>
          <w:b w:val="0"/>
          <w:bCs/>
          <w:sz w:val="24"/>
          <w:szCs w:val="24"/>
          <w:lang w:val="en-US"/>
        </w:rPr>
        <w:t xml:space="preserve"> f</w:t>
      </w:r>
      <w:r w:rsidRPr="00B47ADF">
        <w:rPr>
          <w:b w:val="0"/>
          <w:bCs/>
          <w:sz w:val="24"/>
          <w:szCs w:val="24"/>
          <w:vertAlign w:val="subscript"/>
          <w:lang w:val="en-US"/>
        </w:rPr>
        <w:t>V</w:t>
      </w:r>
      <w:r w:rsidRPr="00B47ADF">
        <w:rPr>
          <w:b w:val="0"/>
          <w:bCs/>
          <w:sz w:val="24"/>
          <w:szCs w:val="24"/>
          <w:lang w:val="en-US"/>
        </w:rPr>
        <w:t xml:space="preserve">  =  4.26 ton/m</w:t>
      </w:r>
    </w:p>
    <w:p w:rsidR="00B47ADF" w:rsidRPr="00B47ADF" w:rsidRDefault="00B47ADF" w:rsidP="00B47ADF">
      <w:pPr>
        <w:pStyle w:val="Ttulo"/>
        <w:ind w:left="2124" w:firstLine="708"/>
        <w:jc w:val="left"/>
        <w:rPr>
          <w:sz w:val="24"/>
          <w:szCs w:val="24"/>
          <w:lang w:val="en-US"/>
        </w:rPr>
      </w:pPr>
    </w:p>
    <w:p w:rsidR="00B47ADF" w:rsidRPr="00B47ADF" w:rsidRDefault="00B47ADF" w:rsidP="00B47ADF">
      <w:pPr>
        <w:pStyle w:val="Ttulo"/>
        <w:ind w:left="2124" w:firstLine="708"/>
        <w:jc w:val="left"/>
        <w:rPr>
          <w:b w:val="0"/>
          <w:bCs/>
          <w:sz w:val="24"/>
          <w:szCs w:val="24"/>
        </w:rPr>
      </w:pPr>
      <w:r w:rsidRPr="00B47ADF">
        <w:rPr>
          <w:sz w:val="24"/>
          <w:szCs w:val="24"/>
          <w:lang w:val="fr-FR"/>
        </w:rPr>
        <w:sym w:font="Symbol" w:char="F05C"/>
      </w:r>
      <w:r w:rsidRPr="00B47ADF">
        <w:rPr>
          <w:sz w:val="24"/>
          <w:szCs w:val="24"/>
        </w:rPr>
        <w:t xml:space="preserve">  </w:t>
      </w:r>
      <w:r w:rsidRPr="00B47ADF">
        <w:rPr>
          <w:b w:val="0"/>
          <w:bCs/>
          <w:sz w:val="24"/>
          <w:szCs w:val="24"/>
        </w:rPr>
        <w:t>X</w:t>
      </w:r>
      <w:r w:rsidRPr="00B47ADF">
        <w:rPr>
          <w:b w:val="0"/>
          <w:bCs/>
          <w:sz w:val="24"/>
          <w:szCs w:val="24"/>
          <w:vertAlign w:val="subscript"/>
        </w:rPr>
        <w:t>0</w:t>
      </w:r>
      <w:r w:rsidRPr="00B47ADF">
        <w:rPr>
          <w:b w:val="0"/>
          <w:bCs/>
          <w:sz w:val="24"/>
          <w:szCs w:val="24"/>
        </w:rPr>
        <w:t xml:space="preserve">  = 0.85 m Dentro del tercio medio</w:t>
      </w:r>
    </w:p>
    <w:p w:rsidR="00B47ADF" w:rsidRPr="00B47ADF" w:rsidRDefault="00B47ADF" w:rsidP="00B47ADF">
      <w:pPr>
        <w:pStyle w:val="Ttulo"/>
        <w:ind w:left="4248"/>
        <w:jc w:val="left"/>
        <w:rPr>
          <w:b w:val="0"/>
          <w:bCs/>
          <w:sz w:val="24"/>
          <w:szCs w:val="24"/>
        </w:rPr>
      </w:pPr>
      <w:r w:rsidRPr="00B47ADF">
        <w:rPr>
          <w:sz w:val="24"/>
          <w:szCs w:val="24"/>
        </w:rPr>
        <w:t xml:space="preserve">     </w:t>
      </w:r>
      <w:r w:rsidRPr="00B47ADF">
        <w:rPr>
          <w:b w:val="0"/>
          <w:bCs/>
          <w:sz w:val="24"/>
          <w:szCs w:val="24"/>
        </w:rPr>
        <w:t xml:space="preserve"> </w:t>
      </w:r>
      <w:r w:rsidR="00D96A60" w:rsidRPr="00B47ADF">
        <w:rPr>
          <w:b w:val="0"/>
          <w:bCs/>
          <w:sz w:val="24"/>
          <w:szCs w:val="24"/>
        </w:rPr>
        <w:t>Rango</w:t>
      </w:r>
      <w:r w:rsidRPr="00B47ADF">
        <w:rPr>
          <w:b w:val="0"/>
          <w:bCs/>
          <w:sz w:val="24"/>
          <w:szCs w:val="24"/>
        </w:rPr>
        <w:t xml:space="preserve"> 0.75 m. a 1.50 m. </w:t>
      </w:r>
      <w:r w:rsidRPr="00B47ADF">
        <w:rPr>
          <w:i/>
          <w:iCs/>
          <w:sz w:val="24"/>
          <w:szCs w:val="24"/>
        </w:rPr>
        <w:t>Bien!</w:t>
      </w:r>
    </w:p>
    <w:p w:rsidR="00B47ADF" w:rsidRPr="00B47ADF" w:rsidRDefault="00B47ADF" w:rsidP="00B47ADF">
      <w:pPr>
        <w:pStyle w:val="Ttulo"/>
        <w:rPr>
          <w:sz w:val="24"/>
          <w:szCs w:val="24"/>
        </w:rPr>
      </w:pPr>
    </w:p>
    <w:p w:rsidR="00FA2A22" w:rsidRPr="0003722F" w:rsidRDefault="000A1348" w:rsidP="0003722F">
      <w:pPr>
        <w:pStyle w:val="Ttulo4"/>
        <w:numPr>
          <w:ilvl w:val="0"/>
          <w:numId w:val="0"/>
        </w:numPr>
        <w:rPr>
          <w:b/>
        </w:rPr>
      </w:pPr>
      <w:r w:rsidRPr="0003722F">
        <w:rPr>
          <w:b/>
        </w:rPr>
        <w:t>Seguridad contra deslizamiento</w:t>
      </w:r>
    </w:p>
    <w:p w:rsidR="00B47ADF" w:rsidRPr="0003722F" w:rsidRDefault="00B47ADF" w:rsidP="00B47ADF">
      <w:pPr>
        <w:pStyle w:val="Ttulo"/>
        <w:ind w:left="2124" w:firstLine="708"/>
        <w:jc w:val="left"/>
        <w:rPr>
          <w:sz w:val="24"/>
          <w:szCs w:val="24"/>
          <w:lang w:val="fr-FR"/>
        </w:rPr>
      </w:pPr>
      <w:r w:rsidRPr="0003722F">
        <w:rPr>
          <w:b w:val="0"/>
          <w:bCs/>
          <w:sz w:val="24"/>
          <w:szCs w:val="24"/>
          <w:lang w:val="fr-FR"/>
        </w:rPr>
        <w:t>f</w:t>
      </w:r>
      <w:r w:rsidRPr="0003722F">
        <w:rPr>
          <w:b w:val="0"/>
          <w:bCs/>
          <w:sz w:val="24"/>
          <w:szCs w:val="24"/>
          <w:vertAlign w:val="subscript"/>
          <w:lang w:val="fr-FR"/>
        </w:rPr>
        <w:t>f</w:t>
      </w:r>
      <w:r w:rsidRPr="0003722F">
        <w:rPr>
          <w:b w:val="0"/>
          <w:bCs/>
          <w:sz w:val="24"/>
          <w:szCs w:val="24"/>
          <w:lang w:val="fr-FR"/>
        </w:rPr>
        <w:t xml:space="preserve">  </w:t>
      </w:r>
      <w:r w:rsidRPr="0003722F">
        <w:rPr>
          <w:b w:val="0"/>
          <w:bCs/>
          <w:sz w:val="24"/>
          <w:szCs w:val="24"/>
          <w:lang w:val="fr-FR"/>
        </w:rPr>
        <w:tab/>
        <w:t>=  0.60</w:t>
      </w:r>
    </w:p>
    <w:p w:rsidR="00B47ADF" w:rsidRPr="0003722F" w:rsidRDefault="00B47ADF" w:rsidP="00B47ADF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03722F">
        <w:rPr>
          <w:b w:val="0"/>
          <w:bCs/>
          <w:sz w:val="24"/>
          <w:szCs w:val="24"/>
        </w:rPr>
        <w:sym w:font="Symbol" w:char="F053"/>
      </w:r>
      <w:r w:rsidRPr="0003722F">
        <w:rPr>
          <w:b w:val="0"/>
          <w:bCs/>
          <w:sz w:val="24"/>
          <w:szCs w:val="24"/>
          <w:lang w:val="fr-FR"/>
        </w:rPr>
        <w:t xml:space="preserve"> f</w:t>
      </w:r>
      <w:r w:rsidRPr="0003722F">
        <w:rPr>
          <w:b w:val="0"/>
          <w:bCs/>
          <w:sz w:val="24"/>
          <w:szCs w:val="24"/>
          <w:vertAlign w:val="subscript"/>
          <w:lang w:val="fr-FR"/>
        </w:rPr>
        <w:t>V</w:t>
      </w:r>
      <w:r w:rsidRPr="0003722F">
        <w:rPr>
          <w:b w:val="0"/>
          <w:bCs/>
          <w:sz w:val="24"/>
          <w:szCs w:val="24"/>
          <w:lang w:val="fr-FR"/>
        </w:rPr>
        <w:t xml:space="preserve">  </w:t>
      </w:r>
      <w:r w:rsidRPr="0003722F">
        <w:rPr>
          <w:b w:val="0"/>
          <w:bCs/>
          <w:sz w:val="24"/>
          <w:szCs w:val="24"/>
          <w:lang w:val="fr-FR"/>
        </w:rPr>
        <w:tab/>
        <w:t>=  4.26 ton/m</w:t>
      </w:r>
    </w:p>
    <w:p w:rsidR="00B47ADF" w:rsidRPr="0003722F" w:rsidRDefault="00B47ADF" w:rsidP="00B47ADF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03722F">
        <w:rPr>
          <w:b w:val="0"/>
          <w:bCs/>
          <w:sz w:val="24"/>
          <w:szCs w:val="24"/>
        </w:rPr>
        <w:sym w:font="Symbol" w:char="F053"/>
      </w:r>
      <w:r w:rsidRPr="0003722F">
        <w:rPr>
          <w:b w:val="0"/>
          <w:bCs/>
          <w:sz w:val="24"/>
          <w:szCs w:val="24"/>
          <w:lang w:val="fr-FR"/>
        </w:rPr>
        <w:t xml:space="preserve"> F</w:t>
      </w:r>
      <w:r w:rsidRPr="0003722F">
        <w:rPr>
          <w:b w:val="0"/>
          <w:bCs/>
          <w:sz w:val="24"/>
          <w:szCs w:val="24"/>
          <w:vertAlign w:val="subscript"/>
          <w:lang w:val="fr-FR"/>
        </w:rPr>
        <w:t>H</w:t>
      </w:r>
      <w:r w:rsidRPr="0003722F">
        <w:rPr>
          <w:b w:val="0"/>
          <w:bCs/>
          <w:sz w:val="24"/>
          <w:szCs w:val="24"/>
          <w:lang w:val="fr-FR"/>
        </w:rPr>
        <w:t xml:space="preserve">  =   0.71 ton/m</w:t>
      </w:r>
    </w:p>
    <w:p w:rsidR="00B47ADF" w:rsidRPr="0003722F" w:rsidRDefault="00B47ADF" w:rsidP="00B47ADF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03722F">
        <w:rPr>
          <w:sz w:val="24"/>
          <w:szCs w:val="24"/>
          <w:lang w:val="fr-FR"/>
        </w:rPr>
        <w:tab/>
      </w:r>
      <w:r w:rsidRPr="0003722F">
        <w:rPr>
          <w:sz w:val="24"/>
          <w:szCs w:val="24"/>
          <w:lang w:val="fr-FR"/>
        </w:rPr>
        <w:tab/>
      </w:r>
      <w:r w:rsidRPr="0003722F">
        <w:rPr>
          <w:sz w:val="24"/>
          <w:szCs w:val="24"/>
          <w:lang w:val="fr-FR"/>
        </w:rPr>
        <w:tab/>
      </w:r>
      <w:r w:rsidRPr="0003722F">
        <w:rPr>
          <w:sz w:val="24"/>
          <w:szCs w:val="24"/>
          <w:lang w:val="fr-FR"/>
        </w:rPr>
        <w:tab/>
      </w:r>
    </w:p>
    <w:p w:rsidR="00B47ADF" w:rsidRPr="0003722F" w:rsidRDefault="00B47ADF" w:rsidP="00B47ADF">
      <w:pPr>
        <w:pStyle w:val="Ttulo"/>
        <w:jc w:val="left"/>
        <w:rPr>
          <w:b w:val="0"/>
          <w:bCs/>
          <w:sz w:val="24"/>
          <w:szCs w:val="24"/>
          <w:lang w:val="en-US"/>
        </w:rPr>
      </w:pPr>
      <w:r w:rsidRPr="0003722F">
        <w:rPr>
          <w:b w:val="0"/>
          <w:bCs/>
          <w:sz w:val="24"/>
          <w:szCs w:val="24"/>
          <w:lang w:val="en-US"/>
        </w:rPr>
        <w:tab/>
      </w:r>
      <w:r w:rsidRPr="0003722F">
        <w:rPr>
          <w:b w:val="0"/>
          <w:bCs/>
          <w:sz w:val="24"/>
          <w:szCs w:val="24"/>
          <w:lang w:val="en-US"/>
        </w:rPr>
        <w:tab/>
      </w:r>
      <w:r w:rsidRPr="0003722F">
        <w:rPr>
          <w:b w:val="0"/>
          <w:bCs/>
          <w:sz w:val="24"/>
          <w:szCs w:val="24"/>
          <w:lang w:val="en-US"/>
        </w:rPr>
        <w:tab/>
      </w:r>
      <w:r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="0003722F" w:rsidRPr="0003722F">
        <w:rPr>
          <w:b w:val="0"/>
          <w:bCs/>
          <w:sz w:val="24"/>
          <w:szCs w:val="24"/>
          <w:lang w:val="en-US"/>
        </w:rPr>
        <w:tab/>
      </w:r>
      <w:r w:rsidRPr="0003722F">
        <w:rPr>
          <w:b w:val="0"/>
          <w:bCs/>
          <w:sz w:val="24"/>
          <w:szCs w:val="24"/>
          <w:lang w:val="en-US"/>
        </w:rPr>
        <w:t>f</w:t>
      </w:r>
      <w:r w:rsidRPr="0003722F">
        <w:rPr>
          <w:b w:val="0"/>
          <w:bCs/>
          <w:sz w:val="24"/>
          <w:szCs w:val="24"/>
          <w:vertAlign w:val="subscript"/>
          <w:lang w:val="en-US"/>
        </w:rPr>
        <w:t>sD</w:t>
      </w:r>
      <w:r w:rsidRPr="0003722F">
        <w:rPr>
          <w:b w:val="0"/>
          <w:bCs/>
          <w:sz w:val="24"/>
          <w:szCs w:val="24"/>
          <w:lang w:val="en-US"/>
        </w:rPr>
        <w:t xml:space="preserve"> = </w:t>
      </w:r>
      <w:r w:rsidRPr="0003722F">
        <w:rPr>
          <w:b w:val="0"/>
          <w:bCs/>
          <w:sz w:val="24"/>
          <w:szCs w:val="24"/>
          <w:u w:val="single"/>
          <w:lang w:val="en-US"/>
        </w:rPr>
        <w:t xml:space="preserve"> ff</w:t>
      </w:r>
      <w:r w:rsidRPr="0003722F">
        <w:rPr>
          <w:b w:val="0"/>
          <w:bCs/>
          <w:sz w:val="24"/>
          <w:szCs w:val="24"/>
          <w:u w:val="single"/>
        </w:rPr>
        <w:sym w:font="Symbol" w:char="F053"/>
      </w:r>
      <w:r w:rsidRPr="0003722F">
        <w:rPr>
          <w:b w:val="0"/>
          <w:bCs/>
          <w:sz w:val="24"/>
          <w:szCs w:val="24"/>
          <w:u w:val="single"/>
          <w:lang w:val="en-US"/>
        </w:rPr>
        <w:t xml:space="preserve"> f</w:t>
      </w:r>
      <w:r w:rsidRPr="0003722F">
        <w:rPr>
          <w:b w:val="0"/>
          <w:bCs/>
          <w:sz w:val="24"/>
          <w:szCs w:val="24"/>
          <w:vertAlign w:val="subscript"/>
          <w:lang w:val="en-US"/>
        </w:rPr>
        <w:t>V</w:t>
      </w:r>
      <w:r w:rsidRPr="0003722F">
        <w:rPr>
          <w:b w:val="0"/>
          <w:bCs/>
          <w:sz w:val="24"/>
          <w:szCs w:val="24"/>
          <w:lang w:val="en-US"/>
        </w:rPr>
        <w:t xml:space="preserve">  =  3.60,  </w:t>
      </w:r>
      <w:r w:rsidRPr="0003722F">
        <w:rPr>
          <w:i/>
          <w:iCs/>
          <w:sz w:val="24"/>
          <w:szCs w:val="24"/>
          <w:lang w:val="en-US"/>
        </w:rPr>
        <w:t xml:space="preserve">Bien! </w:t>
      </w:r>
      <w:r w:rsidRPr="0003722F">
        <w:rPr>
          <w:b w:val="0"/>
          <w:iCs/>
          <w:sz w:val="24"/>
          <w:szCs w:val="24"/>
          <w:lang w:val="en-US"/>
        </w:rPr>
        <w:t>&gt; 2.0</w:t>
      </w:r>
    </w:p>
    <w:p w:rsidR="00B47ADF" w:rsidRPr="0003722F" w:rsidRDefault="00B47ADF" w:rsidP="00B47ADF">
      <w:pPr>
        <w:pStyle w:val="Ttulo"/>
        <w:jc w:val="left"/>
        <w:rPr>
          <w:sz w:val="24"/>
          <w:szCs w:val="24"/>
          <w:lang w:val="en-US"/>
        </w:rPr>
      </w:pPr>
      <w:r w:rsidRPr="0003722F">
        <w:rPr>
          <w:b w:val="0"/>
          <w:bCs/>
          <w:sz w:val="24"/>
          <w:szCs w:val="24"/>
          <w:lang w:val="en-US"/>
        </w:rPr>
        <w:t xml:space="preserve">   </w:t>
      </w:r>
      <w:r w:rsidRPr="0003722F">
        <w:rPr>
          <w:b w:val="0"/>
          <w:bCs/>
          <w:sz w:val="24"/>
          <w:szCs w:val="24"/>
          <w:lang w:val="en-US"/>
        </w:rPr>
        <w:tab/>
      </w:r>
      <w:r w:rsidRPr="0003722F">
        <w:rPr>
          <w:sz w:val="24"/>
          <w:szCs w:val="24"/>
          <w:lang w:val="en-US"/>
        </w:rPr>
        <w:tab/>
      </w:r>
      <w:r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="0003722F" w:rsidRPr="0003722F">
        <w:rPr>
          <w:sz w:val="24"/>
          <w:szCs w:val="24"/>
          <w:lang w:val="en-US"/>
        </w:rPr>
        <w:tab/>
      </w:r>
      <w:r w:rsidRPr="0003722F">
        <w:rPr>
          <w:sz w:val="24"/>
          <w:szCs w:val="24"/>
          <w:lang w:val="en-US"/>
        </w:rPr>
        <w:tab/>
      </w:r>
      <w:r w:rsidRPr="0003722F">
        <w:rPr>
          <w:sz w:val="24"/>
          <w:szCs w:val="24"/>
          <w:lang w:val="en-US"/>
        </w:rPr>
        <w:tab/>
      </w:r>
      <w:r w:rsidRPr="0003722F">
        <w:rPr>
          <w:b w:val="0"/>
          <w:bCs/>
          <w:sz w:val="24"/>
          <w:szCs w:val="24"/>
        </w:rPr>
        <w:sym w:font="Symbol" w:char="F053"/>
      </w:r>
      <w:r w:rsidRPr="0003722F">
        <w:rPr>
          <w:b w:val="0"/>
          <w:bCs/>
          <w:sz w:val="24"/>
          <w:szCs w:val="24"/>
          <w:lang w:val="en-US"/>
        </w:rPr>
        <w:t xml:space="preserve"> f</w:t>
      </w:r>
      <w:r w:rsidRPr="0003722F">
        <w:rPr>
          <w:b w:val="0"/>
          <w:bCs/>
          <w:sz w:val="24"/>
          <w:szCs w:val="24"/>
          <w:vertAlign w:val="subscript"/>
          <w:lang w:val="en-US"/>
        </w:rPr>
        <w:t>H</w:t>
      </w:r>
      <w:r w:rsidRPr="0003722F">
        <w:rPr>
          <w:b w:val="0"/>
          <w:bCs/>
          <w:sz w:val="24"/>
          <w:szCs w:val="24"/>
          <w:lang w:val="en-US"/>
        </w:rPr>
        <w:tab/>
      </w:r>
      <w:r w:rsidRPr="0003722F">
        <w:rPr>
          <w:b w:val="0"/>
          <w:bCs/>
          <w:sz w:val="24"/>
          <w:szCs w:val="24"/>
          <w:lang w:val="en-US"/>
        </w:rPr>
        <w:tab/>
      </w:r>
    </w:p>
    <w:p w:rsidR="00B47ADF" w:rsidRPr="0003722F" w:rsidRDefault="00B47ADF" w:rsidP="00B47ADF">
      <w:pPr>
        <w:pStyle w:val="Ttulo"/>
        <w:rPr>
          <w:sz w:val="24"/>
          <w:szCs w:val="24"/>
          <w:lang w:val="en-US"/>
        </w:rPr>
      </w:pPr>
    </w:p>
    <w:p w:rsidR="00FA2A22" w:rsidRDefault="00FA2A22" w:rsidP="00FA2A22">
      <w:pPr>
        <w:pStyle w:val="Ttulo"/>
        <w:rPr>
          <w:sz w:val="24"/>
          <w:szCs w:val="24"/>
        </w:rPr>
      </w:pPr>
    </w:p>
    <w:p w:rsidR="0003722F" w:rsidRDefault="0003722F" w:rsidP="00FA2A22">
      <w:pPr>
        <w:pStyle w:val="Ttulo"/>
        <w:rPr>
          <w:sz w:val="24"/>
          <w:szCs w:val="24"/>
        </w:rPr>
      </w:pPr>
    </w:p>
    <w:p w:rsidR="0003722F" w:rsidRDefault="0003722F" w:rsidP="00FA2A22">
      <w:pPr>
        <w:pStyle w:val="Ttulo"/>
        <w:rPr>
          <w:sz w:val="24"/>
          <w:szCs w:val="24"/>
        </w:rPr>
      </w:pPr>
    </w:p>
    <w:p w:rsidR="0003722F" w:rsidRDefault="0003722F" w:rsidP="00FA2A22">
      <w:pPr>
        <w:pStyle w:val="Ttulo"/>
        <w:rPr>
          <w:sz w:val="24"/>
          <w:szCs w:val="24"/>
        </w:rPr>
      </w:pPr>
    </w:p>
    <w:p w:rsidR="0003722F" w:rsidRDefault="0003722F" w:rsidP="00FA2A22">
      <w:pPr>
        <w:pStyle w:val="Ttulo"/>
        <w:rPr>
          <w:sz w:val="24"/>
          <w:szCs w:val="24"/>
        </w:rPr>
      </w:pPr>
    </w:p>
    <w:p w:rsidR="0003722F" w:rsidRDefault="0003722F" w:rsidP="00FA2A22">
      <w:pPr>
        <w:pStyle w:val="Ttulo"/>
        <w:rPr>
          <w:sz w:val="24"/>
          <w:szCs w:val="24"/>
        </w:rPr>
      </w:pPr>
    </w:p>
    <w:p w:rsidR="0003722F" w:rsidRDefault="0003722F" w:rsidP="00FA2A22">
      <w:pPr>
        <w:pStyle w:val="Ttulo"/>
        <w:rPr>
          <w:sz w:val="24"/>
          <w:szCs w:val="24"/>
        </w:rPr>
      </w:pPr>
    </w:p>
    <w:p w:rsidR="0003722F" w:rsidRDefault="0003722F" w:rsidP="00FA2A22">
      <w:pPr>
        <w:pStyle w:val="Ttulo"/>
        <w:rPr>
          <w:sz w:val="24"/>
          <w:szCs w:val="24"/>
        </w:rPr>
      </w:pPr>
    </w:p>
    <w:p w:rsidR="0003722F" w:rsidRDefault="0003722F" w:rsidP="00FA2A22">
      <w:pPr>
        <w:pStyle w:val="Ttulo"/>
        <w:rPr>
          <w:sz w:val="24"/>
          <w:szCs w:val="24"/>
        </w:rPr>
      </w:pPr>
    </w:p>
    <w:p w:rsidR="0003722F" w:rsidRDefault="0003722F" w:rsidP="00FA2A22">
      <w:pPr>
        <w:pStyle w:val="Ttulo"/>
        <w:rPr>
          <w:sz w:val="24"/>
          <w:szCs w:val="24"/>
        </w:rPr>
      </w:pPr>
    </w:p>
    <w:p w:rsidR="0003722F" w:rsidRDefault="0003722F" w:rsidP="00FA2A22">
      <w:pPr>
        <w:pStyle w:val="Ttulo"/>
        <w:rPr>
          <w:sz w:val="24"/>
          <w:szCs w:val="24"/>
        </w:rPr>
      </w:pPr>
    </w:p>
    <w:p w:rsidR="0003722F" w:rsidRDefault="0003722F" w:rsidP="00FA2A22">
      <w:pPr>
        <w:pStyle w:val="Ttulo"/>
        <w:rPr>
          <w:sz w:val="24"/>
          <w:szCs w:val="24"/>
        </w:rPr>
      </w:pPr>
    </w:p>
    <w:p w:rsidR="0003722F" w:rsidRDefault="0003722F" w:rsidP="00FA2A22">
      <w:pPr>
        <w:pStyle w:val="Ttulo"/>
        <w:rPr>
          <w:sz w:val="24"/>
          <w:szCs w:val="24"/>
        </w:rPr>
      </w:pPr>
    </w:p>
    <w:p w:rsidR="0003722F" w:rsidRDefault="0003722F" w:rsidP="00FA2A22">
      <w:pPr>
        <w:pStyle w:val="Ttulo"/>
        <w:rPr>
          <w:sz w:val="24"/>
          <w:szCs w:val="24"/>
        </w:rPr>
      </w:pPr>
    </w:p>
    <w:p w:rsidR="0003722F" w:rsidRDefault="0003722F" w:rsidP="00FA2A22">
      <w:pPr>
        <w:pStyle w:val="Ttulo"/>
        <w:rPr>
          <w:sz w:val="24"/>
          <w:szCs w:val="24"/>
        </w:rPr>
      </w:pPr>
    </w:p>
    <w:p w:rsidR="0003722F" w:rsidRDefault="0003722F" w:rsidP="00FA2A22">
      <w:pPr>
        <w:pStyle w:val="Ttulo"/>
        <w:rPr>
          <w:sz w:val="24"/>
          <w:szCs w:val="24"/>
        </w:rPr>
      </w:pPr>
    </w:p>
    <w:p w:rsidR="0003722F" w:rsidRDefault="0003722F" w:rsidP="00FA2A22">
      <w:pPr>
        <w:pStyle w:val="Ttulo"/>
        <w:rPr>
          <w:sz w:val="24"/>
          <w:szCs w:val="24"/>
        </w:rPr>
      </w:pPr>
    </w:p>
    <w:p w:rsidR="0003722F" w:rsidRDefault="0003722F" w:rsidP="00FA2A22">
      <w:pPr>
        <w:pStyle w:val="Ttulo"/>
        <w:rPr>
          <w:sz w:val="24"/>
          <w:szCs w:val="24"/>
        </w:rPr>
      </w:pPr>
    </w:p>
    <w:p w:rsidR="0003722F" w:rsidRDefault="00EC3A6D" w:rsidP="0003722F">
      <w:pPr>
        <w:pStyle w:val="Ttulo2"/>
        <w:numPr>
          <w:ilvl w:val="0"/>
          <w:numId w:val="0"/>
        </w:numPr>
        <w:ind w:left="567" w:hanging="567"/>
      </w:pPr>
      <w:r>
        <w:t xml:space="preserve">1.3.2 </w:t>
      </w:r>
      <w:r>
        <w:rPr>
          <w:caps w:val="0"/>
        </w:rPr>
        <w:t>Sección propuesta estructura sumergida parcialmente.</w:t>
      </w:r>
    </w:p>
    <w:p w:rsidR="0003722F" w:rsidRDefault="008F068E" w:rsidP="0003722F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294" type="#_x0000_t32" style="position:absolute;left:0;text-align:left;margin-left:67.5pt;margin-top:7.3pt;width:284.35pt;height:0;flip:x;z-index:251839488" o:connectortype="straight">
            <v:stroke dashstyle="1 1"/>
          </v:shape>
        </w:pict>
      </w:r>
      <w:r w:rsidRPr="008F068E">
        <w:rPr>
          <w:b/>
          <w:bCs/>
          <w:noProof/>
          <w:sz w:val="20"/>
        </w:rPr>
        <w:pict>
          <v:line id="_x0000_s1261" style="position:absolute;left:0;text-align:left;z-index:251809792" from="351.85pt,7.3pt" to="409.6pt,152.2pt"/>
        </w:pict>
      </w:r>
      <w:r w:rsidRPr="008F068E">
        <w:rPr>
          <w:b/>
          <w:bCs/>
          <w:noProof/>
          <w:sz w:val="20"/>
        </w:rPr>
        <w:pict>
          <v:line id="_x0000_s1260" style="position:absolute;left:0;text-align:left;flip:x;z-index:251808768" from="349.6pt,152.1pt" to="409.6pt,152.1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line id="_x0000_s1259" style="position:absolute;left:0;text-align:left;z-index:251807744" from="351.85pt,7.3pt" to="351.85pt,151.5pt"/>
        </w:pict>
      </w:r>
      <w:r w:rsidRPr="008F068E">
        <w:rPr>
          <w:b/>
          <w:bCs/>
          <w:noProof/>
          <w:sz w:val="20"/>
        </w:rPr>
        <w:pict>
          <v:line id="_x0000_s1300" style="position:absolute;left:0;text-align:left;z-index:251845632" from="27.05pt,7.3pt" to="39.05pt,7.3pt"/>
        </w:pict>
      </w:r>
      <w:r w:rsidRPr="008F068E">
        <w:rPr>
          <w:b/>
          <w:bCs/>
          <w:noProof/>
          <w:sz w:val="20"/>
        </w:rPr>
        <w:pict>
          <v:line id="_x0000_s1281" style="position:absolute;left:0;text-align:left;flip:x;z-index:251826176" from="33pt,7.3pt" to="33pt,152.15pt"/>
        </w:pict>
      </w:r>
      <w:r w:rsidRPr="008F068E">
        <w:rPr>
          <w:b/>
          <w:bCs/>
          <w:noProof/>
          <w:sz w:val="20"/>
        </w:rPr>
        <w:pict>
          <v:shape id="_x0000_s1295" type="#_x0000_t32" style="position:absolute;left:0;text-align:left;margin-left:66pt;margin-top:7.3pt;width:1.5pt;height:144.9pt;flip:y;z-index:251840512" o:connectortype="straight">
            <v:stroke dashstyle="1 1"/>
          </v:shape>
        </w:pict>
      </w:r>
    </w:p>
    <w:p w:rsidR="0003722F" w:rsidRDefault="008F068E" w:rsidP="0003722F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</w:rPr>
        <w:pict>
          <v:line id="_x0000_s1296" style="position:absolute;left:0;text-align:left;z-index:251841536" from="272.85pt,13.8pt" to="272.85pt,38.25pt">
            <v:stroke endarrow="block"/>
          </v:line>
        </w:pict>
      </w:r>
      <w:r w:rsidRPr="008F068E">
        <w:rPr>
          <w:b/>
          <w:bCs/>
          <w:noProof/>
        </w:rPr>
        <w:pict>
          <v:shape id="_x0000_s1297" type="#_x0000_t202" style="position:absolute;left:0;text-align:left;margin-left:260.3pt;margin-top:1.6pt;width:30pt;height:19.5pt;z-index:251842560" stroked="f">
            <v:textbox style="mso-next-textbox:#_x0000_s1297">
              <w:txbxContent>
                <w:p w:rsidR="008C67AE" w:rsidRPr="00FA498F" w:rsidRDefault="008C67AE" w:rsidP="0003722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(2)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shape id="_x0000_s1240" type="#_x0000_t202" style="position:absolute;left:0;text-align:left;margin-left:3.1pt;margin-top:11.25pt;width:36pt;height:24.45pt;z-index:251788288" stroked="f">
            <v:textbox style="mso-next-textbox:#_x0000_s1240">
              <w:txbxContent>
                <w:p w:rsidR="008C67AE" w:rsidRPr="00FA498F" w:rsidRDefault="008C67AE" w:rsidP="0003722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0.25</w:t>
                  </w:r>
                </w:p>
              </w:txbxContent>
            </v:textbox>
          </v:shape>
        </w:pict>
      </w:r>
    </w:p>
    <w:p w:rsidR="0003722F" w:rsidRDefault="008F068E" w:rsidP="0003722F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line id="_x0000_s1264" style="position:absolute;left:0;text-align:left;flip:x;z-index:251812864" from="351.9pt,11.05pt" to="363.9pt,11.05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shape id="_x0000_s1247" type="#_x0000_t202" style="position:absolute;left:0;text-align:left;margin-left:300pt;margin-top:9.7pt;width:36pt;height:24.45pt;z-index:251795456" stroked="f">
            <v:textbox style="mso-next-textbox:#_x0000_s1247">
              <w:txbxContent>
                <w:p w:rsidR="008C67AE" w:rsidRPr="00FA498F" w:rsidRDefault="008C67AE" w:rsidP="0003722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(9)</w:t>
                  </w:r>
                </w:p>
              </w:txbxContent>
            </v:textbox>
          </v:shape>
        </w:pict>
      </w:r>
    </w:p>
    <w:p w:rsidR="0003722F" w:rsidRDefault="008F068E" w:rsidP="0003722F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line id="_x0000_s1298" style="position:absolute;left:0;text-align:left;flip:x;z-index:251843584" from="352.25pt,12.25pt" to="371pt,12.25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line id="_x0000_s1262" style="position:absolute;left:0;text-align:left;flip:x;z-index:251810816" from="256.35pt,10.35pt" to="304.35pt,10.35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shape id="_x0000_s1307" type="#_x0000_t32" style="position:absolute;left:0;text-align:left;margin-left:162.8pt;margin-top:10.35pt;width:1.35pt;height:165.4pt;flip:x;z-index:251852800" o:connectortype="straight"/>
        </w:pict>
      </w:r>
      <w:r w:rsidRPr="008F068E">
        <w:rPr>
          <w:b/>
          <w:bCs/>
          <w:noProof/>
        </w:rPr>
        <w:pict>
          <v:shape id="_x0000_s1304" type="#_x0000_t32" style="position:absolute;left:0;text-align:left;margin-left:67.35pt;margin-top:10.35pt;width:284.35pt;height:0;flip:x;z-index:251849728" o:connectortype="straight">
            <v:stroke dashstyle="1 1"/>
          </v:shape>
        </w:pict>
      </w:r>
      <w:r w:rsidRPr="008F068E">
        <w:rPr>
          <w:b/>
          <w:bCs/>
          <w:noProof/>
        </w:rPr>
        <w:pict>
          <v:shape id="_x0000_s1308" type="#_x0000_t32" style="position:absolute;left:0;text-align:left;margin-left:208.1pt;margin-top:10.05pt;width:1.35pt;height:165.4pt;flip:x;z-index:251853824" o:connectortype="straight"/>
        </w:pict>
      </w:r>
      <w:r w:rsidRPr="008F068E">
        <w:rPr>
          <w:b/>
          <w:bCs/>
          <w:noProof/>
          <w:sz w:val="20"/>
        </w:rPr>
        <w:pict>
          <v:shape id="_x0000_s1303" type="#_x0000_t32" style="position:absolute;left:0;text-align:left;margin-left:209.65pt;margin-top:10.9pt;width:46.85pt;height:0;z-index:251848704" o:connectortype="straight"/>
        </w:pict>
      </w:r>
      <w:r w:rsidRPr="008F068E">
        <w:rPr>
          <w:b/>
          <w:bCs/>
          <w:noProof/>
          <w:sz w:val="20"/>
        </w:rPr>
        <w:pict>
          <v:line id="_x0000_s1282" style="position:absolute;left:0;text-align:left;z-index:251827200" from="27pt,108.7pt" to="39pt,108.7pt"/>
        </w:pict>
      </w:r>
      <w:r w:rsidRPr="008F068E">
        <w:rPr>
          <w:b/>
          <w:bCs/>
          <w:noProof/>
          <w:sz w:val="20"/>
        </w:rPr>
        <w:pict>
          <v:line id="_x0000_s1283" style="position:absolute;left:0;text-align:left;z-index:251828224" from="27pt,10.9pt" to="39pt,10.9pt"/>
        </w:pict>
      </w:r>
      <w:r w:rsidRPr="008F068E">
        <w:rPr>
          <w:b/>
          <w:bCs/>
          <w:noProof/>
          <w:sz w:val="20"/>
        </w:rPr>
        <w:pict>
          <v:line id="_x0000_s1257" style="position:absolute;left:0;text-align:left;z-index:251805696" from="256.5pt,10.9pt" to="352.5pt,10.9pt">
            <v:stroke dashstyle="1 1" endcap="round"/>
          </v:line>
        </w:pict>
      </w:r>
      <w:r w:rsidRPr="008F068E">
        <w:rPr>
          <w:b/>
          <w:bCs/>
          <w:noProof/>
          <w:sz w:val="20"/>
        </w:rPr>
        <w:pict>
          <v:line id="_x0000_s1258" style="position:absolute;left:0;text-align:left;z-index:251806720" from="351.75pt,10.9pt" to="351.75pt,108.7pt">
            <v:stroke dashstyle="1 1" endcap="round"/>
          </v:line>
        </w:pict>
      </w:r>
    </w:p>
    <w:p w:rsidR="0003722F" w:rsidRDefault="008F068E" w:rsidP="0003722F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line id="_x0000_s1301" style="position:absolute;left:0;text-align:left;flip:x;z-index:251846656" from="352.45pt,13.85pt" to="376.75pt,13.85pt">
            <v:stroke endarrow="block"/>
          </v:line>
        </w:pict>
      </w:r>
    </w:p>
    <w:p w:rsidR="0003722F" w:rsidRDefault="008F068E" w:rsidP="0003722F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306" type="#_x0000_t202" style="position:absolute;left:0;text-align:left;margin-left:101.7pt;margin-top:1.9pt;width:30pt;height:19.5pt;z-index:251851776" stroked="f">
            <v:textbox style="mso-next-textbox:#_x0000_s1306">
              <w:txbxContent>
                <w:p w:rsidR="008C67AE" w:rsidRPr="00FA498F" w:rsidRDefault="008C67AE" w:rsidP="0003722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(3)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shape id="_x0000_s1248" type="#_x0000_t202" style="position:absolute;left:0;text-align:left;margin-left:259pt;margin-top:.8pt;width:30pt;height:24.45pt;z-index:251796480" stroked="f">
            <v:textbox style="mso-next-textbox:#_x0000_s1248">
              <w:txbxContent>
                <w:p w:rsidR="008C67AE" w:rsidRPr="00FA498F" w:rsidRDefault="008C67AE" w:rsidP="0003722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(1)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shape id="_x0000_s1252" type="#_x0000_t202" style="position:absolute;left:0;text-align:left;margin-left:172.7pt;margin-top:.55pt;width:30pt;height:24.45pt;z-index:251800576" stroked="f">
            <v:textbox style="mso-next-textbox:#_x0000_s1252">
              <w:txbxContent>
                <w:p w:rsidR="008C67AE" w:rsidRPr="00FA498F" w:rsidRDefault="008C67AE" w:rsidP="0003722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(4)</w:t>
                  </w:r>
                </w:p>
              </w:txbxContent>
            </v:textbox>
          </v:shape>
        </w:pict>
      </w:r>
      <w:r w:rsidR="0003722F">
        <w:rPr>
          <w:b/>
          <w:bCs/>
        </w:rPr>
        <w:tab/>
      </w:r>
      <w:r w:rsidR="0003722F">
        <w:rPr>
          <w:b/>
          <w:bCs/>
        </w:rPr>
        <w:tab/>
        <w:t xml:space="preserve"> </w:t>
      </w:r>
    </w:p>
    <w:p w:rsidR="0003722F" w:rsidRDefault="008F068E" w:rsidP="0003722F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line id="_x0000_s1302" style="position:absolute;left:0;text-align:left;flip:x;z-index:251847680" from="350pt,2pt" to="384.2pt,2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shape id="_x0000_s1241" type="#_x0000_t202" style="position:absolute;left:0;text-align:left;margin-left:394pt;margin-top:3.85pt;width:29.25pt;height:24.45pt;z-index:251789312" stroked="f">
            <v:textbox style="mso-next-textbox:#_x0000_s1241">
              <w:txbxContent>
                <w:p w:rsidR="008C67AE" w:rsidRPr="00FA498F" w:rsidRDefault="008C67AE" w:rsidP="0003722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(8)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line id="_x0000_s1305" style="position:absolute;left:0;text-align:left;z-index:251850752" from="115.9pt,4.55pt" to="115.9pt,29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line id="_x0000_s1271" style="position:absolute;left:0;text-align:left;z-index:251820032" from="274.1pt,6.45pt" to="274.1pt,30.9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line id="_x0000_s1270" style="position:absolute;left:0;text-align:left;z-index:251819008" from="185.65pt,4.55pt" to="185.65pt,29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shape id="_x0000_s1239" type="#_x0000_t202" style="position:absolute;left:0;text-align:left;margin-left:.75pt;margin-top:1.5pt;width:36pt;height:24.45pt;z-index:251787264" stroked="f">
            <v:textbox style="mso-next-textbox:#_x0000_s1239">
              <w:txbxContent>
                <w:p w:rsidR="008C67AE" w:rsidRPr="00FA498F" w:rsidRDefault="008C67AE" w:rsidP="0003722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0.95</w:t>
                  </w:r>
                </w:p>
              </w:txbxContent>
            </v:textbox>
          </v:shape>
        </w:pict>
      </w:r>
    </w:p>
    <w:p w:rsidR="0003722F" w:rsidRDefault="008F068E" w:rsidP="0003722F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line id="_x0000_s1265" style="position:absolute;left:0;text-align:left;flip:x;z-index:251813888" from="351.1pt,1.25pt" to="389.05pt,1.25pt">
            <v:stroke endarrow="block"/>
          </v:line>
        </w:pict>
      </w:r>
      <w:r w:rsidR="0003722F">
        <w:rPr>
          <w:b/>
          <w:bCs/>
        </w:rPr>
        <w:tab/>
      </w:r>
      <w:r w:rsidR="0003722F">
        <w:rPr>
          <w:b/>
          <w:bCs/>
        </w:rPr>
        <w:tab/>
      </w:r>
      <w:r w:rsidR="0003722F">
        <w:rPr>
          <w:b/>
          <w:bCs/>
        </w:rPr>
        <w:tab/>
      </w:r>
    </w:p>
    <w:p w:rsidR="0003722F" w:rsidRPr="00555947" w:rsidRDefault="008F068E" w:rsidP="0003722F">
      <w:pPr>
        <w:pStyle w:val="Textoindependiente"/>
        <w:ind w:left="720" w:firstLine="696"/>
        <w:rPr>
          <w:bCs/>
        </w:rPr>
      </w:pPr>
      <w:r w:rsidRPr="008F068E">
        <w:rPr>
          <w:b/>
          <w:bCs/>
          <w:noProof/>
          <w:sz w:val="20"/>
        </w:rPr>
        <w:pict>
          <v:line id="_x0000_s1266" style="position:absolute;left:0;text-align:left;flip:x;z-index:251814912" from="351.6pt,.85pt" to="394.25pt,.85pt">
            <v:stroke endarrow="block"/>
          </v:line>
        </w:pict>
      </w:r>
      <w:r w:rsidRPr="008F068E">
        <w:rPr>
          <w:b/>
          <w:bCs/>
          <w:noProof/>
        </w:rPr>
        <w:pict>
          <v:line id="_x0000_s1293" style="position:absolute;left:0;text-align:left;flip:x;z-index:251838464" from="350.5pt,12.4pt" to="400.15pt,12.4pt">
            <v:stroke endarrow="block"/>
          </v:line>
        </w:pict>
      </w:r>
      <w:r w:rsidR="0003722F">
        <w:rPr>
          <w:b/>
          <w:bCs/>
        </w:rPr>
        <w:tab/>
      </w:r>
      <w:r w:rsidR="0003722F">
        <w:rPr>
          <w:b/>
          <w:bCs/>
        </w:rPr>
        <w:tab/>
      </w:r>
      <w:r w:rsidR="0003722F">
        <w:rPr>
          <w:b/>
          <w:bCs/>
        </w:rPr>
        <w:tab/>
      </w:r>
    </w:p>
    <w:p w:rsidR="0003722F" w:rsidRDefault="008F068E" w:rsidP="0003722F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242" type="#_x0000_t202" style="position:absolute;left:0;text-align:left;margin-left:141.15pt;margin-top:5.55pt;width:30pt;height:19.2pt;z-index:251790336" stroked="f">
            <v:textbox style="mso-next-textbox:#_x0000_s1242">
              <w:txbxContent>
                <w:p w:rsidR="008C67AE" w:rsidRPr="00FA498F" w:rsidRDefault="008C67AE" w:rsidP="0003722F">
                  <w:pPr>
                    <w:rPr>
                      <w:rFonts w:ascii="Tahoma" w:hAnsi="Tahoma" w:cs="Tahoma"/>
                      <w:bCs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bCs/>
                      <w:sz w:val="18"/>
                      <w:szCs w:val="18"/>
                    </w:rPr>
                    <w:t>(0)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line id="_x0000_s1263" style="position:absolute;left:0;text-align:left;flip:x;z-index:251811840" from="352.3pt,10.6pt" to="403.35pt,10.6pt">
            <v:stroke endarrow="block"/>
          </v:line>
        </w:pict>
      </w:r>
    </w:p>
    <w:p w:rsidR="0003722F" w:rsidRDefault="008F068E" w:rsidP="0003722F">
      <w:pPr>
        <w:pStyle w:val="Textoindependiente"/>
        <w:ind w:left="720" w:firstLine="696"/>
        <w:jc w:val="left"/>
        <w:rPr>
          <w:b/>
          <w:bCs/>
          <w:sz w:val="18"/>
          <w:szCs w:val="18"/>
        </w:rPr>
      </w:pPr>
      <w:r w:rsidRPr="008F068E">
        <w:rPr>
          <w:b/>
          <w:bCs/>
          <w:noProof/>
          <w:sz w:val="20"/>
        </w:rPr>
        <w:pict>
          <v:shape id="_x0000_s1250" type="#_x0000_t202" style="position:absolute;left:0;text-align:left;margin-left:250.3pt;margin-top:10.3pt;width:30pt;height:24.45pt;z-index:251798528" stroked="f">
            <v:textbox style="mso-next-textbox:#_x0000_s1250">
              <w:txbxContent>
                <w:p w:rsidR="008C67AE" w:rsidRPr="00FA498F" w:rsidRDefault="008C67AE" w:rsidP="0003722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(5)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line id="_x0000_s1291" style="position:absolute;left:0;text-align:left;z-index:251836416" from="67.5pt,7.1pt" to="351pt,7.1pt"/>
        </w:pict>
      </w:r>
      <w:r w:rsidRPr="008F068E">
        <w:rPr>
          <w:b/>
          <w:bCs/>
          <w:noProof/>
          <w:sz w:val="20"/>
        </w:rPr>
        <w:pict>
          <v:line id="_x0000_s1284" style="position:absolute;left:0;text-align:left;z-index:251829248" from="351.75pt,6.25pt" to="351.75pt,38.85pt"/>
        </w:pict>
      </w:r>
      <w:r w:rsidRPr="008F068E">
        <w:rPr>
          <w:b/>
          <w:bCs/>
          <w:noProof/>
          <w:sz w:val="20"/>
        </w:rPr>
        <w:pict>
          <v:line id="_x0000_s1290" style="position:absolute;left:0;text-align:left;z-index:251835392" from="66pt,5.8pt" to="66pt,42.2pt"/>
        </w:pict>
      </w:r>
    </w:p>
    <w:p w:rsidR="0003722F" w:rsidRPr="00341B2C" w:rsidRDefault="008F068E" w:rsidP="0003722F">
      <w:pPr>
        <w:pStyle w:val="Textoindependiente"/>
        <w:ind w:left="720" w:firstLine="698"/>
        <w:jc w:val="left"/>
        <w:rPr>
          <w:b/>
          <w:bCs/>
          <w:sz w:val="18"/>
          <w:szCs w:val="18"/>
        </w:rPr>
      </w:pPr>
      <w:r w:rsidRPr="008F068E">
        <w:rPr>
          <w:bCs/>
          <w:noProof/>
          <w:sz w:val="16"/>
          <w:szCs w:val="16"/>
        </w:rPr>
        <w:pict>
          <v:line id="_x0000_s1269" style="position:absolute;left:0;text-align:left;z-index:251817984" from="271.3pt,3.95pt" to="271.3pt,20.25pt">
            <v:stroke endarrow="block"/>
          </v:line>
        </w:pict>
      </w:r>
      <w:r w:rsidR="0003722F" w:rsidRPr="00341B2C">
        <w:rPr>
          <w:bCs/>
          <w:sz w:val="16"/>
          <w:szCs w:val="16"/>
        </w:rPr>
        <w:t>Estructura independiente</w:t>
      </w:r>
    </w:p>
    <w:p w:rsidR="0003722F" w:rsidRDefault="0003722F" w:rsidP="0003722F">
      <w:pPr>
        <w:pStyle w:val="Textoindependiente"/>
        <w:ind w:left="720" w:firstLine="696"/>
        <w:jc w:val="left"/>
        <w:rPr>
          <w:bCs/>
          <w:sz w:val="18"/>
          <w:szCs w:val="18"/>
        </w:rPr>
      </w:pPr>
    </w:p>
    <w:p w:rsidR="0003722F" w:rsidRDefault="008F068E" w:rsidP="0003722F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249" type="#_x0000_t202" style="position:absolute;left:0;text-align:left;margin-left:72.75pt;margin-top:10.8pt;width:30pt;height:24.45pt;z-index:251797504" stroked="f">
            <v:textbox style="mso-next-textbox:#_x0000_s1249">
              <w:txbxContent>
                <w:p w:rsidR="008C67AE" w:rsidRPr="00FA498F" w:rsidRDefault="008C67AE" w:rsidP="0003722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(7)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shape id="_x0000_s1251" type="#_x0000_t202" style="position:absolute;left:0;text-align:left;margin-left:322.1pt;margin-top:9.4pt;width:30pt;height:24.45pt;z-index:251799552" stroked="f">
            <v:textbox style="mso-next-textbox:#_x0000_s1251">
              <w:txbxContent>
                <w:p w:rsidR="008C67AE" w:rsidRPr="00FA498F" w:rsidRDefault="008C67AE" w:rsidP="0003722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(6)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line id="_x0000_s1286" style="position:absolute;left:0;text-align:left;z-index:251831296" from="321.75pt,10.9pt" to="321.75pt,42pt"/>
        </w:pict>
      </w:r>
      <w:r w:rsidRPr="008F068E">
        <w:rPr>
          <w:b/>
          <w:bCs/>
          <w:noProof/>
          <w:sz w:val="20"/>
        </w:rPr>
        <w:pict>
          <v:line id="_x0000_s1256" style="position:absolute;left:0;text-align:left;z-index:251804672" from="351.75pt,8.4pt" to="351.75pt,41pt"/>
        </w:pict>
      </w:r>
      <w:r w:rsidRPr="008F068E">
        <w:rPr>
          <w:b/>
          <w:bCs/>
          <w:noProof/>
          <w:sz w:val="20"/>
        </w:rPr>
        <w:pict>
          <v:line id="_x0000_s1299" style="position:absolute;left:0;text-align:left;z-index:251844608" from="316.35pt,11.05pt" to="352.35pt,11.05pt">
            <v:stroke dashstyle="1 1"/>
          </v:line>
        </w:pict>
      </w:r>
      <w:r w:rsidRPr="008F068E">
        <w:rPr>
          <w:b/>
          <w:bCs/>
          <w:noProof/>
          <w:sz w:val="20"/>
        </w:rPr>
        <w:pict>
          <v:line id="_x0000_s1253" style="position:absolute;left:0;text-align:left;z-index:251801600" from="65.7pt,10.95pt" to="101.7pt,10.95pt">
            <v:stroke dashstyle="1 1"/>
          </v:line>
        </w:pict>
      </w:r>
      <w:r w:rsidRPr="008F068E">
        <w:rPr>
          <w:b/>
          <w:bCs/>
          <w:noProof/>
          <w:sz w:val="20"/>
        </w:rPr>
        <w:pict>
          <v:line id="_x0000_s1285" style="position:absolute;left:0;text-align:left;z-index:251830272" from="100.5pt,10.8pt" to="321.75pt,10.95pt"/>
        </w:pict>
      </w:r>
      <w:r w:rsidRPr="008F068E">
        <w:rPr>
          <w:b/>
          <w:bCs/>
          <w:noProof/>
          <w:sz w:val="20"/>
        </w:rPr>
        <w:pict>
          <v:line id="_x0000_s1254" style="position:absolute;left:0;text-align:left;z-index:251802624" from="65.25pt,43.55pt" to="101.25pt,43.55pt"/>
        </w:pict>
      </w:r>
      <w:r w:rsidRPr="008F068E">
        <w:rPr>
          <w:b/>
          <w:bCs/>
          <w:noProof/>
          <w:sz w:val="20"/>
        </w:rPr>
        <w:pict>
          <v:line id="_x0000_s1292" style="position:absolute;left:0;text-align:left;z-index:251837440" from="66pt,10.8pt" to="66pt,43.4pt"/>
        </w:pict>
      </w:r>
      <w:r w:rsidRPr="008F068E">
        <w:rPr>
          <w:b/>
          <w:bCs/>
          <w:noProof/>
          <w:sz w:val="20"/>
        </w:rPr>
        <w:pict>
          <v:line id="_x0000_s1255" style="position:absolute;left:0;text-align:left;z-index:251803648" from="100.5pt,10.95pt" to="100.5pt,43.55pt"/>
        </w:pict>
      </w:r>
      <w:r w:rsidRPr="008F068E">
        <w:rPr>
          <w:b/>
          <w:bCs/>
          <w:noProof/>
          <w:sz w:val="20"/>
        </w:rPr>
        <w:pict>
          <v:line id="_x0000_s1287" style="position:absolute;left:0;text-align:left;z-index:251832320" from="321.75pt,42pt" to="351.75pt,42pt"/>
        </w:pict>
      </w:r>
    </w:p>
    <w:p w:rsidR="0003722F" w:rsidRDefault="008F068E" w:rsidP="0003722F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line id="_x0000_s1267" style="position:absolute;left:0;text-align:left;z-index:251815936" from="83.85pt,10.45pt" to="83.85pt,26.75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line id="_x0000_s1268" style="position:absolute;left:0;text-align:left;z-index:251816960" from="335.25pt,9.9pt" to="335.25pt,26.2pt">
            <v:stroke endarrow="block"/>
          </v:line>
        </w:pict>
      </w:r>
    </w:p>
    <w:p w:rsidR="0003722F" w:rsidRDefault="008F068E" w:rsidP="0003722F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</w:rPr>
        <w:pict>
          <v:shape id="_x0000_s1309" type="#_x0000_t32" style="position:absolute;left:0;text-align:left;margin-left:162.8pt;margin-top:13.75pt;width:45.3pt;height:0;z-index:251854848" o:connectortype="straight"/>
        </w:pict>
      </w:r>
      <w:r w:rsidRPr="008F068E">
        <w:rPr>
          <w:b/>
          <w:bCs/>
          <w:noProof/>
          <w:sz w:val="20"/>
        </w:rPr>
        <w:pict>
          <v:line id="_x0000_s1277" style="position:absolute;left:0;text-align:left;z-index:251822080" from="48pt,6.4pt" to="48pt,6.4pt"/>
        </w:pict>
      </w:r>
    </w:p>
    <w:p w:rsidR="0003722F" w:rsidRDefault="008F068E" w:rsidP="0003722F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243" type="#_x0000_t202" style="position:absolute;left:0;text-align:left;margin-left:270.4pt;margin-top:2pt;width:36pt;height:24.45pt;z-index:251791360" stroked="f">
            <v:textbox style="mso-next-textbox:#_x0000_s1243">
              <w:txbxContent>
                <w:p w:rsidR="008C67AE" w:rsidRPr="00FA498F" w:rsidRDefault="008C67AE" w:rsidP="0003722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1.50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shape id="_x0000_s1245" type="#_x0000_t202" style="position:absolute;left:0;text-align:left;margin-left:166.6pt;margin-top:2.5pt;width:36pt;height:24.45pt;z-index:251793408" stroked="f">
            <v:textbox style="mso-next-textbox:#_x0000_s1245">
              <w:txbxContent>
                <w:p w:rsidR="008C67AE" w:rsidRPr="00FA498F" w:rsidRDefault="008C67AE" w:rsidP="0003722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0.75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shape id="_x0000_s1244" type="#_x0000_t202" style="position:absolute;left:0;text-align:left;margin-left:92.55pt;margin-top:2.75pt;width:36pt;height:24.45pt;z-index:251792384" stroked="f">
            <v:textbox style="mso-next-textbox:#_x0000_s1244">
              <w:txbxContent>
                <w:p w:rsidR="008C67AE" w:rsidRPr="00FA498F" w:rsidRDefault="008C67AE" w:rsidP="0003722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1.00</w:t>
                  </w:r>
                </w:p>
              </w:txbxContent>
            </v:textbox>
          </v:shape>
        </w:pict>
      </w:r>
    </w:p>
    <w:p w:rsidR="0003722F" w:rsidRDefault="008F068E" w:rsidP="0003722F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line id="_x0000_s1310" style="position:absolute;left:0;text-align:left;z-index:251855872" from="207.8pt,12.55pt" to="207.8pt,20.7pt"/>
        </w:pict>
      </w:r>
      <w:r w:rsidRPr="008F068E">
        <w:rPr>
          <w:b/>
          <w:bCs/>
          <w:noProof/>
          <w:sz w:val="20"/>
        </w:rPr>
        <w:pict>
          <v:line id="_x0000_s1279" style="position:absolute;left:0;text-align:left;z-index:251824128" from="208.1pt,-.1pt" to="208.1pt,8.05pt"/>
        </w:pict>
      </w:r>
      <w:r w:rsidRPr="008F068E">
        <w:rPr>
          <w:b/>
          <w:bCs/>
          <w:noProof/>
          <w:sz w:val="20"/>
        </w:rPr>
        <w:pict>
          <v:line id="_x0000_s1280" style="position:absolute;left:0;text-align:left;z-index:251825152" from="162.9pt,.55pt" to="162.9pt,8.7pt"/>
        </w:pict>
      </w:r>
      <w:r w:rsidRPr="008F068E">
        <w:rPr>
          <w:b/>
          <w:bCs/>
          <w:noProof/>
          <w:sz w:val="20"/>
        </w:rPr>
        <w:pict>
          <v:line id="_x0000_s1289" style="position:absolute;left:0;text-align:left;z-index:251834368" from="65.55pt,-.05pt" to="65.55pt,8.1pt"/>
        </w:pict>
      </w:r>
      <w:r w:rsidRPr="008F068E">
        <w:rPr>
          <w:b/>
          <w:bCs/>
          <w:noProof/>
          <w:sz w:val="20"/>
        </w:rPr>
        <w:pict>
          <v:line id="_x0000_s1288" style="position:absolute;left:0;text-align:left;z-index:251833344" from="60pt,4.45pt" to="5in,4.45pt"/>
        </w:pict>
      </w:r>
      <w:r w:rsidRPr="008F068E">
        <w:rPr>
          <w:b/>
          <w:bCs/>
          <w:noProof/>
          <w:sz w:val="20"/>
        </w:rPr>
        <w:pict>
          <v:line id="_x0000_s1278" style="position:absolute;left:0;text-align:left;z-index:251823104" from="351.75pt,.35pt" to="351.75pt,8.5pt"/>
        </w:pict>
      </w:r>
    </w:p>
    <w:p w:rsidR="0003722F" w:rsidRDefault="008F068E" w:rsidP="0003722F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group id="_x0000_s1272" style="position:absolute;left:0;text-align:left;margin-left:208.1pt;margin-top:2.8pt;width:142.9pt;height:47pt;z-index:251821056" coordorigin="2661,9029" coordsize="5400,1141">
            <v:line id="_x0000_s1273" style="position:absolute" from="2661,9029" to="8061,9029"/>
            <v:line id="_x0000_s1274" style="position:absolute" from="8061,9029" to="8061,10170"/>
            <v:line id="_x0000_s1275" style="position:absolute" from="2661,9029" to="8061,10170"/>
            <v:line id="_x0000_s1276" style="position:absolute;flip:y" from="6741,9147" to="6741,9799">
              <v:stroke endarrow="block"/>
            </v:line>
          </v:group>
        </w:pict>
      </w:r>
      <w:r w:rsidRPr="008F068E">
        <w:rPr>
          <w:b/>
          <w:bCs/>
          <w:noProof/>
          <w:sz w:val="20"/>
        </w:rPr>
        <w:pict>
          <v:shape id="_x0000_s1246" type="#_x0000_t202" style="position:absolute;left:0;text-align:left;margin-left:267.1pt;margin-top:6.4pt;width:33.1pt;height:24.45pt;z-index:251794432" stroked="f">
            <v:textbox style="mso-next-textbox:#_x0000_s1246">
              <w:txbxContent>
                <w:p w:rsidR="008C67AE" w:rsidRDefault="008C67AE" w:rsidP="0003722F">
                  <w:pPr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(10)</w:t>
                  </w:r>
                </w:p>
              </w:txbxContent>
            </v:textbox>
          </v:shape>
        </w:pict>
      </w:r>
    </w:p>
    <w:p w:rsidR="0003722F" w:rsidRDefault="0003722F" w:rsidP="00EC3A6D">
      <w:pPr>
        <w:pStyle w:val="Textoindependiente"/>
        <w:rPr>
          <w:b/>
          <w:bCs/>
        </w:rPr>
      </w:pPr>
    </w:p>
    <w:p w:rsidR="0003722F" w:rsidRPr="0003722F" w:rsidRDefault="0003722F" w:rsidP="0003722F">
      <w:pPr>
        <w:pStyle w:val="Textoindependiente"/>
        <w:rPr>
          <w:rFonts w:ascii="Arial" w:hAnsi="Arial" w:cs="Arial"/>
          <w:b/>
          <w:bCs/>
        </w:rPr>
      </w:pPr>
    </w:p>
    <w:p w:rsidR="0003722F" w:rsidRPr="0003722F" w:rsidRDefault="0003722F" w:rsidP="0003722F">
      <w:pPr>
        <w:pStyle w:val="Textoindependiente"/>
        <w:ind w:left="720" w:firstLine="696"/>
        <w:rPr>
          <w:rFonts w:ascii="Arial" w:hAnsi="Arial" w:cs="Arial"/>
          <w:b/>
          <w:bCs/>
        </w:rPr>
      </w:pPr>
      <w:r w:rsidRPr="0003722F">
        <w:rPr>
          <w:rFonts w:ascii="Arial" w:hAnsi="Arial" w:cs="Arial"/>
          <w:b/>
          <w:bCs/>
        </w:rPr>
        <w:t xml:space="preserve">Nombre </w:t>
      </w:r>
      <w:r w:rsidRPr="0003722F">
        <w:rPr>
          <w:rFonts w:ascii="Arial" w:hAnsi="Arial" w:cs="Arial"/>
          <w:b/>
          <w:bCs/>
        </w:rPr>
        <w:tab/>
      </w:r>
      <w:r w:rsidRPr="0003722F">
        <w:rPr>
          <w:rFonts w:ascii="Arial" w:hAnsi="Arial" w:cs="Arial"/>
          <w:b/>
          <w:bCs/>
        </w:rPr>
        <w:tab/>
        <w:t>Descripción</w:t>
      </w:r>
    </w:p>
    <w:p w:rsidR="0003722F" w:rsidRPr="0003722F" w:rsidRDefault="0003722F" w:rsidP="0003722F">
      <w:pPr>
        <w:pStyle w:val="Textoindependiente"/>
        <w:ind w:left="720" w:firstLine="696"/>
        <w:rPr>
          <w:rFonts w:ascii="Arial" w:hAnsi="Arial" w:cs="Arial"/>
        </w:rPr>
      </w:pPr>
    </w:p>
    <w:p w:rsidR="0003722F" w:rsidRPr="0003722F" w:rsidRDefault="0003722F" w:rsidP="0003722F">
      <w:pPr>
        <w:pStyle w:val="Textoindependiente"/>
        <w:ind w:left="1428"/>
        <w:rPr>
          <w:rFonts w:ascii="Arial" w:hAnsi="Arial" w:cs="Arial"/>
        </w:rPr>
      </w:pPr>
      <w:r w:rsidRPr="0003722F">
        <w:rPr>
          <w:rFonts w:ascii="Arial" w:hAnsi="Arial" w:cs="Arial"/>
        </w:rPr>
        <w:t xml:space="preserve">   (1)</w:t>
      </w:r>
      <w:r w:rsidRPr="0003722F">
        <w:rPr>
          <w:rFonts w:ascii="Arial" w:hAnsi="Arial" w:cs="Arial"/>
          <w:b/>
          <w:bCs/>
        </w:rPr>
        <w:tab/>
      </w:r>
      <w:r w:rsidRPr="0003722F">
        <w:rPr>
          <w:rFonts w:ascii="Arial" w:hAnsi="Arial" w:cs="Arial"/>
        </w:rPr>
        <w:tab/>
        <w:t>Peso líquido aguas arriba.</w:t>
      </w:r>
    </w:p>
    <w:p w:rsidR="0003722F" w:rsidRPr="0003722F" w:rsidRDefault="0003722F" w:rsidP="0003722F">
      <w:pPr>
        <w:pStyle w:val="Textoindependiente"/>
        <w:ind w:left="708" w:firstLine="708"/>
        <w:rPr>
          <w:rFonts w:ascii="Arial" w:hAnsi="Arial" w:cs="Arial"/>
        </w:rPr>
      </w:pPr>
      <w:r w:rsidRPr="0003722F">
        <w:rPr>
          <w:rFonts w:ascii="Arial" w:hAnsi="Arial" w:cs="Arial"/>
        </w:rPr>
        <w:t xml:space="preserve">   (2)</w:t>
      </w:r>
      <w:r w:rsidRPr="0003722F">
        <w:rPr>
          <w:rFonts w:ascii="Arial" w:hAnsi="Arial" w:cs="Arial"/>
        </w:rPr>
        <w:tab/>
      </w:r>
      <w:r w:rsidRPr="0003722F">
        <w:rPr>
          <w:rFonts w:ascii="Arial" w:hAnsi="Arial" w:cs="Arial"/>
          <w:b/>
          <w:bCs/>
        </w:rPr>
        <w:tab/>
      </w:r>
      <w:r w:rsidRPr="0003722F">
        <w:rPr>
          <w:rFonts w:ascii="Arial" w:hAnsi="Arial" w:cs="Arial"/>
        </w:rPr>
        <w:t>Peso líquido creciente.</w:t>
      </w:r>
    </w:p>
    <w:p w:rsidR="0003722F" w:rsidRPr="0003722F" w:rsidRDefault="0003722F" w:rsidP="0003722F">
      <w:pPr>
        <w:pStyle w:val="Textoindependiente"/>
        <w:ind w:left="720" w:firstLine="696"/>
        <w:rPr>
          <w:rFonts w:ascii="Arial" w:hAnsi="Arial" w:cs="Arial"/>
        </w:rPr>
      </w:pPr>
      <w:r w:rsidRPr="0003722F">
        <w:rPr>
          <w:rFonts w:ascii="Arial" w:hAnsi="Arial" w:cs="Arial"/>
        </w:rPr>
        <w:t xml:space="preserve">   (3)</w:t>
      </w:r>
      <w:r w:rsidRPr="0003722F">
        <w:rPr>
          <w:rFonts w:ascii="Arial" w:hAnsi="Arial" w:cs="Arial"/>
        </w:rPr>
        <w:tab/>
      </w:r>
      <w:r w:rsidRPr="0003722F">
        <w:rPr>
          <w:rFonts w:ascii="Arial" w:hAnsi="Arial" w:cs="Arial"/>
        </w:rPr>
        <w:tab/>
        <w:t xml:space="preserve">Peso líquido aguas abajo.  </w:t>
      </w:r>
    </w:p>
    <w:p w:rsidR="0003722F" w:rsidRPr="0003722F" w:rsidRDefault="0003722F" w:rsidP="0003722F">
      <w:pPr>
        <w:pStyle w:val="Textoindependiente"/>
        <w:ind w:left="720" w:firstLine="696"/>
        <w:rPr>
          <w:rFonts w:ascii="Arial" w:hAnsi="Arial" w:cs="Arial"/>
        </w:rPr>
      </w:pPr>
      <w:r w:rsidRPr="0003722F">
        <w:rPr>
          <w:rFonts w:ascii="Arial" w:hAnsi="Arial" w:cs="Arial"/>
        </w:rPr>
        <w:t xml:space="preserve">   (4)</w:t>
      </w:r>
      <w:r w:rsidRPr="0003722F">
        <w:rPr>
          <w:rFonts w:ascii="Arial" w:hAnsi="Arial" w:cs="Arial"/>
        </w:rPr>
        <w:tab/>
      </w:r>
      <w:r w:rsidRPr="0003722F">
        <w:rPr>
          <w:rFonts w:ascii="Arial" w:hAnsi="Arial" w:cs="Arial"/>
        </w:rPr>
        <w:tab/>
        <w:t>Peso dique.</w:t>
      </w:r>
    </w:p>
    <w:p w:rsidR="0003722F" w:rsidRPr="0003722F" w:rsidRDefault="0003722F" w:rsidP="0003722F">
      <w:pPr>
        <w:pStyle w:val="Textoindependiente"/>
        <w:ind w:left="720" w:firstLine="696"/>
        <w:rPr>
          <w:rFonts w:ascii="Arial" w:hAnsi="Arial" w:cs="Arial"/>
        </w:rPr>
      </w:pPr>
      <w:r w:rsidRPr="0003722F">
        <w:rPr>
          <w:rFonts w:ascii="Arial" w:hAnsi="Arial" w:cs="Arial"/>
        </w:rPr>
        <w:t xml:space="preserve">   (5)</w:t>
      </w:r>
      <w:r w:rsidRPr="0003722F">
        <w:rPr>
          <w:rFonts w:ascii="Arial" w:hAnsi="Arial" w:cs="Arial"/>
        </w:rPr>
        <w:tab/>
      </w:r>
      <w:r w:rsidRPr="0003722F">
        <w:rPr>
          <w:rFonts w:ascii="Arial" w:hAnsi="Arial" w:cs="Arial"/>
        </w:rPr>
        <w:tab/>
        <w:t>Peso fundación.</w:t>
      </w:r>
    </w:p>
    <w:p w:rsidR="0003722F" w:rsidRPr="0003722F" w:rsidRDefault="0003722F" w:rsidP="0003722F">
      <w:pPr>
        <w:pStyle w:val="Textoindependiente"/>
        <w:ind w:left="720" w:firstLine="696"/>
        <w:rPr>
          <w:rFonts w:ascii="Arial" w:hAnsi="Arial" w:cs="Arial"/>
        </w:rPr>
      </w:pPr>
      <w:r w:rsidRPr="0003722F">
        <w:rPr>
          <w:rFonts w:ascii="Arial" w:hAnsi="Arial" w:cs="Arial"/>
        </w:rPr>
        <w:t xml:space="preserve">   (6)</w:t>
      </w:r>
      <w:r w:rsidRPr="0003722F">
        <w:rPr>
          <w:rFonts w:ascii="Arial" w:hAnsi="Arial" w:cs="Arial"/>
          <w:b/>
          <w:bCs/>
        </w:rPr>
        <w:tab/>
      </w:r>
      <w:r w:rsidRPr="0003722F">
        <w:rPr>
          <w:rFonts w:ascii="Arial" w:hAnsi="Arial" w:cs="Arial"/>
        </w:rPr>
        <w:tab/>
        <w:t xml:space="preserve">Peso dentellón aguas arriba. </w:t>
      </w:r>
    </w:p>
    <w:p w:rsidR="0003722F" w:rsidRPr="0003722F" w:rsidRDefault="0003722F" w:rsidP="0003722F">
      <w:pPr>
        <w:pStyle w:val="Textoindependiente"/>
        <w:ind w:left="720" w:firstLine="696"/>
        <w:rPr>
          <w:rFonts w:ascii="Arial" w:hAnsi="Arial" w:cs="Arial"/>
        </w:rPr>
      </w:pPr>
      <w:r w:rsidRPr="0003722F">
        <w:rPr>
          <w:rFonts w:ascii="Arial" w:hAnsi="Arial" w:cs="Arial"/>
        </w:rPr>
        <w:t xml:space="preserve">   (7)</w:t>
      </w:r>
      <w:r w:rsidRPr="0003722F">
        <w:rPr>
          <w:rFonts w:ascii="Arial" w:hAnsi="Arial" w:cs="Arial"/>
        </w:rPr>
        <w:tab/>
      </w:r>
      <w:r w:rsidRPr="0003722F">
        <w:rPr>
          <w:rFonts w:ascii="Arial" w:hAnsi="Arial" w:cs="Arial"/>
        </w:rPr>
        <w:tab/>
        <w:t>Peso dentellón aguas abajo.</w:t>
      </w:r>
    </w:p>
    <w:p w:rsidR="0003722F" w:rsidRPr="0003722F" w:rsidRDefault="0003722F" w:rsidP="0003722F">
      <w:pPr>
        <w:pStyle w:val="Textoindependiente"/>
        <w:ind w:left="720" w:firstLine="696"/>
        <w:rPr>
          <w:rFonts w:ascii="Arial" w:hAnsi="Arial" w:cs="Arial"/>
        </w:rPr>
      </w:pPr>
      <w:r w:rsidRPr="0003722F">
        <w:rPr>
          <w:rFonts w:ascii="Arial" w:hAnsi="Arial" w:cs="Arial"/>
        </w:rPr>
        <w:t xml:space="preserve">   (8)</w:t>
      </w:r>
      <w:r w:rsidRPr="0003722F">
        <w:rPr>
          <w:rFonts w:ascii="Arial" w:hAnsi="Arial" w:cs="Arial"/>
        </w:rPr>
        <w:tab/>
      </w:r>
      <w:r w:rsidRPr="0003722F">
        <w:rPr>
          <w:rFonts w:ascii="Arial" w:hAnsi="Arial" w:cs="Arial"/>
        </w:rPr>
        <w:tab/>
        <w:t>Empuje líquido almacenado.</w:t>
      </w:r>
    </w:p>
    <w:p w:rsidR="0003722F" w:rsidRPr="0003722F" w:rsidRDefault="0003722F" w:rsidP="0003722F">
      <w:pPr>
        <w:pStyle w:val="Textoindependiente"/>
        <w:ind w:left="720" w:firstLine="696"/>
        <w:rPr>
          <w:rFonts w:ascii="Arial" w:hAnsi="Arial" w:cs="Arial"/>
        </w:rPr>
      </w:pPr>
      <w:r>
        <w:t xml:space="preserve">  </w:t>
      </w:r>
      <w:r w:rsidRPr="0003722F">
        <w:rPr>
          <w:rFonts w:ascii="Arial" w:hAnsi="Arial" w:cs="Arial"/>
        </w:rPr>
        <w:t>(9)</w:t>
      </w:r>
      <w:r w:rsidRPr="0003722F">
        <w:rPr>
          <w:rFonts w:ascii="Arial" w:hAnsi="Arial" w:cs="Arial"/>
        </w:rPr>
        <w:tab/>
      </w:r>
      <w:r w:rsidRPr="0003722F">
        <w:rPr>
          <w:rFonts w:ascii="Arial" w:hAnsi="Arial" w:cs="Arial"/>
        </w:rPr>
        <w:tab/>
        <w:t xml:space="preserve">Peso puntual por sobre tamaño o sismo </w:t>
      </w:r>
    </w:p>
    <w:p w:rsidR="0003722F" w:rsidRPr="0003722F" w:rsidRDefault="0003722F" w:rsidP="0003722F">
      <w:pPr>
        <w:pStyle w:val="Textoindependiente"/>
        <w:ind w:left="720" w:firstLine="696"/>
        <w:rPr>
          <w:rFonts w:ascii="Arial" w:hAnsi="Arial" w:cs="Arial"/>
        </w:rPr>
      </w:pPr>
      <w:r w:rsidRPr="0003722F">
        <w:rPr>
          <w:rFonts w:ascii="Arial" w:hAnsi="Arial" w:cs="Arial"/>
        </w:rPr>
        <w:t xml:space="preserve">  (10)</w:t>
      </w:r>
      <w:r w:rsidRPr="0003722F">
        <w:rPr>
          <w:rFonts w:ascii="Arial" w:hAnsi="Arial" w:cs="Arial"/>
        </w:rPr>
        <w:tab/>
      </w:r>
      <w:r w:rsidRPr="0003722F">
        <w:rPr>
          <w:rFonts w:ascii="Arial" w:hAnsi="Arial" w:cs="Arial"/>
        </w:rPr>
        <w:tab/>
        <w:t>Subpresión.</w:t>
      </w:r>
    </w:p>
    <w:p w:rsidR="0003722F" w:rsidRPr="00EC3A6D" w:rsidRDefault="00EC3A6D" w:rsidP="00EC3A6D">
      <w:pPr>
        <w:pStyle w:val="Ttulo3"/>
        <w:numPr>
          <w:ilvl w:val="0"/>
          <w:numId w:val="0"/>
        </w:numPr>
      </w:pPr>
      <w:r w:rsidRPr="00EC3A6D">
        <w:lastRenderedPageBreak/>
        <w:t>Solicitaciones por sismo</w:t>
      </w:r>
    </w:p>
    <w:p w:rsidR="0003722F" w:rsidRPr="00EC3A6D" w:rsidRDefault="0003722F" w:rsidP="008B3490">
      <w:pPr>
        <w:pStyle w:val="Textoindependiente"/>
        <w:numPr>
          <w:ilvl w:val="0"/>
          <w:numId w:val="10"/>
        </w:numPr>
        <w:ind w:left="142" w:firstLine="0"/>
        <w:rPr>
          <w:rFonts w:ascii="Arial" w:hAnsi="Arial" w:cs="Arial"/>
          <w:bCs/>
        </w:rPr>
      </w:pPr>
      <w:r w:rsidRPr="00EC3A6D">
        <w:rPr>
          <w:rFonts w:ascii="Arial" w:hAnsi="Arial" w:cs="Arial"/>
          <w:bCs/>
        </w:rPr>
        <w:t>Inercia de la presa:</w:t>
      </w:r>
    </w:p>
    <w:p w:rsidR="0003722F" w:rsidRPr="00EC3A6D" w:rsidRDefault="0003722F" w:rsidP="0003722F">
      <w:pPr>
        <w:pStyle w:val="Textoindependiente"/>
        <w:ind w:left="142"/>
        <w:rPr>
          <w:rFonts w:ascii="Arial" w:hAnsi="Arial" w:cs="Arial"/>
          <w:bCs/>
        </w:rPr>
      </w:pPr>
      <w:r w:rsidRPr="00EC3A6D">
        <w:rPr>
          <w:rFonts w:ascii="Arial" w:hAnsi="Arial" w:cs="Arial"/>
          <w:bCs/>
        </w:rPr>
        <w:t xml:space="preserve">Fs = G * Ks * ∞ </w:t>
      </w:r>
      <w:r w:rsidRPr="00EC3A6D">
        <w:rPr>
          <w:rFonts w:ascii="Arial" w:hAnsi="Arial" w:cs="Arial"/>
          <w:bCs/>
        </w:rPr>
        <w:tab/>
      </w:r>
    </w:p>
    <w:p w:rsidR="0003722F" w:rsidRPr="00EC3A6D" w:rsidRDefault="0003722F" w:rsidP="0003722F">
      <w:pPr>
        <w:pStyle w:val="Textoindependiente"/>
        <w:ind w:left="142"/>
        <w:rPr>
          <w:rFonts w:ascii="Arial" w:hAnsi="Arial" w:cs="Arial"/>
          <w:bCs/>
        </w:rPr>
      </w:pPr>
      <w:r w:rsidRPr="00EC3A6D">
        <w:rPr>
          <w:rFonts w:ascii="Arial" w:hAnsi="Arial" w:cs="Arial"/>
          <w:bCs/>
        </w:rPr>
        <w:t>G = Peso de la presa  =  3.47 ton/m.</w:t>
      </w:r>
    </w:p>
    <w:p w:rsidR="0003722F" w:rsidRPr="00EC3A6D" w:rsidRDefault="0003722F" w:rsidP="0003722F">
      <w:pPr>
        <w:pStyle w:val="Textoindependiente"/>
        <w:ind w:left="142"/>
        <w:rPr>
          <w:rFonts w:ascii="Arial" w:hAnsi="Arial" w:cs="Arial"/>
          <w:bCs/>
        </w:rPr>
      </w:pPr>
      <w:r w:rsidRPr="00EC3A6D">
        <w:rPr>
          <w:rFonts w:ascii="Arial" w:hAnsi="Arial" w:cs="Arial"/>
          <w:bCs/>
        </w:rPr>
        <w:t>Ks = Coeficiente sísmico = 1.00/40  intensidad sismo 7.</w:t>
      </w:r>
    </w:p>
    <w:p w:rsidR="0003722F" w:rsidRPr="00EC3A6D" w:rsidRDefault="0003722F" w:rsidP="0003722F">
      <w:pPr>
        <w:pStyle w:val="Textoindependiente"/>
        <w:ind w:left="142"/>
        <w:rPr>
          <w:rFonts w:ascii="Arial" w:hAnsi="Arial" w:cs="Arial"/>
          <w:bCs/>
        </w:rPr>
      </w:pPr>
      <w:r w:rsidRPr="00EC3A6D">
        <w:rPr>
          <w:rFonts w:ascii="Arial" w:hAnsi="Arial" w:cs="Arial"/>
          <w:bCs/>
        </w:rPr>
        <w:t>∞ = Coeficiente características dinámicas de construcción = 1.5.</w:t>
      </w:r>
    </w:p>
    <w:p w:rsidR="0003722F" w:rsidRPr="00EC3A6D" w:rsidRDefault="0003722F" w:rsidP="0003722F">
      <w:pPr>
        <w:pStyle w:val="Textoindependiente"/>
        <w:ind w:left="142"/>
        <w:rPr>
          <w:rFonts w:ascii="Arial" w:hAnsi="Arial" w:cs="Arial"/>
          <w:bCs/>
        </w:rPr>
      </w:pPr>
      <w:r w:rsidRPr="00EC3A6D">
        <w:rPr>
          <w:rFonts w:ascii="Arial" w:hAnsi="Arial" w:cs="Arial"/>
          <w:bCs/>
        </w:rPr>
        <w:t>Fs = 0.13 ton/m., aplicado a 0.42 H.</w:t>
      </w:r>
    </w:p>
    <w:p w:rsidR="0003722F" w:rsidRPr="00EC3A6D" w:rsidRDefault="0003722F" w:rsidP="0003722F">
      <w:pPr>
        <w:pStyle w:val="Textoindependiente"/>
        <w:ind w:left="142"/>
        <w:rPr>
          <w:rFonts w:ascii="Arial" w:hAnsi="Arial" w:cs="Arial"/>
          <w:bCs/>
        </w:rPr>
      </w:pPr>
    </w:p>
    <w:p w:rsidR="0003722F" w:rsidRPr="00EC3A6D" w:rsidRDefault="0003722F" w:rsidP="008B3490">
      <w:pPr>
        <w:pStyle w:val="Textoindependiente"/>
        <w:numPr>
          <w:ilvl w:val="0"/>
          <w:numId w:val="10"/>
        </w:numPr>
        <w:ind w:left="142" w:firstLine="0"/>
        <w:rPr>
          <w:rFonts w:ascii="Arial" w:hAnsi="Arial" w:cs="Arial"/>
          <w:bCs/>
        </w:rPr>
      </w:pPr>
      <w:r w:rsidRPr="00EC3A6D">
        <w:rPr>
          <w:rFonts w:ascii="Arial" w:hAnsi="Arial" w:cs="Arial"/>
          <w:bCs/>
        </w:rPr>
        <w:t>Inercia del agua</w:t>
      </w:r>
    </w:p>
    <w:p w:rsidR="0003722F" w:rsidRPr="00EC3A6D" w:rsidRDefault="0003722F" w:rsidP="0003722F">
      <w:pPr>
        <w:pStyle w:val="Textoindependiente"/>
        <w:ind w:left="142"/>
        <w:rPr>
          <w:rFonts w:ascii="Arial" w:hAnsi="Arial" w:cs="Arial"/>
          <w:bCs/>
        </w:rPr>
      </w:pPr>
      <w:r w:rsidRPr="00EC3A6D">
        <w:rPr>
          <w:rFonts w:ascii="Arial" w:hAnsi="Arial" w:cs="Arial"/>
          <w:bCs/>
        </w:rPr>
        <w:t>Ps = (2/3) Ce * β * H</w:t>
      </w:r>
      <w:r w:rsidRPr="00EC3A6D">
        <w:rPr>
          <w:rFonts w:ascii="Arial" w:hAnsi="Arial" w:cs="Arial"/>
          <w:bCs/>
          <w:vertAlign w:val="superscript"/>
        </w:rPr>
        <w:t>2</w:t>
      </w:r>
      <w:r w:rsidRPr="00EC3A6D">
        <w:rPr>
          <w:rFonts w:ascii="Arial" w:hAnsi="Arial" w:cs="Arial"/>
          <w:bCs/>
        </w:rPr>
        <w:t xml:space="preserve"> </w:t>
      </w:r>
      <w:r w:rsidRPr="00EC3A6D">
        <w:rPr>
          <w:rFonts w:ascii="Arial" w:hAnsi="Arial" w:cs="Arial"/>
          <w:bCs/>
        </w:rPr>
        <w:tab/>
        <w:t xml:space="preserve"> </w:t>
      </w:r>
    </w:p>
    <w:p w:rsidR="0003722F" w:rsidRPr="00EC3A6D" w:rsidRDefault="0003722F" w:rsidP="0003722F">
      <w:pPr>
        <w:pStyle w:val="Textoindependiente"/>
        <w:ind w:left="142"/>
        <w:rPr>
          <w:rFonts w:ascii="Arial" w:hAnsi="Arial" w:cs="Arial"/>
          <w:bCs/>
        </w:rPr>
      </w:pPr>
      <w:r w:rsidRPr="00EC3A6D">
        <w:rPr>
          <w:rFonts w:ascii="Arial" w:hAnsi="Arial" w:cs="Arial"/>
          <w:bCs/>
        </w:rPr>
        <w:t>Ce = (0.186)/[1.0 – 7.746  * (H/(1000 * t))</w:t>
      </w:r>
      <w:r w:rsidRPr="00EC3A6D">
        <w:rPr>
          <w:rFonts w:ascii="Arial" w:hAnsi="Arial" w:cs="Arial"/>
          <w:bCs/>
          <w:vertAlign w:val="superscript"/>
        </w:rPr>
        <w:t>2</w:t>
      </w:r>
      <w:r w:rsidRPr="00EC3A6D">
        <w:rPr>
          <w:rFonts w:ascii="Arial" w:hAnsi="Arial" w:cs="Arial"/>
          <w:bCs/>
        </w:rPr>
        <w:t>]</w:t>
      </w:r>
      <w:r w:rsidRPr="00EC3A6D">
        <w:rPr>
          <w:rFonts w:ascii="Arial" w:hAnsi="Arial" w:cs="Arial"/>
          <w:bCs/>
          <w:vertAlign w:val="superscript"/>
        </w:rPr>
        <w:t>1/2</w:t>
      </w:r>
      <w:r w:rsidRPr="00EC3A6D">
        <w:rPr>
          <w:rFonts w:ascii="Arial" w:hAnsi="Arial" w:cs="Arial"/>
          <w:bCs/>
        </w:rPr>
        <w:t xml:space="preserve">  =  0.186</w:t>
      </w:r>
    </w:p>
    <w:p w:rsidR="0003722F" w:rsidRPr="00EC3A6D" w:rsidRDefault="0003722F" w:rsidP="0003722F">
      <w:pPr>
        <w:pStyle w:val="Textoindependiente"/>
        <w:ind w:left="142"/>
        <w:rPr>
          <w:rFonts w:ascii="Arial" w:hAnsi="Arial" w:cs="Arial"/>
          <w:bCs/>
        </w:rPr>
      </w:pPr>
      <w:r w:rsidRPr="00EC3A6D">
        <w:rPr>
          <w:rFonts w:ascii="Arial" w:hAnsi="Arial" w:cs="Arial"/>
          <w:bCs/>
        </w:rPr>
        <w:t>β = Coeficiente que depende de la intensidad del sísmico = 0.04 sismo fuerte</w:t>
      </w:r>
    </w:p>
    <w:p w:rsidR="0003722F" w:rsidRPr="00EC3A6D" w:rsidRDefault="0003722F" w:rsidP="0003722F">
      <w:pPr>
        <w:pStyle w:val="Textoindependiente"/>
        <w:rPr>
          <w:rFonts w:ascii="Arial" w:hAnsi="Arial" w:cs="Arial"/>
          <w:bCs/>
        </w:rPr>
      </w:pPr>
      <w:r w:rsidRPr="00EC3A6D">
        <w:rPr>
          <w:rFonts w:ascii="Arial" w:hAnsi="Arial" w:cs="Arial"/>
          <w:bCs/>
        </w:rPr>
        <w:t xml:space="preserve">  H = 1.20 m.</w:t>
      </w:r>
    </w:p>
    <w:p w:rsidR="0003722F" w:rsidRPr="00EC3A6D" w:rsidRDefault="0003722F" w:rsidP="0003722F">
      <w:pPr>
        <w:pStyle w:val="Textoindependiente"/>
        <w:ind w:left="142"/>
        <w:rPr>
          <w:rFonts w:ascii="Arial" w:hAnsi="Arial" w:cs="Arial"/>
          <w:bCs/>
        </w:rPr>
      </w:pPr>
      <w:r w:rsidRPr="00EC3A6D">
        <w:rPr>
          <w:rFonts w:ascii="Arial" w:hAnsi="Arial" w:cs="Arial"/>
          <w:bCs/>
        </w:rPr>
        <w:t>Ps = 0.007 aplicado a 0.4 H</w:t>
      </w:r>
    </w:p>
    <w:p w:rsidR="0003722F" w:rsidRDefault="0003722F" w:rsidP="0003722F">
      <w:pPr>
        <w:pStyle w:val="Textoindependiente"/>
        <w:rPr>
          <w:b/>
          <w:bCs/>
        </w:rPr>
      </w:pPr>
    </w:p>
    <w:p w:rsidR="0003722F" w:rsidRDefault="005965F8" w:rsidP="0003722F">
      <w:pPr>
        <w:pStyle w:val="Textoindependiente"/>
        <w:ind w:firstLine="708"/>
        <w:rPr>
          <w:bCs/>
        </w:rPr>
      </w:pPr>
      <w:r w:rsidRPr="005965F8">
        <w:rPr>
          <w:rFonts w:ascii="Arial" w:hAnsi="Arial" w:cs="Arial"/>
          <w:b/>
          <w:bCs/>
        </w:rPr>
        <w:t>Tabla 2.</w:t>
      </w:r>
      <w:r>
        <w:rPr>
          <w:bCs/>
        </w:rPr>
        <w:t xml:space="preserve"> </w:t>
      </w:r>
      <w:r w:rsidRPr="003C6799">
        <w:rPr>
          <w:rFonts w:ascii="Arial" w:hAnsi="Arial" w:cs="Arial"/>
          <w:b/>
          <w:bCs/>
        </w:rPr>
        <w:t>Análisis estructural</w:t>
      </w:r>
      <w:r>
        <w:rPr>
          <w:rFonts w:ascii="Arial" w:hAnsi="Arial" w:cs="Arial"/>
          <w:b/>
          <w:bCs/>
        </w:rPr>
        <w:t xml:space="preserve"> </w:t>
      </w:r>
      <w:r w:rsidRPr="005965F8">
        <w:rPr>
          <w:rFonts w:ascii="Arial" w:hAnsi="Arial" w:cs="Arial"/>
          <w:b/>
          <w:lang w:val="es-CO"/>
        </w:rPr>
        <w:t>estructura sumergida parcialmente.</w:t>
      </w:r>
    </w:p>
    <w:tbl>
      <w:tblPr>
        <w:tblW w:w="87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1206"/>
        <w:gridCol w:w="1295"/>
        <w:gridCol w:w="2069"/>
        <w:gridCol w:w="907"/>
        <w:gridCol w:w="905"/>
        <w:gridCol w:w="1422"/>
      </w:tblGrid>
      <w:tr w:rsidR="0003722F" w:rsidRPr="00EC3A6D" w:rsidTr="00232650">
        <w:trPr>
          <w:trHeight w:val="302"/>
          <w:tblHeader/>
        </w:trPr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C3A6D">
              <w:rPr>
                <w:rFonts w:ascii="Arial" w:hAnsi="Arial" w:cs="Arial"/>
                <w:b/>
                <w:bCs/>
                <w:sz w:val="20"/>
              </w:rPr>
              <w:t>Nombre</w:t>
            </w:r>
          </w:p>
        </w:tc>
        <w:tc>
          <w:tcPr>
            <w:tcW w:w="250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C3A6D">
              <w:rPr>
                <w:rFonts w:ascii="Arial" w:hAnsi="Arial" w:cs="Arial"/>
                <w:b/>
                <w:bCs/>
                <w:sz w:val="20"/>
              </w:rPr>
              <w:t>Descripción</w:t>
            </w:r>
          </w:p>
        </w:tc>
        <w:tc>
          <w:tcPr>
            <w:tcW w:w="2976" w:type="dxa"/>
            <w:gridSpan w:val="2"/>
            <w:shd w:val="clear" w:color="auto" w:fill="D9D9D9" w:themeFill="background1" w:themeFillShade="D9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C3A6D">
              <w:rPr>
                <w:rFonts w:ascii="Arial" w:hAnsi="Arial" w:cs="Arial"/>
                <w:b/>
                <w:bCs/>
                <w:sz w:val="20"/>
              </w:rPr>
              <w:t>Evaluación</w:t>
            </w:r>
          </w:p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C3A6D">
              <w:rPr>
                <w:rFonts w:ascii="Arial" w:hAnsi="Arial" w:cs="Arial"/>
                <w:b/>
                <w:bCs/>
                <w:sz w:val="20"/>
              </w:rPr>
              <w:t>(ton/m)</w:t>
            </w:r>
          </w:p>
        </w:tc>
        <w:tc>
          <w:tcPr>
            <w:tcW w:w="905" w:type="dxa"/>
            <w:vMerge w:val="restart"/>
            <w:shd w:val="clear" w:color="auto" w:fill="D9D9D9" w:themeFill="background1" w:themeFillShade="D9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C3A6D">
              <w:rPr>
                <w:rFonts w:ascii="Arial" w:hAnsi="Arial" w:cs="Arial"/>
                <w:b/>
                <w:bCs/>
                <w:sz w:val="20"/>
              </w:rPr>
              <w:t>Brazo(0)</w:t>
            </w:r>
          </w:p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C3A6D">
              <w:rPr>
                <w:rFonts w:ascii="Arial" w:hAnsi="Arial" w:cs="Arial"/>
                <w:b/>
                <w:bCs/>
                <w:sz w:val="20"/>
              </w:rPr>
              <w:t>(m)</w:t>
            </w:r>
          </w:p>
        </w:tc>
        <w:tc>
          <w:tcPr>
            <w:tcW w:w="1422" w:type="dxa"/>
            <w:vMerge w:val="restart"/>
            <w:shd w:val="clear" w:color="auto" w:fill="D9D9D9" w:themeFill="background1" w:themeFillShade="D9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C3A6D">
              <w:rPr>
                <w:rFonts w:ascii="Arial" w:hAnsi="Arial" w:cs="Arial"/>
                <w:b/>
                <w:bCs/>
                <w:sz w:val="20"/>
              </w:rPr>
              <w:t>Momento(0)</w:t>
            </w:r>
          </w:p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C3A6D">
              <w:rPr>
                <w:rFonts w:ascii="Arial" w:hAnsi="Arial" w:cs="Arial"/>
                <w:b/>
                <w:bCs/>
                <w:sz w:val="20"/>
              </w:rPr>
              <w:t>(ton-m/m)</w:t>
            </w:r>
          </w:p>
        </w:tc>
      </w:tr>
      <w:tr w:rsidR="0003722F" w:rsidRPr="00EC3A6D" w:rsidTr="00232650">
        <w:trPr>
          <w:trHeight w:val="302"/>
          <w:tblHeader/>
        </w:trPr>
        <w:tc>
          <w:tcPr>
            <w:tcW w:w="993" w:type="dxa"/>
            <w:vMerge/>
            <w:shd w:val="clear" w:color="auto" w:fill="D9D9D9" w:themeFill="background1" w:themeFillShade="D9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501" w:type="dxa"/>
            <w:gridSpan w:val="2"/>
            <w:vMerge/>
            <w:shd w:val="clear" w:color="auto" w:fill="D9D9D9" w:themeFill="background1" w:themeFillShade="D9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69" w:type="dxa"/>
            <w:shd w:val="clear" w:color="auto" w:fill="D9D9D9" w:themeFill="background1" w:themeFillShade="D9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C3A6D">
              <w:rPr>
                <w:rFonts w:ascii="Arial" w:hAnsi="Arial" w:cs="Arial"/>
                <w:b/>
                <w:bCs/>
                <w:sz w:val="20"/>
              </w:rPr>
              <w:t>Descripción</w:t>
            </w:r>
          </w:p>
        </w:tc>
        <w:tc>
          <w:tcPr>
            <w:tcW w:w="907" w:type="dxa"/>
            <w:shd w:val="clear" w:color="auto" w:fill="D9D9D9" w:themeFill="background1" w:themeFillShade="D9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C3A6D">
              <w:rPr>
                <w:rFonts w:ascii="Arial" w:hAnsi="Arial" w:cs="Arial"/>
                <w:b/>
                <w:bCs/>
                <w:sz w:val="20"/>
              </w:rPr>
              <w:t>Valor</w:t>
            </w:r>
          </w:p>
        </w:tc>
        <w:tc>
          <w:tcPr>
            <w:tcW w:w="905" w:type="dxa"/>
            <w:vMerge/>
            <w:shd w:val="clear" w:color="auto" w:fill="D9D9D9" w:themeFill="background1" w:themeFillShade="D9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22" w:type="dxa"/>
            <w:vMerge/>
            <w:shd w:val="clear" w:color="auto" w:fill="D9D9D9" w:themeFill="background1" w:themeFillShade="D9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03722F" w:rsidRPr="00EC3A6D" w:rsidTr="00EC3A6D">
        <w:trPr>
          <w:trHeight w:val="302"/>
        </w:trPr>
        <w:tc>
          <w:tcPr>
            <w:tcW w:w="993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(1)</w:t>
            </w:r>
          </w:p>
        </w:tc>
        <w:tc>
          <w:tcPr>
            <w:tcW w:w="2501" w:type="dxa"/>
            <w:gridSpan w:val="2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Peso líquido aguas arriba</w:t>
            </w:r>
          </w:p>
        </w:tc>
        <w:tc>
          <w:tcPr>
            <w:tcW w:w="2069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1.50 * 0.95 * 1.05</w:t>
            </w:r>
          </w:p>
        </w:tc>
        <w:tc>
          <w:tcPr>
            <w:tcW w:w="907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1.50</w:t>
            </w:r>
          </w:p>
        </w:tc>
        <w:tc>
          <w:tcPr>
            <w:tcW w:w="905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1.50</w:t>
            </w:r>
          </w:p>
        </w:tc>
        <w:tc>
          <w:tcPr>
            <w:tcW w:w="1422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2.25</w:t>
            </w:r>
          </w:p>
        </w:tc>
      </w:tr>
      <w:tr w:rsidR="0003722F" w:rsidRPr="00EC3A6D" w:rsidTr="00EC3A6D">
        <w:trPr>
          <w:trHeight w:val="302"/>
        </w:trPr>
        <w:tc>
          <w:tcPr>
            <w:tcW w:w="993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(2)</w:t>
            </w:r>
          </w:p>
        </w:tc>
        <w:tc>
          <w:tcPr>
            <w:tcW w:w="2501" w:type="dxa"/>
            <w:gridSpan w:val="2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Peso líquido creciente</w:t>
            </w:r>
          </w:p>
        </w:tc>
        <w:tc>
          <w:tcPr>
            <w:tcW w:w="2069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2.25 * 0.25 * 1.05</w:t>
            </w:r>
          </w:p>
        </w:tc>
        <w:tc>
          <w:tcPr>
            <w:tcW w:w="907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0.59</w:t>
            </w:r>
          </w:p>
        </w:tc>
        <w:tc>
          <w:tcPr>
            <w:tcW w:w="905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1.13</w:t>
            </w:r>
          </w:p>
        </w:tc>
        <w:tc>
          <w:tcPr>
            <w:tcW w:w="1422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0.67</w:t>
            </w:r>
          </w:p>
        </w:tc>
      </w:tr>
      <w:tr w:rsidR="0003722F" w:rsidRPr="00EC3A6D" w:rsidTr="00EC3A6D">
        <w:trPr>
          <w:trHeight w:val="302"/>
        </w:trPr>
        <w:tc>
          <w:tcPr>
            <w:tcW w:w="993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(3)</w:t>
            </w:r>
          </w:p>
        </w:tc>
        <w:tc>
          <w:tcPr>
            <w:tcW w:w="2501" w:type="dxa"/>
            <w:gridSpan w:val="2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Peso líquido aguas abajo</w:t>
            </w:r>
          </w:p>
        </w:tc>
        <w:tc>
          <w:tcPr>
            <w:tcW w:w="2069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907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----</w:t>
            </w:r>
          </w:p>
        </w:tc>
        <w:tc>
          <w:tcPr>
            <w:tcW w:w="905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1422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---</w:t>
            </w:r>
          </w:p>
        </w:tc>
      </w:tr>
      <w:tr w:rsidR="0003722F" w:rsidRPr="00EC3A6D" w:rsidTr="00EC3A6D">
        <w:trPr>
          <w:trHeight w:val="302"/>
        </w:trPr>
        <w:tc>
          <w:tcPr>
            <w:tcW w:w="993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(4)</w:t>
            </w:r>
          </w:p>
        </w:tc>
        <w:tc>
          <w:tcPr>
            <w:tcW w:w="2501" w:type="dxa"/>
            <w:gridSpan w:val="2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Peso dique</w:t>
            </w:r>
          </w:p>
        </w:tc>
        <w:tc>
          <w:tcPr>
            <w:tcW w:w="2069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1.45 * 0.75 * 2.40</w:t>
            </w:r>
          </w:p>
        </w:tc>
        <w:tc>
          <w:tcPr>
            <w:tcW w:w="907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2.61</w:t>
            </w:r>
          </w:p>
        </w:tc>
        <w:tc>
          <w:tcPr>
            <w:tcW w:w="905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0.38</w:t>
            </w:r>
          </w:p>
        </w:tc>
        <w:tc>
          <w:tcPr>
            <w:tcW w:w="1422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0.98</w:t>
            </w:r>
          </w:p>
        </w:tc>
      </w:tr>
      <w:tr w:rsidR="0003722F" w:rsidRPr="00EC3A6D" w:rsidTr="00EC3A6D">
        <w:trPr>
          <w:trHeight w:val="302"/>
        </w:trPr>
        <w:tc>
          <w:tcPr>
            <w:tcW w:w="993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(5)</w:t>
            </w:r>
          </w:p>
        </w:tc>
        <w:tc>
          <w:tcPr>
            <w:tcW w:w="2501" w:type="dxa"/>
            <w:gridSpan w:val="2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Peso fundación</w:t>
            </w:r>
          </w:p>
        </w:tc>
        <w:tc>
          <w:tcPr>
            <w:tcW w:w="2069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1.50 * 0.20 * 2.40</w:t>
            </w:r>
          </w:p>
        </w:tc>
        <w:tc>
          <w:tcPr>
            <w:tcW w:w="907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0.72</w:t>
            </w:r>
          </w:p>
        </w:tc>
        <w:tc>
          <w:tcPr>
            <w:tcW w:w="905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1.50</w:t>
            </w:r>
          </w:p>
        </w:tc>
        <w:tc>
          <w:tcPr>
            <w:tcW w:w="1422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1.08</w:t>
            </w:r>
          </w:p>
        </w:tc>
      </w:tr>
      <w:tr w:rsidR="0003722F" w:rsidRPr="00EC3A6D" w:rsidTr="00EC3A6D">
        <w:trPr>
          <w:trHeight w:val="302"/>
        </w:trPr>
        <w:tc>
          <w:tcPr>
            <w:tcW w:w="993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(6)</w:t>
            </w:r>
          </w:p>
        </w:tc>
        <w:tc>
          <w:tcPr>
            <w:tcW w:w="2501" w:type="dxa"/>
            <w:gridSpan w:val="2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Peso dentellón aguas arriba</w:t>
            </w:r>
          </w:p>
        </w:tc>
        <w:tc>
          <w:tcPr>
            <w:tcW w:w="2069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0.20 * 0.30 * 2.40</w:t>
            </w:r>
          </w:p>
        </w:tc>
        <w:tc>
          <w:tcPr>
            <w:tcW w:w="907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0.14</w:t>
            </w:r>
          </w:p>
        </w:tc>
        <w:tc>
          <w:tcPr>
            <w:tcW w:w="905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2.15</w:t>
            </w:r>
          </w:p>
        </w:tc>
        <w:tc>
          <w:tcPr>
            <w:tcW w:w="1422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0.31</w:t>
            </w:r>
          </w:p>
        </w:tc>
      </w:tr>
      <w:tr w:rsidR="0003722F" w:rsidRPr="00EC3A6D" w:rsidTr="00EC3A6D">
        <w:trPr>
          <w:trHeight w:val="302"/>
        </w:trPr>
        <w:tc>
          <w:tcPr>
            <w:tcW w:w="993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(7)</w:t>
            </w:r>
          </w:p>
        </w:tc>
        <w:tc>
          <w:tcPr>
            <w:tcW w:w="2501" w:type="dxa"/>
            <w:gridSpan w:val="2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Peso dentellón aguas abajo</w:t>
            </w:r>
          </w:p>
        </w:tc>
        <w:tc>
          <w:tcPr>
            <w:tcW w:w="2069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907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905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1422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---</w:t>
            </w:r>
          </w:p>
        </w:tc>
      </w:tr>
      <w:tr w:rsidR="0003722F" w:rsidRPr="00EC3A6D" w:rsidTr="00EC3A6D">
        <w:trPr>
          <w:trHeight w:val="302"/>
        </w:trPr>
        <w:tc>
          <w:tcPr>
            <w:tcW w:w="993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(8)</w:t>
            </w:r>
          </w:p>
        </w:tc>
        <w:tc>
          <w:tcPr>
            <w:tcW w:w="2501" w:type="dxa"/>
            <w:gridSpan w:val="2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Empuje líquido</w:t>
            </w:r>
          </w:p>
        </w:tc>
        <w:tc>
          <w:tcPr>
            <w:tcW w:w="2069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1.20</w:t>
            </w:r>
            <w:r w:rsidRPr="00EC3A6D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EC3A6D">
              <w:rPr>
                <w:rFonts w:ascii="Arial" w:hAnsi="Arial" w:cs="Arial"/>
                <w:bCs/>
                <w:sz w:val="20"/>
              </w:rPr>
              <w:t xml:space="preserve"> * 1.05/2</w:t>
            </w:r>
          </w:p>
        </w:tc>
        <w:tc>
          <w:tcPr>
            <w:tcW w:w="907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0.76</w:t>
            </w:r>
          </w:p>
        </w:tc>
        <w:tc>
          <w:tcPr>
            <w:tcW w:w="905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0.40</w:t>
            </w:r>
          </w:p>
        </w:tc>
        <w:tc>
          <w:tcPr>
            <w:tcW w:w="1422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0.30</w:t>
            </w:r>
          </w:p>
        </w:tc>
      </w:tr>
      <w:tr w:rsidR="0003722F" w:rsidRPr="00EC3A6D" w:rsidTr="00EC3A6D">
        <w:trPr>
          <w:trHeight w:val="302"/>
        </w:trPr>
        <w:tc>
          <w:tcPr>
            <w:tcW w:w="993" w:type="dxa"/>
            <w:vMerge w:val="restart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(9)</w:t>
            </w:r>
          </w:p>
        </w:tc>
        <w:tc>
          <w:tcPr>
            <w:tcW w:w="1206" w:type="dxa"/>
            <w:vMerge w:val="restart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EC3A6D">
              <w:rPr>
                <w:rFonts w:ascii="Arial" w:hAnsi="Arial" w:cs="Arial"/>
                <w:sz w:val="20"/>
              </w:rPr>
              <w:t>Peso puntual por sobre tamaño y sismo</w:t>
            </w:r>
          </w:p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EC3A6D">
              <w:rPr>
                <w:rFonts w:ascii="Arial" w:hAnsi="Arial" w:cs="Arial"/>
                <w:sz w:val="20"/>
              </w:rPr>
              <w:t>Inercia presa</w:t>
            </w:r>
          </w:p>
        </w:tc>
        <w:tc>
          <w:tcPr>
            <w:tcW w:w="2069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0.13</w:t>
            </w:r>
          </w:p>
        </w:tc>
        <w:tc>
          <w:tcPr>
            <w:tcW w:w="907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0.13</w:t>
            </w:r>
          </w:p>
        </w:tc>
        <w:tc>
          <w:tcPr>
            <w:tcW w:w="905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0.50</w:t>
            </w:r>
          </w:p>
        </w:tc>
        <w:tc>
          <w:tcPr>
            <w:tcW w:w="1422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0.07</w:t>
            </w:r>
          </w:p>
        </w:tc>
      </w:tr>
      <w:tr w:rsidR="0003722F" w:rsidRPr="00EC3A6D" w:rsidTr="00EC3A6D">
        <w:trPr>
          <w:trHeight w:val="302"/>
        </w:trPr>
        <w:tc>
          <w:tcPr>
            <w:tcW w:w="993" w:type="dxa"/>
            <w:vMerge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06" w:type="dxa"/>
            <w:vMerge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EC3A6D">
              <w:rPr>
                <w:rFonts w:ascii="Arial" w:hAnsi="Arial" w:cs="Arial"/>
                <w:sz w:val="20"/>
              </w:rPr>
              <w:t>Inercia agua</w:t>
            </w:r>
          </w:p>
        </w:tc>
        <w:tc>
          <w:tcPr>
            <w:tcW w:w="2069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0.007</w:t>
            </w:r>
          </w:p>
        </w:tc>
        <w:tc>
          <w:tcPr>
            <w:tcW w:w="907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0.007</w:t>
            </w:r>
          </w:p>
        </w:tc>
        <w:tc>
          <w:tcPr>
            <w:tcW w:w="905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0.48</w:t>
            </w:r>
          </w:p>
        </w:tc>
        <w:tc>
          <w:tcPr>
            <w:tcW w:w="1422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Despreciable</w:t>
            </w:r>
          </w:p>
        </w:tc>
      </w:tr>
      <w:tr w:rsidR="0003722F" w:rsidRPr="00EC3A6D" w:rsidTr="00EC3A6D">
        <w:trPr>
          <w:trHeight w:val="302"/>
        </w:trPr>
        <w:tc>
          <w:tcPr>
            <w:tcW w:w="993" w:type="dxa"/>
            <w:vMerge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06" w:type="dxa"/>
            <w:vMerge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EC3A6D">
              <w:rPr>
                <w:rFonts w:ascii="Arial" w:hAnsi="Arial" w:cs="Arial"/>
                <w:sz w:val="20"/>
              </w:rPr>
              <w:t>Puntual sobre tamaño</w:t>
            </w:r>
          </w:p>
        </w:tc>
        <w:tc>
          <w:tcPr>
            <w:tcW w:w="2069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0.1</w:t>
            </w:r>
          </w:p>
        </w:tc>
        <w:tc>
          <w:tcPr>
            <w:tcW w:w="907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0.1</w:t>
            </w:r>
          </w:p>
        </w:tc>
        <w:tc>
          <w:tcPr>
            <w:tcW w:w="905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0.95</w:t>
            </w:r>
          </w:p>
        </w:tc>
        <w:tc>
          <w:tcPr>
            <w:tcW w:w="1422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0.10</w:t>
            </w:r>
          </w:p>
        </w:tc>
      </w:tr>
      <w:tr w:rsidR="0003722F" w:rsidRPr="00EC3A6D" w:rsidTr="00EC3A6D">
        <w:trPr>
          <w:trHeight w:val="302"/>
        </w:trPr>
        <w:tc>
          <w:tcPr>
            <w:tcW w:w="993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(10)</w:t>
            </w:r>
          </w:p>
        </w:tc>
        <w:tc>
          <w:tcPr>
            <w:tcW w:w="2501" w:type="dxa"/>
            <w:gridSpan w:val="2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Subpresión</w:t>
            </w:r>
          </w:p>
        </w:tc>
        <w:tc>
          <w:tcPr>
            <w:tcW w:w="2069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1.20 * 1.50 * 1.00/2</w:t>
            </w:r>
          </w:p>
        </w:tc>
        <w:tc>
          <w:tcPr>
            <w:tcW w:w="907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0.90</w:t>
            </w:r>
          </w:p>
        </w:tc>
        <w:tc>
          <w:tcPr>
            <w:tcW w:w="905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1.00</w:t>
            </w:r>
          </w:p>
        </w:tc>
        <w:tc>
          <w:tcPr>
            <w:tcW w:w="1422" w:type="dxa"/>
            <w:vAlign w:val="center"/>
          </w:tcPr>
          <w:p w:rsidR="0003722F" w:rsidRPr="00EC3A6D" w:rsidRDefault="0003722F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C3A6D">
              <w:rPr>
                <w:rFonts w:ascii="Arial" w:hAnsi="Arial" w:cs="Arial"/>
                <w:bCs/>
                <w:sz w:val="20"/>
              </w:rPr>
              <w:t>0.90</w:t>
            </w:r>
          </w:p>
        </w:tc>
      </w:tr>
    </w:tbl>
    <w:p w:rsidR="0003722F" w:rsidRDefault="0003722F" w:rsidP="0003722F">
      <w:pPr>
        <w:pStyle w:val="Textoindependiente"/>
        <w:ind w:left="142"/>
        <w:rPr>
          <w:b/>
          <w:bCs/>
        </w:rPr>
      </w:pPr>
      <w:r w:rsidRPr="00521894">
        <w:rPr>
          <w:bCs/>
        </w:rPr>
        <w:lastRenderedPageBreak/>
        <w:t>Nota: La carga puntual sobre tamaño propuesta.</w:t>
      </w:r>
      <w:r>
        <w:rPr>
          <w:b/>
          <w:bCs/>
        </w:rPr>
        <w:t xml:space="preserve"> </w:t>
      </w:r>
    </w:p>
    <w:p w:rsidR="0003722F" w:rsidRDefault="0003722F" w:rsidP="0003722F">
      <w:pPr>
        <w:pStyle w:val="Textoindependiente"/>
        <w:ind w:left="720" w:firstLine="696"/>
        <w:rPr>
          <w:b/>
          <w:bCs/>
        </w:rPr>
      </w:pPr>
    </w:p>
    <w:p w:rsidR="0003722F" w:rsidRDefault="0003722F" w:rsidP="0003722F">
      <w:pPr>
        <w:pStyle w:val="Textoindependiente"/>
        <w:ind w:left="720" w:firstLine="696"/>
        <w:rPr>
          <w:b/>
          <w:bCs/>
        </w:rPr>
      </w:pPr>
    </w:p>
    <w:p w:rsidR="00EC3A6D" w:rsidRDefault="008B6575" w:rsidP="00EC3A6D">
      <w:pPr>
        <w:pStyle w:val="Ttulo3"/>
        <w:numPr>
          <w:ilvl w:val="0"/>
          <w:numId w:val="0"/>
        </w:numPr>
      </w:pPr>
      <w:r>
        <w:t xml:space="preserve">1.3.2.1 </w:t>
      </w:r>
      <w:r w:rsidR="00872EBC">
        <w:t>CÁLCULOS DE ESTABILIDAD</w:t>
      </w:r>
    </w:p>
    <w:p w:rsidR="0003722F" w:rsidRPr="001824C2" w:rsidRDefault="0003722F" w:rsidP="0003722F">
      <w:pPr>
        <w:pStyle w:val="Ttulo"/>
        <w:ind w:left="1416" w:firstLine="708"/>
        <w:jc w:val="left"/>
        <w:rPr>
          <w:b w:val="0"/>
          <w:bCs/>
          <w:sz w:val="24"/>
          <w:szCs w:val="24"/>
          <w:lang w:val="fr-FR"/>
        </w:rPr>
      </w:pPr>
      <w:r w:rsidRPr="001824C2">
        <w:rPr>
          <w:b w:val="0"/>
          <w:bCs/>
          <w:sz w:val="24"/>
          <w:szCs w:val="24"/>
        </w:rPr>
        <w:sym w:font="Symbol" w:char="F053"/>
      </w:r>
      <w:r w:rsidRPr="001824C2">
        <w:rPr>
          <w:b w:val="0"/>
          <w:bCs/>
          <w:sz w:val="24"/>
          <w:szCs w:val="24"/>
          <w:lang w:val="fr-FR"/>
        </w:rPr>
        <w:t xml:space="preserve"> Fv  = V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 xml:space="preserve">1  </w:t>
      </w:r>
      <w:r w:rsidRPr="001824C2">
        <w:rPr>
          <w:b w:val="0"/>
          <w:bCs/>
          <w:sz w:val="24"/>
          <w:szCs w:val="24"/>
          <w:lang w:val="fr-FR"/>
        </w:rPr>
        <w:t>+ V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 xml:space="preserve">4  </w:t>
      </w:r>
      <w:r w:rsidRPr="001824C2">
        <w:rPr>
          <w:b w:val="0"/>
          <w:bCs/>
          <w:sz w:val="24"/>
          <w:szCs w:val="24"/>
          <w:lang w:val="fr-FR"/>
        </w:rPr>
        <w:t>+ V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 xml:space="preserve">5 </w:t>
      </w:r>
      <w:r w:rsidRPr="001824C2">
        <w:rPr>
          <w:b w:val="0"/>
          <w:bCs/>
          <w:sz w:val="24"/>
          <w:szCs w:val="24"/>
          <w:lang w:val="fr-FR"/>
        </w:rPr>
        <w:t>+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 xml:space="preserve"> </w:t>
      </w:r>
      <w:r w:rsidRPr="001824C2">
        <w:rPr>
          <w:b w:val="0"/>
          <w:bCs/>
          <w:sz w:val="24"/>
          <w:szCs w:val="24"/>
          <w:lang w:val="fr-FR"/>
        </w:rPr>
        <w:t>V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 xml:space="preserve">6 </w:t>
      </w:r>
      <w:r w:rsidRPr="001824C2">
        <w:rPr>
          <w:b w:val="0"/>
          <w:bCs/>
          <w:sz w:val="24"/>
          <w:szCs w:val="24"/>
          <w:lang w:val="fr-FR"/>
        </w:rPr>
        <w:t>+ V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 xml:space="preserve">7 </w:t>
      </w:r>
      <w:r w:rsidRPr="001824C2">
        <w:rPr>
          <w:b w:val="0"/>
          <w:bCs/>
          <w:sz w:val="24"/>
          <w:szCs w:val="24"/>
          <w:lang w:val="fr-FR"/>
        </w:rPr>
        <w:t>- V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>10</w:t>
      </w:r>
    </w:p>
    <w:p w:rsidR="0003722F" w:rsidRPr="001824C2" w:rsidRDefault="0003722F" w:rsidP="0003722F">
      <w:pPr>
        <w:pStyle w:val="Ttulo"/>
        <w:ind w:left="1416" w:firstLine="708"/>
        <w:jc w:val="left"/>
        <w:rPr>
          <w:b w:val="0"/>
          <w:bCs/>
          <w:sz w:val="24"/>
          <w:szCs w:val="24"/>
          <w:lang w:val="fr-FR"/>
        </w:rPr>
      </w:pPr>
    </w:p>
    <w:p w:rsidR="0003722F" w:rsidRPr="001824C2" w:rsidRDefault="0003722F" w:rsidP="0003722F">
      <w:pPr>
        <w:pStyle w:val="Ttulo"/>
        <w:ind w:left="1416" w:firstLine="708"/>
        <w:jc w:val="left"/>
        <w:rPr>
          <w:b w:val="0"/>
          <w:bCs/>
          <w:sz w:val="24"/>
          <w:szCs w:val="24"/>
          <w:lang w:val="fr-FR"/>
        </w:rPr>
      </w:pPr>
      <w:r w:rsidRPr="001824C2">
        <w:rPr>
          <w:b w:val="0"/>
          <w:bCs/>
          <w:sz w:val="24"/>
          <w:szCs w:val="24"/>
        </w:rPr>
        <w:sym w:font="Symbol" w:char="F053"/>
      </w:r>
      <w:r w:rsidRPr="001824C2">
        <w:rPr>
          <w:b w:val="0"/>
          <w:bCs/>
          <w:sz w:val="24"/>
          <w:szCs w:val="24"/>
          <w:lang w:val="fr-FR"/>
        </w:rPr>
        <w:t xml:space="preserve"> Fv  =  4.66 ton/m</w:t>
      </w:r>
    </w:p>
    <w:p w:rsidR="0003722F" w:rsidRPr="001824C2" w:rsidRDefault="0003722F" w:rsidP="0003722F">
      <w:pPr>
        <w:pStyle w:val="Ttulo"/>
        <w:ind w:left="1416" w:firstLine="708"/>
        <w:jc w:val="left"/>
        <w:rPr>
          <w:b w:val="0"/>
          <w:bCs/>
          <w:sz w:val="24"/>
          <w:szCs w:val="24"/>
          <w:lang w:val="fr-FR"/>
        </w:rPr>
      </w:pPr>
    </w:p>
    <w:p w:rsidR="0003722F" w:rsidRPr="001824C2" w:rsidRDefault="0003722F" w:rsidP="0003722F">
      <w:pPr>
        <w:pStyle w:val="Ttulo"/>
        <w:ind w:left="1416" w:firstLine="708"/>
        <w:jc w:val="left"/>
        <w:rPr>
          <w:sz w:val="24"/>
          <w:szCs w:val="24"/>
          <w:lang w:val="fr-FR"/>
        </w:rPr>
      </w:pPr>
      <w:r w:rsidRPr="001824C2">
        <w:rPr>
          <w:b w:val="0"/>
          <w:bCs/>
          <w:sz w:val="24"/>
          <w:szCs w:val="24"/>
        </w:rPr>
        <w:sym w:font="Symbol" w:char="F053"/>
      </w:r>
      <w:r w:rsidRPr="001824C2">
        <w:rPr>
          <w:b w:val="0"/>
          <w:bCs/>
          <w:sz w:val="24"/>
          <w:szCs w:val="24"/>
          <w:lang w:val="fr-FR"/>
        </w:rPr>
        <w:t xml:space="preserve"> M</w:t>
      </w:r>
      <w:r w:rsidRPr="001824C2">
        <w:rPr>
          <w:b w:val="0"/>
          <w:bCs/>
          <w:sz w:val="24"/>
          <w:szCs w:val="24"/>
          <w:vertAlign w:val="superscript"/>
          <w:lang w:val="fr-FR"/>
        </w:rPr>
        <w:t>(+)</w:t>
      </w:r>
      <w:r w:rsidRPr="001824C2">
        <w:rPr>
          <w:b w:val="0"/>
          <w:bCs/>
          <w:sz w:val="24"/>
          <w:szCs w:val="24"/>
          <w:lang w:val="fr-FR"/>
        </w:rPr>
        <w:t xml:space="preserve"> = M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 xml:space="preserve">1  </w:t>
      </w:r>
      <w:r w:rsidRPr="001824C2">
        <w:rPr>
          <w:b w:val="0"/>
          <w:bCs/>
          <w:sz w:val="24"/>
          <w:szCs w:val="24"/>
          <w:lang w:val="fr-FR"/>
        </w:rPr>
        <w:t>+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 xml:space="preserve">  </w:t>
      </w:r>
      <w:r w:rsidRPr="001824C2">
        <w:rPr>
          <w:b w:val="0"/>
          <w:bCs/>
          <w:sz w:val="24"/>
          <w:szCs w:val="24"/>
          <w:lang w:val="fr-FR"/>
        </w:rPr>
        <w:t>M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 xml:space="preserve">4  </w:t>
      </w:r>
      <w:r w:rsidRPr="001824C2">
        <w:rPr>
          <w:b w:val="0"/>
          <w:bCs/>
          <w:sz w:val="24"/>
          <w:szCs w:val="24"/>
          <w:lang w:val="fr-FR"/>
        </w:rPr>
        <w:t>+ M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 xml:space="preserve">5  </w:t>
      </w:r>
      <w:r w:rsidRPr="001824C2">
        <w:rPr>
          <w:b w:val="0"/>
          <w:bCs/>
          <w:sz w:val="24"/>
          <w:szCs w:val="24"/>
          <w:lang w:val="fr-FR"/>
        </w:rPr>
        <w:t>+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 xml:space="preserve"> </w:t>
      </w:r>
      <w:r w:rsidRPr="001824C2">
        <w:rPr>
          <w:b w:val="0"/>
          <w:bCs/>
          <w:sz w:val="24"/>
          <w:szCs w:val="24"/>
          <w:lang w:val="fr-FR"/>
        </w:rPr>
        <w:t>M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 xml:space="preserve">6  </w:t>
      </w:r>
      <w:r w:rsidRPr="001824C2">
        <w:rPr>
          <w:b w:val="0"/>
          <w:bCs/>
          <w:sz w:val="24"/>
          <w:szCs w:val="24"/>
          <w:lang w:val="fr-FR"/>
        </w:rPr>
        <w:t>+ M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>7.</w:t>
      </w:r>
    </w:p>
    <w:p w:rsidR="0003722F" w:rsidRPr="001824C2" w:rsidRDefault="0003722F" w:rsidP="0003722F">
      <w:pPr>
        <w:pStyle w:val="Ttulo"/>
        <w:jc w:val="left"/>
        <w:rPr>
          <w:sz w:val="24"/>
          <w:szCs w:val="24"/>
          <w:lang w:val="fr-FR"/>
        </w:rPr>
      </w:pPr>
    </w:p>
    <w:p w:rsidR="0003722F" w:rsidRPr="001824C2" w:rsidRDefault="0003722F" w:rsidP="0003722F">
      <w:pPr>
        <w:pStyle w:val="Ttulo"/>
        <w:jc w:val="left"/>
        <w:rPr>
          <w:sz w:val="24"/>
          <w:szCs w:val="24"/>
          <w:lang w:val="fr-FR"/>
        </w:rPr>
      </w:pPr>
      <w:r w:rsidRPr="001824C2">
        <w:rPr>
          <w:sz w:val="24"/>
          <w:szCs w:val="24"/>
          <w:lang w:val="fr-FR"/>
        </w:rPr>
        <w:tab/>
      </w:r>
      <w:r w:rsidRPr="001824C2">
        <w:rPr>
          <w:sz w:val="24"/>
          <w:szCs w:val="24"/>
          <w:lang w:val="fr-FR"/>
        </w:rPr>
        <w:tab/>
      </w:r>
      <w:r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Pr="001824C2">
        <w:rPr>
          <w:b w:val="0"/>
          <w:bCs/>
          <w:sz w:val="24"/>
          <w:szCs w:val="24"/>
        </w:rPr>
        <w:sym w:font="Symbol" w:char="F053"/>
      </w:r>
      <w:r w:rsidRPr="001824C2">
        <w:rPr>
          <w:b w:val="0"/>
          <w:bCs/>
          <w:sz w:val="24"/>
          <w:szCs w:val="24"/>
          <w:lang w:val="fr-FR"/>
        </w:rPr>
        <w:t xml:space="preserve"> M</w:t>
      </w:r>
      <w:r w:rsidRPr="001824C2">
        <w:rPr>
          <w:b w:val="0"/>
          <w:bCs/>
          <w:sz w:val="24"/>
          <w:szCs w:val="24"/>
          <w:vertAlign w:val="superscript"/>
          <w:lang w:val="fr-FR"/>
        </w:rPr>
        <w:t>(+)</w:t>
      </w:r>
      <w:r w:rsidRPr="001824C2">
        <w:rPr>
          <w:b w:val="0"/>
          <w:bCs/>
          <w:sz w:val="24"/>
          <w:szCs w:val="24"/>
          <w:lang w:val="fr-FR"/>
        </w:rPr>
        <w:t xml:space="preserve"> = 5.29 ton-m/m</w:t>
      </w:r>
    </w:p>
    <w:p w:rsidR="0003722F" w:rsidRPr="001824C2" w:rsidRDefault="0003722F" w:rsidP="0003722F">
      <w:pPr>
        <w:pStyle w:val="Ttulo"/>
        <w:rPr>
          <w:sz w:val="24"/>
          <w:szCs w:val="24"/>
          <w:lang w:val="fr-FR"/>
        </w:rPr>
      </w:pPr>
    </w:p>
    <w:p w:rsidR="0003722F" w:rsidRPr="001824C2" w:rsidRDefault="0003722F" w:rsidP="0003722F">
      <w:pPr>
        <w:pStyle w:val="Ttulo"/>
        <w:ind w:left="1416" w:firstLine="708"/>
        <w:jc w:val="left"/>
        <w:rPr>
          <w:sz w:val="24"/>
          <w:szCs w:val="24"/>
          <w:lang w:val="fr-FR"/>
        </w:rPr>
      </w:pPr>
      <w:r w:rsidRPr="001824C2">
        <w:rPr>
          <w:b w:val="0"/>
          <w:bCs/>
          <w:sz w:val="24"/>
          <w:szCs w:val="24"/>
        </w:rPr>
        <w:sym w:font="Symbol" w:char="F053"/>
      </w:r>
      <w:r w:rsidRPr="001824C2">
        <w:rPr>
          <w:b w:val="0"/>
          <w:bCs/>
          <w:sz w:val="24"/>
          <w:szCs w:val="24"/>
          <w:lang w:val="fr-FR"/>
        </w:rPr>
        <w:t xml:space="preserve"> M</w:t>
      </w:r>
      <w:r w:rsidRPr="001824C2">
        <w:rPr>
          <w:b w:val="0"/>
          <w:bCs/>
          <w:sz w:val="24"/>
          <w:szCs w:val="24"/>
          <w:vertAlign w:val="superscript"/>
          <w:lang w:val="fr-FR"/>
        </w:rPr>
        <w:t>(-)</w:t>
      </w:r>
      <w:r w:rsidRPr="001824C2">
        <w:rPr>
          <w:b w:val="0"/>
          <w:bCs/>
          <w:sz w:val="24"/>
          <w:szCs w:val="24"/>
          <w:lang w:val="fr-FR"/>
        </w:rPr>
        <w:t xml:space="preserve"> = 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 xml:space="preserve"> </w:t>
      </w:r>
      <w:r w:rsidRPr="001824C2">
        <w:rPr>
          <w:b w:val="0"/>
          <w:bCs/>
          <w:sz w:val="24"/>
          <w:szCs w:val="24"/>
          <w:lang w:val="fr-FR"/>
        </w:rPr>
        <w:t>M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 xml:space="preserve">8  </w:t>
      </w:r>
      <w:r w:rsidRPr="001824C2">
        <w:rPr>
          <w:b w:val="0"/>
          <w:bCs/>
          <w:sz w:val="24"/>
          <w:szCs w:val="24"/>
          <w:lang w:val="fr-FR"/>
        </w:rPr>
        <w:t>+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 xml:space="preserve">  </w:t>
      </w:r>
      <w:r w:rsidRPr="001824C2">
        <w:rPr>
          <w:b w:val="0"/>
          <w:bCs/>
          <w:sz w:val="24"/>
          <w:szCs w:val="24"/>
          <w:lang w:val="fr-FR"/>
        </w:rPr>
        <w:t>M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 xml:space="preserve">9  </w:t>
      </w:r>
      <w:r w:rsidRPr="001824C2">
        <w:rPr>
          <w:b w:val="0"/>
          <w:bCs/>
          <w:sz w:val="24"/>
          <w:szCs w:val="24"/>
          <w:lang w:val="fr-FR"/>
        </w:rPr>
        <w:t>+ M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>10</w:t>
      </w:r>
      <w:r w:rsidRPr="001824C2">
        <w:rPr>
          <w:b w:val="0"/>
          <w:bCs/>
          <w:sz w:val="24"/>
          <w:szCs w:val="24"/>
          <w:lang w:val="fr-FR"/>
        </w:rPr>
        <w:t xml:space="preserve"> </w:t>
      </w:r>
    </w:p>
    <w:p w:rsidR="0003722F" w:rsidRPr="001824C2" w:rsidRDefault="0003722F" w:rsidP="0003722F">
      <w:pPr>
        <w:pStyle w:val="Ttulo"/>
        <w:jc w:val="left"/>
        <w:rPr>
          <w:sz w:val="24"/>
          <w:szCs w:val="24"/>
          <w:lang w:val="fr-FR"/>
        </w:rPr>
      </w:pPr>
    </w:p>
    <w:p w:rsidR="0003722F" w:rsidRPr="001824C2" w:rsidRDefault="0003722F" w:rsidP="0003722F">
      <w:pPr>
        <w:pStyle w:val="Ttulo"/>
        <w:jc w:val="left"/>
        <w:rPr>
          <w:sz w:val="24"/>
          <w:szCs w:val="24"/>
          <w:lang w:val="es-CO"/>
        </w:rPr>
      </w:pPr>
      <w:r w:rsidRPr="001824C2">
        <w:rPr>
          <w:sz w:val="24"/>
          <w:szCs w:val="24"/>
          <w:lang w:val="fr-FR"/>
        </w:rPr>
        <w:tab/>
      </w:r>
      <w:r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="001824C2" w:rsidRPr="001824C2">
        <w:rPr>
          <w:sz w:val="24"/>
          <w:szCs w:val="24"/>
          <w:lang w:val="fr-FR"/>
        </w:rPr>
        <w:tab/>
      </w:r>
      <w:r w:rsidRPr="001824C2">
        <w:rPr>
          <w:sz w:val="24"/>
          <w:szCs w:val="24"/>
          <w:lang w:val="fr-FR"/>
        </w:rPr>
        <w:tab/>
      </w:r>
      <w:r w:rsidRPr="001824C2">
        <w:rPr>
          <w:b w:val="0"/>
          <w:bCs/>
          <w:sz w:val="24"/>
          <w:szCs w:val="24"/>
        </w:rPr>
        <w:sym w:font="Symbol" w:char="F053"/>
      </w:r>
      <w:r w:rsidRPr="001824C2">
        <w:rPr>
          <w:b w:val="0"/>
          <w:bCs/>
          <w:sz w:val="24"/>
          <w:szCs w:val="24"/>
          <w:lang w:val="fr-FR"/>
        </w:rPr>
        <w:t xml:space="preserve"> M</w:t>
      </w:r>
      <w:r w:rsidRPr="001824C2">
        <w:rPr>
          <w:b w:val="0"/>
          <w:bCs/>
          <w:sz w:val="24"/>
          <w:szCs w:val="24"/>
          <w:vertAlign w:val="superscript"/>
          <w:lang w:val="fr-FR"/>
        </w:rPr>
        <w:t>(-)</w:t>
      </w:r>
      <w:r w:rsidRPr="001824C2">
        <w:rPr>
          <w:b w:val="0"/>
          <w:bCs/>
          <w:sz w:val="24"/>
          <w:szCs w:val="24"/>
          <w:lang w:val="fr-FR"/>
        </w:rPr>
        <w:t xml:space="preserve"> = 1.37 </w:t>
      </w:r>
      <w:r w:rsidRPr="001824C2">
        <w:rPr>
          <w:b w:val="0"/>
          <w:bCs/>
          <w:sz w:val="24"/>
          <w:szCs w:val="24"/>
          <w:lang w:val="es-CO"/>
        </w:rPr>
        <w:t>ton-m/m</w:t>
      </w:r>
    </w:p>
    <w:p w:rsidR="0003722F" w:rsidRPr="001824C2" w:rsidRDefault="0003722F" w:rsidP="0003722F">
      <w:pPr>
        <w:pStyle w:val="Ttulo"/>
        <w:jc w:val="left"/>
        <w:rPr>
          <w:sz w:val="24"/>
          <w:szCs w:val="24"/>
          <w:lang w:val="es-CO"/>
        </w:rPr>
      </w:pPr>
    </w:p>
    <w:p w:rsidR="0003722F" w:rsidRPr="001824C2" w:rsidRDefault="0003722F" w:rsidP="0003722F">
      <w:pPr>
        <w:pStyle w:val="Ttulo"/>
        <w:ind w:left="1416" w:firstLine="708"/>
        <w:jc w:val="left"/>
        <w:rPr>
          <w:b w:val="0"/>
          <w:bCs/>
          <w:sz w:val="24"/>
          <w:szCs w:val="24"/>
          <w:lang w:val="fr-FR"/>
        </w:rPr>
      </w:pPr>
      <w:r w:rsidRPr="001824C2">
        <w:rPr>
          <w:b w:val="0"/>
          <w:bCs/>
          <w:sz w:val="24"/>
          <w:szCs w:val="24"/>
        </w:rPr>
        <w:sym w:font="Symbol" w:char="F053"/>
      </w:r>
      <w:r w:rsidRPr="001824C2">
        <w:rPr>
          <w:b w:val="0"/>
          <w:bCs/>
          <w:sz w:val="24"/>
          <w:szCs w:val="24"/>
          <w:lang w:val="fr-FR"/>
        </w:rPr>
        <w:t xml:space="preserve"> F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>H</w:t>
      </w:r>
      <w:r w:rsidRPr="001824C2">
        <w:rPr>
          <w:b w:val="0"/>
          <w:bCs/>
          <w:sz w:val="24"/>
          <w:szCs w:val="24"/>
          <w:lang w:val="fr-FR"/>
        </w:rPr>
        <w:t xml:space="preserve">  = V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>8</w:t>
      </w:r>
      <w:r w:rsidRPr="001824C2">
        <w:rPr>
          <w:b w:val="0"/>
          <w:bCs/>
          <w:sz w:val="24"/>
          <w:szCs w:val="24"/>
          <w:lang w:val="fr-FR"/>
        </w:rPr>
        <w:t xml:space="preserve"> + V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>9</w:t>
      </w:r>
    </w:p>
    <w:p w:rsidR="0003722F" w:rsidRPr="001824C2" w:rsidRDefault="0003722F" w:rsidP="0003722F">
      <w:pPr>
        <w:pStyle w:val="Ttulo"/>
        <w:ind w:left="1416" w:firstLine="708"/>
        <w:jc w:val="left"/>
        <w:rPr>
          <w:b w:val="0"/>
          <w:bCs/>
          <w:sz w:val="24"/>
          <w:szCs w:val="24"/>
          <w:lang w:val="fr-FR"/>
        </w:rPr>
      </w:pPr>
    </w:p>
    <w:p w:rsidR="0003722F" w:rsidRPr="001824C2" w:rsidRDefault="0003722F" w:rsidP="0003722F">
      <w:pPr>
        <w:pStyle w:val="Ttulo"/>
        <w:ind w:left="1416" w:firstLine="708"/>
        <w:jc w:val="left"/>
        <w:rPr>
          <w:b w:val="0"/>
          <w:bCs/>
          <w:sz w:val="24"/>
          <w:szCs w:val="24"/>
          <w:lang w:val="fr-FR"/>
        </w:rPr>
      </w:pPr>
      <w:r w:rsidRPr="001824C2">
        <w:rPr>
          <w:b w:val="0"/>
          <w:bCs/>
          <w:sz w:val="24"/>
          <w:szCs w:val="24"/>
        </w:rPr>
        <w:sym w:font="Symbol" w:char="F053"/>
      </w:r>
      <w:r w:rsidRPr="001824C2">
        <w:rPr>
          <w:b w:val="0"/>
          <w:bCs/>
          <w:sz w:val="24"/>
          <w:szCs w:val="24"/>
          <w:lang w:val="fr-FR"/>
        </w:rPr>
        <w:t xml:space="preserve"> F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>H</w:t>
      </w:r>
      <w:r w:rsidRPr="001824C2">
        <w:rPr>
          <w:b w:val="0"/>
          <w:bCs/>
          <w:sz w:val="24"/>
          <w:szCs w:val="24"/>
          <w:lang w:val="fr-FR"/>
        </w:rPr>
        <w:t xml:space="preserve">  =  1.00 ton/m</w:t>
      </w:r>
    </w:p>
    <w:p w:rsidR="0003722F" w:rsidRDefault="0003722F" w:rsidP="0003722F">
      <w:pPr>
        <w:pStyle w:val="Ttulo"/>
        <w:rPr>
          <w:lang w:val="fr-FR"/>
        </w:rPr>
      </w:pPr>
    </w:p>
    <w:p w:rsidR="0003722F" w:rsidRDefault="0003722F" w:rsidP="0003722F">
      <w:pPr>
        <w:pStyle w:val="Textoindependiente"/>
        <w:ind w:firstLine="696"/>
        <w:jc w:val="center"/>
        <w:rPr>
          <w:lang w:val="es-CO"/>
        </w:rPr>
      </w:pPr>
    </w:p>
    <w:p w:rsidR="0003722F" w:rsidRPr="001824C2" w:rsidRDefault="0003722F" w:rsidP="0003722F">
      <w:pPr>
        <w:pStyle w:val="Ttulo"/>
        <w:jc w:val="left"/>
        <w:rPr>
          <w:sz w:val="24"/>
          <w:szCs w:val="24"/>
        </w:rPr>
      </w:pPr>
      <w:r>
        <w:tab/>
      </w:r>
      <w:r w:rsidRPr="001824C2">
        <w:rPr>
          <w:sz w:val="24"/>
          <w:szCs w:val="24"/>
        </w:rPr>
        <w:tab/>
        <w:t>Seguridad contra Volcamiento</w:t>
      </w:r>
    </w:p>
    <w:p w:rsidR="0003722F" w:rsidRPr="001824C2" w:rsidRDefault="0003722F" w:rsidP="0003722F">
      <w:pPr>
        <w:pStyle w:val="Ttulo"/>
        <w:jc w:val="left"/>
        <w:rPr>
          <w:sz w:val="24"/>
          <w:szCs w:val="24"/>
        </w:rPr>
      </w:pPr>
    </w:p>
    <w:p w:rsidR="0003722F" w:rsidRPr="001824C2" w:rsidRDefault="0003722F" w:rsidP="001824C2">
      <w:pPr>
        <w:pStyle w:val="Ttulo"/>
        <w:rPr>
          <w:b w:val="0"/>
          <w:bCs/>
          <w:sz w:val="24"/>
          <w:szCs w:val="24"/>
          <w:lang w:val="es-CO"/>
        </w:rPr>
      </w:pPr>
      <w:r w:rsidRPr="001824C2">
        <w:rPr>
          <w:b w:val="0"/>
          <w:bCs/>
          <w:sz w:val="24"/>
          <w:szCs w:val="24"/>
          <w:lang w:val="es-CO"/>
        </w:rPr>
        <w:t>f</w:t>
      </w:r>
      <w:r w:rsidRPr="001824C2">
        <w:rPr>
          <w:b w:val="0"/>
          <w:bCs/>
          <w:sz w:val="24"/>
          <w:szCs w:val="24"/>
          <w:vertAlign w:val="subscript"/>
          <w:lang w:val="es-CO"/>
        </w:rPr>
        <w:t>sv</w:t>
      </w:r>
      <w:r w:rsidRPr="001824C2">
        <w:rPr>
          <w:b w:val="0"/>
          <w:bCs/>
          <w:sz w:val="24"/>
          <w:szCs w:val="24"/>
          <w:lang w:val="es-CO"/>
        </w:rPr>
        <w:t xml:space="preserve">  </w:t>
      </w:r>
      <w:r w:rsidRPr="001824C2">
        <w:rPr>
          <w:b w:val="0"/>
          <w:bCs/>
          <w:sz w:val="24"/>
          <w:szCs w:val="24"/>
          <w:u w:val="single"/>
          <w:lang w:val="es-CO"/>
        </w:rPr>
        <w:t xml:space="preserve">=  </w:t>
      </w:r>
      <w:r w:rsidRPr="001824C2">
        <w:rPr>
          <w:b w:val="0"/>
          <w:bCs/>
          <w:sz w:val="24"/>
          <w:szCs w:val="24"/>
          <w:u w:val="single"/>
        </w:rPr>
        <w:sym w:font="Symbol" w:char="F053"/>
      </w:r>
      <w:r w:rsidRPr="001824C2">
        <w:rPr>
          <w:b w:val="0"/>
          <w:bCs/>
          <w:sz w:val="24"/>
          <w:szCs w:val="24"/>
          <w:u w:val="single"/>
          <w:lang w:val="es-CO"/>
        </w:rPr>
        <w:t xml:space="preserve"> M</w:t>
      </w:r>
      <w:r w:rsidRPr="001824C2">
        <w:rPr>
          <w:b w:val="0"/>
          <w:bCs/>
          <w:sz w:val="24"/>
          <w:szCs w:val="24"/>
          <w:u w:val="single"/>
          <w:vertAlign w:val="subscript"/>
          <w:lang w:val="es-CO"/>
        </w:rPr>
        <w:t>u</w:t>
      </w:r>
      <w:r w:rsidRPr="001824C2">
        <w:rPr>
          <w:b w:val="0"/>
          <w:bCs/>
          <w:sz w:val="24"/>
          <w:szCs w:val="24"/>
          <w:vertAlign w:val="superscript"/>
          <w:lang w:val="es-CO"/>
        </w:rPr>
        <w:t xml:space="preserve"> (+)</w:t>
      </w:r>
    </w:p>
    <w:p w:rsidR="0003722F" w:rsidRPr="001824C2" w:rsidRDefault="0003722F" w:rsidP="001824C2">
      <w:pPr>
        <w:pStyle w:val="Ttulo"/>
        <w:rPr>
          <w:sz w:val="24"/>
          <w:szCs w:val="24"/>
          <w:lang w:val="fr-FR"/>
        </w:rPr>
      </w:pPr>
      <w:r w:rsidRPr="001824C2">
        <w:rPr>
          <w:b w:val="0"/>
          <w:bCs/>
          <w:sz w:val="24"/>
          <w:szCs w:val="24"/>
        </w:rPr>
        <w:sym w:font="Symbol" w:char="F053"/>
      </w:r>
      <w:r w:rsidRPr="001824C2">
        <w:rPr>
          <w:b w:val="0"/>
          <w:bCs/>
          <w:sz w:val="24"/>
          <w:szCs w:val="24"/>
          <w:lang w:val="fr-FR"/>
        </w:rPr>
        <w:t xml:space="preserve"> M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>u</w:t>
      </w:r>
      <w:r w:rsidRPr="001824C2">
        <w:rPr>
          <w:b w:val="0"/>
          <w:bCs/>
          <w:sz w:val="24"/>
          <w:szCs w:val="24"/>
          <w:vertAlign w:val="superscript"/>
          <w:lang w:val="fr-FR"/>
        </w:rPr>
        <w:t xml:space="preserve"> (-)</w:t>
      </w:r>
    </w:p>
    <w:p w:rsidR="0003722F" w:rsidRPr="001824C2" w:rsidRDefault="0003722F" w:rsidP="001824C2">
      <w:pPr>
        <w:pStyle w:val="Ttulo"/>
        <w:ind w:left="2124" w:firstLine="708"/>
        <w:jc w:val="both"/>
        <w:rPr>
          <w:b w:val="0"/>
          <w:bCs/>
          <w:sz w:val="24"/>
          <w:szCs w:val="24"/>
          <w:lang w:val="fr-FR"/>
        </w:rPr>
      </w:pPr>
      <w:r w:rsidRPr="001824C2">
        <w:rPr>
          <w:b w:val="0"/>
          <w:bCs/>
          <w:sz w:val="24"/>
          <w:szCs w:val="24"/>
        </w:rPr>
        <w:sym w:font="Symbol" w:char="F053"/>
      </w:r>
      <w:r w:rsidRPr="001824C2">
        <w:rPr>
          <w:b w:val="0"/>
          <w:bCs/>
          <w:sz w:val="24"/>
          <w:szCs w:val="24"/>
          <w:lang w:val="fr-FR"/>
        </w:rPr>
        <w:t xml:space="preserve"> M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>0</w:t>
      </w:r>
      <w:r w:rsidRPr="001824C2">
        <w:rPr>
          <w:b w:val="0"/>
          <w:bCs/>
          <w:sz w:val="24"/>
          <w:szCs w:val="24"/>
          <w:vertAlign w:val="superscript"/>
          <w:lang w:val="fr-FR"/>
        </w:rPr>
        <w:t xml:space="preserve"> (+)</w:t>
      </w:r>
      <w:r w:rsidRPr="001824C2">
        <w:rPr>
          <w:b w:val="0"/>
          <w:bCs/>
          <w:sz w:val="24"/>
          <w:szCs w:val="24"/>
          <w:lang w:val="fr-FR"/>
        </w:rPr>
        <w:t xml:space="preserve">  =    5.29 ton-m/m</w:t>
      </w:r>
    </w:p>
    <w:p w:rsidR="0003722F" w:rsidRPr="001824C2" w:rsidRDefault="001824C2" w:rsidP="001824C2">
      <w:pPr>
        <w:pStyle w:val="Ttulo"/>
        <w:rPr>
          <w:b w:val="0"/>
          <w:bCs/>
          <w:sz w:val="24"/>
          <w:szCs w:val="24"/>
          <w:lang w:val="fr-FR"/>
        </w:rPr>
      </w:pPr>
      <w:r>
        <w:rPr>
          <w:b w:val="0"/>
          <w:bCs/>
          <w:sz w:val="24"/>
          <w:szCs w:val="24"/>
        </w:rPr>
        <w:t xml:space="preserve">  </w:t>
      </w:r>
      <w:r w:rsidR="0003722F" w:rsidRPr="001824C2">
        <w:rPr>
          <w:b w:val="0"/>
          <w:bCs/>
          <w:sz w:val="24"/>
          <w:szCs w:val="24"/>
        </w:rPr>
        <w:sym w:font="Symbol" w:char="F053"/>
      </w:r>
      <w:r w:rsidR="0003722F" w:rsidRPr="001824C2">
        <w:rPr>
          <w:b w:val="0"/>
          <w:bCs/>
          <w:sz w:val="24"/>
          <w:szCs w:val="24"/>
          <w:lang w:val="fr-FR"/>
        </w:rPr>
        <w:t xml:space="preserve"> M</w:t>
      </w:r>
      <w:r w:rsidR="0003722F" w:rsidRPr="001824C2">
        <w:rPr>
          <w:b w:val="0"/>
          <w:bCs/>
          <w:sz w:val="24"/>
          <w:szCs w:val="24"/>
          <w:vertAlign w:val="subscript"/>
          <w:lang w:val="fr-FR"/>
        </w:rPr>
        <w:t>0</w:t>
      </w:r>
      <w:r w:rsidR="0003722F" w:rsidRPr="001824C2">
        <w:rPr>
          <w:b w:val="0"/>
          <w:bCs/>
          <w:sz w:val="24"/>
          <w:szCs w:val="24"/>
          <w:vertAlign w:val="superscript"/>
          <w:lang w:val="fr-FR"/>
        </w:rPr>
        <w:t xml:space="preserve">(-) </w:t>
      </w:r>
      <w:r w:rsidR="0003722F" w:rsidRPr="001824C2">
        <w:rPr>
          <w:b w:val="0"/>
          <w:bCs/>
          <w:sz w:val="24"/>
          <w:szCs w:val="24"/>
          <w:lang w:val="fr-FR"/>
        </w:rPr>
        <w:t xml:space="preserve">   =    1.37 ton-m/m</w:t>
      </w:r>
    </w:p>
    <w:p w:rsidR="0003722F" w:rsidRPr="001824C2" w:rsidRDefault="0003722F" w:rsidP="001824C2">
      <w:pPr>
        <w:pStyle w:val="Ttulo"/>
        <w:ind w:left="2124" w:firstLine="708"/>
        <w:jc w:val="both"/>
        <w:rPr>
          <w:b w:val="0"/>
          <w:bCs/>
          <w:sz w:val="24"/>
          <w:szCs w:val="24"/>
          <w:lang w:val="fr-FR"/>
        </w:rPr>
      </w:pPr>
      <w:r w:rsidRPr="001824C2">
        <w:rPr>
          <w:sz w:val="24"/>
          <w:szCs w:val="24"/>
          <w:lang w:val="fr-FR"/>
        </w:rPr>
        <w:sym w:font="Symbol" w:char="F05C"/>
      </w:r>
      <w:r w:rsidRPr="001824C2">
        <w:rPr>
          <w:sz w:val="24"/>
          <w:szCs w:val="24"/>
          <w:lang w:val="fr-FR"/>
        </w:rPr>
        <w:t xml:space="preserve">     </w:t>
      </w:r>
      <w:r w:rsidRPr="001824C2">
        <w:rPr>
          <w:b w:val="0"/>
          <w:bCs/>
          <w:sz w:val="24"/>
          <w:szCs w:val="24"/>
          <w:lang w:val="fr-FR"/>
        </w:rPr>
        <w:t>f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>sv</w:t>
      </w:r>
      <w:r w:rsidRPr="001824C2">
        <w:rPr>
          <w:b w:val="0"/>
          <w:bCs/>
          <w:sz w:val="24"/>
          <w:szCs w:val="24"/>
          <w:lang w:val="fr-FR"/>
        </w:rPr>
        <w:t xml:space="preserve">  =    3.86  </w:t>
      </w:r>
      <w:r w:rsidRPr="001824C2">
        <w:rPr>
          <w:bCs/>
          <w:i/>
          <w:sz w:val="24"/>
          <w:szCs w:val="24"/>
          <w:lang w:val="fr-FR"/>
        </w:rPr>
        <w:t>Bien </w:t>
      </w:r>
      <w:r w:rsidRPr="001824C2">
        <w:rPr>
          <w:b w:val="0"/>
          <w:bCs/>
          <w:i/>
          <w:sz w:val="24"/>
          <w:szCs w:val="24"/>
          <w:lang w:val="fr-FR"/>
        </w:rPr>
        <w:t>!</w:t>
      </w:r>
      <w:r w:rsidRPr="001824C2">
        <w:rPr>
          <w:b w:val="0"/>
          <w:bCs/>
          <w:sz w:val="24"/>
          <w:szCs w:val="24"/>
          <w:lang w:val="fr-FR"/>
        </w:rPr>
        <w:t xml:space="preserve"> &gt; 2.0</w:t>
      </w:r>
    </w:p>
    <w:p w:rsidR="0003722F" w:rsidRPr="001824C2" w:rsidRDefault="0003722F" w:rsidP="001824C2">
      <w:pPr>
        <w:pStyle w:val="Ttulo"/>
        <w:rPr>
          <w:sz w:val="24"/>
          <w:szCs w:val="24"/>
          <w:lang w:val="fr-FR"/>
        </w:rPr>
      </w:pPr>
    </w:p>
    <w:p w:rsidR="0003722F" w:rsidRPr="001824C2" w:rsidRDefault="0003722F" w:rsidP="0003722F">
      <w:pPr>
        <w:pStyle w:val="Ttulo"/>
        <w:rPr>
          <w:sz w:val="24"/>
          <w:szCs w:val="24"/>
          <w:lang w:val="fr-FR"/>
        </w:rPr>
      </w:pPr>
    </w:p>
    <w:p w:rsidR="0003722F" w:rsidRPr="001824C2" w:rsidRDefault="001824C2" w:rsidP="001824C2">
      <w:pPr>
        <w:pStyle w:val="Ttul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722F" w:rsidRPr="001824C2">
        <w:rPr>
          <w:sz w:val="24"/>
          <w:szCs w:val="24"/>
        </w:rPr>
        <w:t>Punto de aplicación</w:t>
      </w:r>
    </w:p>
    <w:p w:rsidR="0003722F" w:rsidRPr="001824C2" w:rsidRDefault="0003722F" w:rsidP="0003722F">
      <w:pPr>
        <w:pStyle w:val="Ttulo"/>
        <w:jc w:val="left"/>
        <w:rPr>
          <w:b w:val="0"/>
          <w:bCs/>
          <w:sz w:val="24"/>
          <w:szCs w:val="24"/>
        </w:rPr>
      </w:pPr>
      <w:r w:rsidRPr="001824C2">
        <w:rPr>
          <w:b w:val="0"/>
          <w:bCs/>
          <w:sz w:val="24"/>
          <w:szCs w:val="24"/>
        </w:rPr>
        <w:tab/>
      </w:r>
      <w:r w:rsidRPr="001824C2">
        <w:rPr>
          <w:b w:val="0"/>
          <w:bCs/>
          <w:sz w:val="24"/>
          <w:szCs w:val="24"/>
        </w:rPr>
        <w:tab/>
      </w:r>
      <w:r w:rsidRPr="001824C2">
        <w:rPr>
          <w:b w:val="0"/>
          <w:bCs/>
          <w:sz w:val="24"/>
          <w:szCs w:val="24"/>
        </w:rPr>
        <w:tab/>
      </w:r>
      <w:r w:rsidRPr="001824C2">
        <w:rPr>
          <w:b w:val="0"/>
          <w:bCs/>
          <w:sz w:val="24"/>
          <w:szCs w:val="24"/>
        </w:rPr>
        <w:tab/>
      </w:r>
    </w:p>
    <w:p w:rsidR="0003722F" w:rsidRPr="001824C2" w:rsidRDefault="0003722F" w:rsidP="0003722F">
      <w:pPr>
        <w:pStyle w:val="Ttulo"/>
        <w:ind w:left="2832"/>
        <w:jc w:val="left"/>
        <w:rPr>
          <w:b w:val="0"/>
          <w:bCs/>
          <w:sz w:val="24"/>
          <w:szCs w:val="24"/>
        </w:rPr>
      </w:pPr>
      <w:r w:rsidRPr="001824C2">
        <w:rPr>
          <w:b w:val="0"/>
          <w:bCs/>
          <w:sz w:val="24"/>
          <w:szCs w:val="24"/>
        </w:rPr>
        <w:t>X</w:t>
      </w:r>
      <w:r w:rsidRPr="001824C2">
        <w:rPr>
          <w:b w:val="0"/>
          <w:bCs/>
          <w:sz w:val="24"/>
          <w:szCs w:val="24"/>
          <w:vertAlign w:val="subscript"/>
        </w:rPr>
        <w:t>0</w:t>
      </w:r>
      <w:r w:rsidRPr="001824C2">
        <w:rPr>
          <w:b w:val="0"/>
          <w:bCs/>
          <w:sz w:val="24"/>
          <w:szCs w:val="24"/>
        </w:rPr>
        <w:t xml:space="preserve">  = </w:t>
      </w:r>
      <w:r w:rsidRPr="001824C2">
        <w:rPr>
          <w:b w:val="0"/>
          <w:bCs/>
          <w:sz w:val="24"/>
          <w:szCs w:val="24"/>
          <w:u w:val="single"/>
        </w:rPr>
        <w:t xml:space="preserve"> </w:t>
      </w:r>
      <w:r w:rsidRPr="001824C2">
        <w:rPr>
          <w:b w:val="0"/>
          <w:bCs/>
          <w:sz w:val="24"/>
          <w:szCs w:val="24"/>
          <w:u w:val="single"/>
        </w:rPr>
        <w:sym w:font="Symbol" w:char="F053"/>
      </w:r>
      <w:r w:rsidRPr="001824C2">
        <w:rPr>
          <w:b w:val="0"/>
          <w:bCs/>
          <w:sz w:val="24"/>
          <w:szCs w:val="24"/>
          <w:u w:val="single"/>
        </w:rPr>
        <w:t xml:space="preserve"> </w:t>
      </w:r>
      <w:r w:rsidRPr="001824C2">
        <w:rPr>
          <w:b w:val="0"/>
          <w:bCs/>
          <w:sz w:val="24"/>
          <w:szCs w:val="24"/>
        </w:rPr>
        <w:t>M</w:t>
      </w:r>
      <w:r w:rsidRPr="001824C2">
        <w:rPr>
          <w:b w:val="0"/>
          <w:bCs/>
          <w:sz w:val="24"/>
          <w:szCs w:val="24"/>
          <w:vertAlign w:val="subscript"/>
        </w:rPr>
        <w:t>o</w:t>
      </w:r>
      <w:r w:rsidRPr="001824C2">
        <w:rPr>
          <w:b w:val="0"/>
          <w:bCs/>
          <w:sz w:val="24"/>
          <w:szCs w:val="24"/>
        </w:rPr>
        <w:t xml:space="preserve"> </w:t>
      </w:r>
    </w:p>
    <w:p w:rsidR="0003722F" w:rsidRPr="001824C2" w:rsidRDefault="0003722F" w:rsidP="0003722F">
      <w:pPr>
        <w:pStyle w:val="Ttulo"/>
        <w:jc w:val="left"/>
        <w:rPr>
          <w:sz w:val="24"/>
          <w:szCs w:val="24"/>
        </w:rPr>
      </w:pPr>
      <w:r w:rsidRPr="001824C2">
        <w:rPr>
          <w:sz w:val="24"/>
          <w:szCs w:val="24"/>
        </w:rPr>
        <w:tab/>
      </w:r>
      <w:r w:rsidRPr="001824C2">
        <w:rPr>
          <w:sz w:val="24"/>
          <w:szCs w:val="24"/>
        </w:rPr>
        <w:tab/>
      </w:r>
      <w:r w:rsidRPr="001824C2">
        <w:rPr>
          <w:sz w:val="24"/>
          <w:szCs w:val="24"/>
        </w:rPr>
        <w:tab/>
      </w:r>
      <w:r w:rsidRPr="001824C2">
        <w:rPr>
          <w:sz w:val="24"/>
          <w:szCs w:val="24"/>
        </w:rPr>
        <w:tab/>
      </w:r>
      <w:r w:rsidRPr="001824C2">
        <w:rPr>
          <w:sz w:val="24"/>
          <w:szCs w:val="24"/>
        </w:rPr>
        <w:tab/>
      </w:r>
      <w:r w:rsidR="001824C2">
        <w:rPr>
          <w:sz w:val="24"/>
          <w:szCs w:val="24"/>
        </w:rPr>
        <w:t xml:space="preserve"> </w:t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="001824C2">
        <w:rPr>
          <w:sz w:val="24"/>
          <w:szCs w:val="24"/>
        </w:rPr>
        <w:tab/>
      </w:r>
      <w:r w:rsidRPr="001824C2">
        <w:rPr>
          <w:b w:val="0"/>
          <w:bCs/>
          <w:sz w:val="24"/>
          <w:szCs w:val="24"/>
        </w:rPr>
        <w:sym w:font="Symbol" w:char="F053"/>
      </w:r>
      <w:r w:rsidRPr="001824C2">
        <w:rPr>
          <w:b w:val="0"/>
          <w:bCs/>
          <w:sz w:val="24"/>
          <w:szCs w:val="24"/>
        </w:rPr>
        <w:t xml:space="preserve"> F</w:t>
      </w:r>
      <w:r w:rsidRPr="001824C2">
        <w:rPr>
          <w:b w:val="0"/>
          <w:bCs/>
          <w:sz w:val="24"/>
          <w:szCs w:val="24"/>
          <w:vertAlign w:val="subscript"/>
        </w:rPr>
        <w:t>v</w:t>
      </w:r>
    </w:p>
    <w:p w:rsidR="0003722F" w:rsidRPr="001824C2" w:rsidRDefault="0003722F" w:rsidP="0003722F">
      <w:pPr>
        <w:pStyle w:val="Ttulo"/>
        <w:ind w:left="2124" w:firstLine="708"/>
        <w:jc w:val="left"/>
        <w:rPr>
          <w:b w:val="0"/>
          <w:bCs/>
          <w:sz w:val="24"/>
          <w:szCs w:val="24"/>
        </w:rPr>
      </w:pPr>
      <w:r w:rsidRPr="001824C2">
        <w:rPr>
          <w:b w:val="0"/>
          <w:bCs/>
          <w:sz w:val="24"/>
          <w:szCs w:val="24"/>
        </w:rPr>
        <w:sym w:font="Symbol" w:char="F053"/>
      </w:r>
      <w:r w:rsidRPr="001824C2">
        <w:rPr>
          <w:b w:val="0"/>
          <w:bCs/>
          <w:sz w:val="24"/>
          <w:szCs w:val="24"/>
        </w:rPr>
        <w:t xml:space="preserve"> M</w:t>
      </w:r>
      <w:r w:rsidRPr="001824C2">
        <w:rPr>
          <w:b w:val="0"/>
          <w:bCs/>
          <w:sz w:val="24"/>
          <w:szCs w:val="24"/>
          <w:vertAlign w:val="subscript"/>
        </w:rPr>
        <w:t>0</w:t>
      </w:r>
      <w:r w:rsidRPr="001824C2">
        <w:rPr>
          <w:b w:val="0"/>
          <w:bCs/>
          <w:sz w:val="24"/>
          <w:szCs w:val="24"/>
        </w:rPr>
        <w:t xml:space="preserve">  =  </w:t>
      </w:r>
      <w:r w:rsidRPr="001824C2">
        <w:rPr>
          <w:b w:val="0"/>
          <w:bCs/>
          <w:sz w:val="24"/>
          <w:szCs w:val="24"/>
        </w:rPr>
        <w:sym w:font="Symbol" w:char="F053"/>
      </w:r>
      <w:r w:rsidRPr="001824C2">
        <w:rPr>
          <w:b w:val="0"/>
          <w:bCs/>
          <w:sz w:val="24"/>
          <w:szCs w:val="24"/>
        </w:rPr>
        <w:t xml:space="preserve"> M</w:t>
      </w:r>
      <w:r w:rsidRPr="001824C2">
        <w:rPr>
          <w:b w:val="0"/>
          <w:bCs/>
          <w:sz w:val="24"/>
          <w:szCs w:val="24"/>
          <w:vertAlign w:val="subscript"/>
        </w:rPr>
        <w:t>o</w:t>
      </w:r>
      <w:r w:rsidRPr="001824C2">
        <w:rPr>
          <w:b w:val="0"/>
          <w:bCs/>
          <w:sz w:val="24"/>
          <w:szCs w:val="24"/>
          <w:vertAlign w:val="superscript"/>
        </w:rPr>
        <w:t>(+)</w:t>
      </w:r>
      <w:r w:rsidRPr="001824C2">
        <w:rPr>
          <w:b w:val="0"/>
          <w:bCs/>
          <w:sz w:val="24"/>
          <w:szCs w:val="24"/>
        </w:rPr>
        <w:t xml:space="preserve">  -  </w:t>
      </w:r>
      <w:r w:rsidRPr="001824C2">
        <w:rPr>
          <w:b w:val="0"/>
          <w:bCs/>
          <w:sz w:val="24"/>
          <w:szCs w:val="24"/>
        </w:rPr>
        <w:sym w:font="Symbol" w:char="F053"/>
      </w:r>
      <w:r w:rsidRPr="001824C2">
        <w:rPr>
          <w:b w:val="0"/>
          <w:bCs/>
          <w:sz w:val="24"/>
          <w:szCs w:val="24"/>
        </w:rPr>
        <w:t xml:space="preserve"> M</w:t>
      </w:r>
      <w:r w:rsidRPr="001824C2">
        <w:rPr>
          <w:b w:val="0"/>
          <w:bCs/>
          <w:sz w:val="24"/>
          <w:szCs w:val="24"/>
          <w:vertAlign w:val="subscript"/>
        </w:rPr>
        <w:t>o</w:t>
      </w:r>
      <w:r w:rsidRPr="001824C2">
        <w:rPr>
          <w:b w:val="0"/>
          <w:bCs/>
          <w:sz w:val="24"/>
          <w:szCs w:val="24"/>
          <w:vertAlign w:val="superscript"/>
        </w:rPr>
        <w:t>(-)</w:t>
      </w:r>
      <w:r w:rsidRPr="001824C2">
        <w:rPr>
          <w:b w:val="0"/>
          <w:bCs/>
          <w:sz w:val="24"/>
          <w:szCs w:val="24"/>
        </w:rPr>
        <w:t xml:space="preserve">    </w:t>
      </w:r>
    </w:p>
    <w:p w:rsidR="0003722F" w:rsidRPr="001824C2" w:rsidRDefault="0003722F" w:rsidP="0003722F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1824C2">
        <w:rPr>
          <w:b w:val="0"/>
          <w:bCs/>
          <w:sz w:val="24"/>
          <w:szCs w:val="24"/>
        </w:rPr>
        <w:sym w:font="Symbol" w:char="F053"/>
      </w:r>
      <w:r w:rsidRPr="001824C2">
        <w:rPr>
          <w:b w:val="0"/>
          <w:bCs/>
          <w:sz w:val="24"/>
          <w:szCs w:val="24"/>
          <w:lang w:val="fr-FR"/>
        </w:rPr>
        <w:t xml:space="preserve"> M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>0</w:t>
      </w:r>
      <w:r w:rsidRPr="001824C2">
        <w:rPr>
          <w:b w:val="0"/>
          <w:bCs/>
          <w:sz w:val="24"/>
          <w:szCs w:val="24"/>
          <w:lang w:val="fr-FR"/>
        </w:rPr>
        <w:t xml:space="preserve">  = (5.29 – 1.01) ton-m/m    </w:t>
      </w:r>
    </w:p>
    <w:p w:rsidR="0003722F" w:rsidRPr="001824C2" w:rsidRDefault="0003722F" w:rsidP="0003722F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1824C2">
        <w:rPr>
          <w:b w:val="0"/>
          <w:bCs/>
          <w:sz w:val="24"/>
          <w:szCs w:val="24"/>
        </w:rPr>
        <w:lastRenderedPageBreak/>
        <w:sym w:font="Symbol" w:char="F053"/>
      </w:r>
      <w:r w:rsidRPr="001824C2">
        <w:rPr>
          <w:b w:val="0"/>
          <w:bCs/>
          <w:sz w:val="24"/>
          <w:szCs w:val="24"/>
          <w:lang w:val="fr-FR"/>
        </w:rPr>
        <w:t xml:space="preserve"> M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>0</w:t>
      </w:r>
      <w:r w:rsidRPr="001824C2">
        <w:rPr>
          <w:b w:val="0"/>
          <w:bCs/>
          <w:sz w:val="24"/>
          <w:szCs w:val="24"/>
          <w:lang w:val="fr-FR"/>
        </w:rPr>
        <w:t xml:space="preserve">  = 4.28  ton-m/m</w:t>
      </w:r>
    </w:p>
    <w:p w:rsidR="0003722F" w:rsidRPr="001824C2" w:rsidRDefault="0003722F" w:rsidP="0003722F">
      <w:pPr>
        <w:pStyle w:val="Ttulo"/>
        <w:ind w:left="2124" w:firstLine="708"/>
        <w:jc w:val="left"/>
        <w:rPr>
          <w:b w:val="0"/>
          <w:bCs/>
          <w:sz w:val="24"/>
          <w:szCs w:val="24"/>
          <w:lang w:val="en-US"/>
        </w:rPr>
      </w:pPr>
      <w:r w:rsidRPr="001824C2">
        <w:rPr>
          <w:b w:val="0"/>
          <w:bCs/>
          <w:sz w:val="24"/>
          <w:szCs w:val="24"/>
          <w:lang w:val="fr-FR"/>
        </w:rPr>
        <w:t xml:space="preserve"> </w:t>
      </w:r>
      <w:r w:rsidRPr="001824C2">
        <w:rPr>
          <w:b w:val="0"/>
          <w:bCs/>
          <w:sz w:val="24"/>
          <w:szCs w:val="24"/>
        </w:rPr>
        <w:sym w:font="Symbol" w:char="F053"/>
      </w:r>
      <w:r w:rsidRPr="001824C2">
        <w:rPr>
          <w:b w:val="0"/>
          <w:bCs/>
          <w:sz w:val="24"/>
          <w:szCs w:val="24"/>
          <w:lang w:val="en-US"/>
        </w:rPr>
        <w:t xml:space="preserve"> f</w:t>
      </w:r>
      <w:r w:rsidRPr="001824C2">
        <w:rPr>
          <w:b w:val="0"/>
          <w:bCs/>
          <w:sz w:val="24"/>
          <w:szCs w:val="24"/>
          <w:vertAlign w:val="subscript"/>
          <w:lang w:val="en-US"/>
        </w:rPr>
        <w:t>V</w:t>
      </w:r>
      <w:r w:rsidRPr="001824C2">
        <w:rPr>
          <w:b w:val="0"/>
          <w:bCs/>
          <w:sz w:val="24"/>
          <w:szCs w:val="24"/>
          <w:lang w:val="en-US"/>
        </w:rPr>
        <w:t xml:space="preserve">  =  4.66 ton/m</w:t>
      </w:r>
    </w:p>
    <w:p w:rsidR="0003722F" w:rsidRPr="001824C2" w:rsidRDefault="0003722F" w:rsidP="0003722F">
      <w:pPr>
        <w:pStyle w:val="Ttulo"/>
        <w:ind w:left="2124" w:firstLine="708"/>
        <w:jc w:val="left"/>
        <w:rPr>
          <w:sz w:val="24"/>
          <w:szCs w:val="24"/>
          <w:lang w:val="en-US"/>
        </w:rPr>
      </w:pPr>
    </w:p>
    <w:p w:rsidR="0003722F" w:rsidRPr="001824C2" w:rsidRDefault="0003722F" w:rsidP="0003722F">
      <w:pPr>
        <w:pStyle w:val="Ttulo"/>
        <w:ind w:left="2124" w:firstLine="708"/>
        <w:jc w:val="left"/>
        <w:rPr>
          <w:b w:val="0"/>
          <w:bCs/>
          <w:sz w:val="24"/>
          <w:szCs w:val="24"/>
        </w:rPr>
      </w:pPr>
      <w:r w:rsidRPr="001824C2">
        <w:rPr>
          <w:sz w:val="24"/>
          <w:szCs w:val="24"/>
          <w:lang w:val="fr-FR"/>
        </w:rPr>
        <w:sym w:font="Symbol" w:char="F05C"/>
      </w:r>
      <w:r w:rsidRPr="001824C2">
        <w:rPr>
          <w:sz w:val="24"/>
          <w:szCs w:val="24"/>
        </w:rPr>
        <w:t xml:space="preserve">  </w:t>
      </w:r>
      <w:r w:rsidRPr="001824C2">
        <w:rPr>
          <w:b w:val="0"/>
          <w:bCs/>
          <w:sz w:val="24"/>
          <w:szCs w:val="24"/>
        </w:rPr>
        <w:t>X</w:t>
      </w:r>
      <w:r w:rsidRPr="001824C2">
        <w:rPr>
          <w:b w:val="0"/>
          <w:bCs/>
          <w:sz w:val="24"/>
          <w:szCs w:val="24"/>
          <w:vertAlign w:val="subscript"/>
        </w:rPr>
        <w:t>0</w:t>
      </w:r>
      <w:r w:rsidRPr="001824C2">
        <w:rPr>
          <w:b w:val="0"/>
          <w:bCs/>
          <w:sz w:val="24"/>
          <w:szCs w:val="24"/>
        </w:rPr>
        <w:t xml:space="preserve">  = 0.92 m Dentro del tercio medio</w:t>
      </w:r>
    </w:p>
    <w:p w:rsidR="0003722F" w:rsidRPr="001824C2" w:rsidRDefault="0003722F" w:rsidP="0003722F">
      <w:pPr>
        <w:pStyle w:val="Ttulo"/>
        <w:ind w:left="4248"/>
        <w:jc w:val="left"/>
        <w:rPr>
          <w:b w:val="0"/>
          <w:bCs/>
          <w:sz w:val="24"/>
          <w:szCs w:val="24"/>
        </w:rPr>
      </w:pPr>
      <w:r w:rsidRPr="001824C2">
        <w:rPr>
          <w:sz w:val="24"/>
          <w:szCs w:val="24"/>
        </w:rPr>
        <w:t xml:space="preserve">     </w:t>
      </w:r>
      <w:r w:rsidRPr="001824C2">
        <w:rPr>
          <w:b w:val="0"/>
          <w:bCs/>
          <w:sz w:val="24"/>
          <w:szCs w:val="24"/>
        </w:rPr>
        <w:t xml:space="preserve"> </w:t>
      </w:r>
      <w:r w:rsidR="00D96A60" w:rsidRPr="001824C2">
        <w:rPr>
          <w:b w:val="0"/>
          <w:bCs/>
          <w:sz w:val="24"/>
          <w:szCs w:val="24"/>
        </w:rPr>
        <w:t>Rango</w:t>
      </w:r>
      <w:r w:rsidRPr="001824C2">
        <w:rPr>
          <w:b w:val="0"/>
          <w:bCs/>
          <w:sz w:val="24"/>
          <w:szCs w:val="24"/>
        </w:rPr>
        <w:t xml:space="preserve"> 0.75 m. a 1.50 m. </w:t>
      </w:r>
      <w:r w:rsidRPr="001824C2">
        <w:rPr>
          <w:i/>
          <w:iCs/>
          <w:sz w:val="24"/>
          <w:szCs w:val="24"/>
        </w:rPr>
        <w:t>Bien!</w:t>
      </w:r>
    </w:p>
    <w:p w:rsidR="0003722F" w:rsidRPr="001824C2" w:rsidRDefault="0003722F" w:rsidP="0003722F">
      <w:pPr>
        <w:pStyle w:val="Ttulo"/>
        <w:rPr>
          <w:sz w:val="24"/>
          <w:szCs w:val="24"/>
        </w:rPr>
      </w:pPr>
    </w:p>
    <w:p w:rsidR="0003722F" w:rsidRPr="001824C2" w:rsidRDefault="0003722F" w:rsidP="0003722F">
      <w:pPr>
        <w:pStyle w:val="Ttulo"/>
        <w:rPr>
          <w:sz w:val="24"/>
          <w:szCs w:val="24"/>
        </w:rPr>
      </w:pPr>
    </w:p>
    <w:p w:rsidR="0003722F" w:rsidRPr="001824C2" w:rsidRDefault="0003722F" w:rsidP="001824C2">
      <w:pPr>
        <w:pStyle w:val="Ttulo"/>
        <w:jc w:val="left"/>
        <w:rPr>
          <w:sz w:val="24"/>
          <w:szCs w:val="24"/>
        </w:rPr>
      </w:pPr>
      <w:r w:rsidRPr="001824C2">
        <w:rPr>
          <w:sz w:val="24"/>
          <w:szCs w:val="24"/>
        </w:rPr>
        <w:t>Seguridad contra deslizamiento</w:t>
      </w:r>
    </w:p>
    <w:p w:rsidR="0003722F" w:rsidRPr="001824C2" w:rsidRDefault="0003722F" w:rsidP="0003722F">
      <w:pPr>
        <w:pStyle w:val="Ttulo"/>
        <w:rPr>
          <w:sz w:val="24"/>
          <w:szCs w:val="24"/>
        </w:rPr>
      </w:pPr>
    </w:p>
    <w:p w:rsidR="0003722F" w:rsidRPr="001824C2" w:rsidRDefault="0003722F" w:rsidP="0003722F">
      <w:pPr>
        <w:pStyle w:val="Ttulo"/>
        <w:ind w:left="2124" w:firstLine="708"/>
        <w:jc w:val="left"/>
        <w:rPr>
          <w:sz w:val="24"/>
          <w:szCs w:val="24"/>
          <w:lang w:val="fr-FR"/>
        </w:rPr>
      </w:pPr>
      <w:r w:rsidRPr="001824C2">
        <w:rPr>
          <w:b w:val="0"/>
          <w:bCs/>
          <w:sz w:val="24"/>
          <w:szCs w:val="24"/>
          <w:lang w:val="fr-FR"/>
        </w:rPr>
        <w:t>f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>f</w:t>
      </w:r>
      <w:r w:rsidRPr="001824C2">
        <w:rPr>
          <w:b w:val="0"/>
          <w:bCs/>
          <w:sz w:val="24"/>
          <w:szCs w:val="24"/>
          <w:lang w:val="fr-FR"/>
        </w:rPr>
        <w:t xml:space="preserve">  </w:t>
      </w:r>
      <w:r w:rsidRPr="001824C2">
        <w:rPr>
          <w:b w:val="0"/>
          <w:bCs/>
          <w:sz w:val="24"/>
          <w:szCs w:val="24"/>
          <w:lang w:val="fr-FR"/>
        </w:rPr>
        <w:tab/>
        <w:t>=  0.60</w:t>
      </w:r>
    </w:p>
    <w:p w:rsidR="0003722F" w:rsidRPr="001824C2" w:rsidRDefault="0003722F" w:rsidP="0003722F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1824C2">
        <w:rPr>
          <w:b w:val="0"/>
          <w:bCs/>
          <w:sz w:val="24"/>
          <w:szCs w:val="24"/>
        </w:rPr>
        <w:sym w:font="Symbol" w:char="F053"/>
      </w:r>
      <w:r w:rsidRPr="001824C2">
        <w:rPr>
          <w:b w:val="0"/>
          <w:bCs/>
          <w:sz w:val="24"/>
          <w:szCs w:val="24"/>
          <w:lang w:val="fr-FR"/>
        </w:rPr>
        <w:t xml:space="preserve"> f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>V</w:t>
      </w:r>
      <w:r w:rsidRPr="001824C2">
        <w:rPr>
          <w:b w:val="0"/>
          <w:bCs/>
          <w:sz w:val="24"/>
          <w:szCs w:val="24"/>
          <w:lang w:val="fr-FR"/>
        </w:rPr>
        <w:t xml:space="preserve">  </w:t>
      </w:r>
      <w:r w:rsidRPr="001824C2">
        <w:rPr>
          <w:b w:val="0"/>
          <w:bCs/>
          <w:sz w:val="24"/>
          <w:szCs w:val="24"/>
          <w:lang w:val="fr-FR"/>
        </w:rPr>
        <w:tab/>
        <w:t>=  4.66 ton/m</w:t>
      </w:r>
    </w:p>
    <w:p w:rsidR="0003722F" w:rsidRPr="001824C2" w:rsidRDefault="0003722F" w:rsidP="0003722F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1824C2">
        <w:rPr>
          <w:b w:val="0"/>
          <w:bCs/>
          <w:sz w:val="24"/>
          <w:szCs w:val="24"/>
        </w:rPr>
        <w:sym w:font="Symbol" w:char="F053"/>
      </w:r>
      <w:r w:rsidRPr="001824C2">
        <w:rPr>
          <w:b w:val="0"/>
          <w:bCs/>
          <w:sz w:val="24"/>
          <w:szCs w:val="24"/>
          <w:lang w:val="fr-FR"/>
        </w:rPr>
        <w:t xml:space="preserve"> F</w:t>
      </w:r>
      <w:r w:rsidRPr="001824C2">
        <w:rPr>
          <w:b w:val="0"/>
          <w:bCs/>
          <w:sz w:val="24"/>
          <w:szCs w:val="24"/>
          <w:vertAlign w:val="subscript"/>
          <w:lang w:val="fr-FR"/>
        </w:rPr>
        <w:t>H</w:t>
      </w:r>
      <w:r w:rsidRPr="001824C2">
        <w:rPr>
          <w:b w:val="0"/>
          <w:bCs/>
          <w:sz w:val="24"/>
          <w:szCs w:val="24"/>
          <w:lang w:val="fr-FR"/>
        </w:rPr>
        <w:t xml:space="preserve">  =   1.00 ton/m</w:t>
      </w:r>
    </w:p>
    <w:p w:rsidR="0003722F" w:rsidRPr="001824C2" w:rsidRDefault="0003722F" w:rsidP="0003722F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1824C2">
        <w:rPr>
          <w:sz w:val="24"/>
          <w:szCs w:val="24"/>
          <w:lang w:val="fr-FR"/>
        </w:rPr>
        <w:tab/>
      </w:r>
      <w:r w:rsidRPr="001824C2">
        <w:rPr>
          <w:sz w:val="24"/>
          <w:szCs w:val="24"/>
          <w:lang w:val="fr-FR"/>
        </w:rPr>
        <w:tab/>
      </w:r>
      <w:r w:rsidRPr="001824C2">
        <w:rPr>
          <w:sz w:val="24"/>
          <w:szCs w:val="24"/>
          <w:lang w:val="fr-FR"/>
        </w:rPr>
        <w:tab/>
      </w:r>
      <w:r w:rsidRPr="001824C2">
        <w:rPr>
          <w:sz w:val="24"/>
          <w:szCs w:val="24"/>
          <w:lang w:val="fr-FR"/>
        </w:rPr>
        <w:tab/>
      </w:r>
    </w:p>
    <w:p w:rsidR="0003722F" w:rsidRPr="001824C2" w:rsidRDefault="0003722F" w:rsidP="0003722F">
      <w:pPr>
        <w:pStyle w:val="Ttulo"/>
        <w:jc w:val="left"/>
        <w:rPr>
          <w:b w:val="0"/>
          <w:bCs/>
          <w:sz w:val="24"/>
          <w:szCs w:val="24"/>
          <w:lang w:val="en-US"/>
        </w:rPr>
      </w:pPr>
      <w:r w:rsidRPr="001824C2">
        <w:rPr>
          <w:b w:val="0"/>
          <w:bCs/>
          <w:sz w:val="24"/>
          <w:szCs w:val="24"/>
          <w:lang w:val="en-US"/>
        </w:rPr>
        <w:tab/>
      </w:r>
      <w:r w:rsidRPr="001824C2">
        <w:rPr>
          <w:b w:val="0"/>
          <w:bCs/>
          <w:sz w:val="24"/>
          <w:szCs w:val="24"/>
          <w:lang w:val="en-US"/>
        </w:rPr>
        <w:tab/>
      </w:r>
      <w:r w:rsidRP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="001824C2">
        <w:rPr>
          <w:b w:val="0"/>
          <w:bCs/>
          <w:sz w:val="24"/>
          <w:szCs w:val="24"/>
          <w:lang w:val="en-US"/>
        </w:rPr>
        <w:tab/>
      </w:r>
      <w:r w:rsidRPr="001824C2">
        <w:rPr>
          <w:b w:val="0"/>
          <w:bCs/>
          <w:sz w:val="24"/>
          <w:szCs w:val="24"/>
          <w:lang w:val="en-US"/>
        </w:rPr>
        <w:tab/>
        <w:t>f</w:t>
      </w:r>
      <w:r w:rsidRPr="001824C2">
        <w:rPr>
          <w:b w:val="0"/>
          <w:bCs/>
          <w:sz w:val="24"/>
          <w:szCs w:val="24"/>
          <w:vertAlign w:val="subscript"/>
          <w:lang w:val="en-US"/>
        </w:rPr>
        <w:t>sD</w:t>
      </w:r>
      <w:r w:rsidRPr="001824C2">
        <w:rPr>
          <w:b w:val="0"/>
          <w:bCs/>
          <w:sz w:val="24"/>
          <w:szCs w:val="24"/>
          <w:lang w:val="en-US"/>
        </w:rPr>
        <w:t xml:space="preserve"> = </w:t>
      </w:r>
      <w:r w:rsidRPr="001824C2">
        <w:rPr>
          <w:b w:val="0"/>
          <w:bCs/>
          <w:sz w:val="24"/>
          <w:szCs w:val="24"/>
          <w:u w:val="single"/>
          <w:lang w:val="en-US"/>
        </w:rPr>
        <w:t xml:space="preserve"> ff</w:t>
      </w:r>
      <w:r w:rsidRPr="001824C2">
        <w:rPr>
          <w:b w:val="0"/>
          <w:bCs/>
          <w:sz w:val="24"/>
          <w:szCs w:val="24"/>
          <w:u w:val="single"/>
        </w:rPr>
        <w:sym w:font="Symbol" w:char="F053"/>
      </w:r>
      <w:r w:rsidRPr="001824C2">
        <w:rPr>
          <w:b w:val="0"/>
          <w:bCs/>
          <w:sz w:val="24"/>
          <w:szCs w:val="24"/>
          <w:u w:val="single"/>
          <w:lang w:val="en-US"/>
        </w:rPr>
        <w:t xml:space="preserve"> f</w:t>
      </w:r>
      <w:r w:rsidRPr="001824C2">
        <w:rPr>
          <w:b w:val="0"/>
          <w:bCs/>
          <w:sz w:val="24"/>
          <w:szCs w:val="24"/>
          <w:vertAlign w:val="subscript"/>
          <w:lang w:val="en-US"/>
        </w:rPr>
        <w:t>V</w:t>
      </w:r>
      <w:r w:rsidRPr="001824C2">
        <w:rPr>
          <w:b w:val="0"/>
          <w:bCs/>
          <w:sz w:val="24"/>
          <w:szCs w:val="24"/>
          <w:lang w:val="en-US"/>
        </w:rPr>
        <w:t xml:space="preserve">  =  2.80  </w:t>
      </w:r>
      <w:r w:rsidRPr="001824C2">
        <w:rPr>
          <w:i/>
          <w:iCs/>
          <w:sz w:val="24"/>
          <w:szCs w:val="24"/>
          <w:lang w:val="en-US"/>
        </w:rPr>
        <w:t xml:space="preserve">Bien! </w:t>
      </w:r>
      <w:r w:rsidRPr="001824C2">
        <w:rPr>
          <w:b w:val="0"/>
          <w:iCs/>
          <w:sz w:val="24"/>
          <w:szCs w:val="24"/>
          <w:lang w:val="en-US"/>
        </w:rPr>
        <w:t>&gt; 2.0</w:t>
      </w:r>
    </w:p>
    <w:p w:rsidR="0003722F" w:rsidRPr="001824C2" w:rsidRDefault="0003722F" w:rsidP="0003722F">
      <w:pPr>
        <w:pStyle w:val="Ttulo"/>
        <w:jc w:val="left"/>
        <w:rPr>
          <w:sz w:val="24"/>
          <w:szCs w:val="24"/>
          <w:lang w:val="en-US"/>
        </w:rPr>
      </w:pPr>
      <w:r w:rsidRPr="001824C2">
        <w:rPr>
          <w:b w:val="0"/>
          <w:bCs/>
          <w:sz w:val="24"/>
          <w:szCs w:val="24"/>
          <w:lang w:val="en-US"/>
        </w:rPr>
        <w:t xml:space="preserve">   </w:t>
      </w:r>
      <w:r w:rsidRPr="001824C2">
        <w:rPr>
          <w:b w:val="0"/>
          <w:bCs/>
          <w:sz w:val="24"/>
          <w:szCs w:val="24"/>
          <w:lang w:val="en-US"/>
        </w:rPr>
        <w:tab/>
      </w:r>
      <w:r w:rsidRPr="001824C2">
        <w:rPr>
          <w:sz w:val="24"/>
          <w:szCs w:val="24"/>
          <w:lang w:val="en-US"/>
        </w:rPr>
        <w:tab/>
      </w:r>
      <w:r w:rsidRPr="001824C2">
        <w:rPr>
          <w:sz w:val="24"/>
          <w:szCs w:val="24"/>
          <w:lang w:val="en-US"/>
        </w:rPr>
        <w:tab/>
      </w:r>
      <w:r w:rsidRP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="001824C2">
        <w:rPr>
          <w:sz w:val="24"/>
          <w:szCs w:val="24"/>
          <w:lang w:val="en-US"/>
        </w:rPr>
        <w:tab/>
      </w:r>
      <w:r w:rsidRPr="001824C2">
        <w:rPr>
          <w:sz w:val="24"/>
          <w:szCs w:val="24"/>
          <w:lang w:val="en-US"/>
        </w:rPr>
        <w:tab/>
      </w:r>
      <w:r w:rsidRPr="001824C2">
        <w:rPr>
          <w:b w:val="0"/>
          <w:bCs/>
          <w:sz w:val="24"/>
          <w:szCs w:val="24"/>
        </w:rPr>
        <w:sym w:font="Symbol" w:char="F053"/>
      </w:r>
      <w:r w:rsidRPr="001824C2">
        <w:rPr>
          <w:b w:val="0"/>
          <w:bCs/>
          <w:sz w:val="24"/>
          <w:szCs w:val="24"/>
          <w:lang w:val="en-US"/>
        </w:rPr>
        <w:t xml:space="preserve"> f</w:t>
      </w:r>
      <w:r w:rsidRPr="001824C2">
        <w:rPr>
          <w:b w:val="0"/>
          <w:bCs/>
          <w:sz w:val="24"/>
          <w:szCs w:val="24"/>
          <w:vertAlign w:val="subscript"/>
          <w:lang w:val="en-US"/>
        </w:rPr>
        <w:t>H</w:t>
      </w:r>
      <w:r w:rsidRPr="001824C2">
        <w:rPr>
          <w:b w:val="0"/>
          <w:bCs/>
          <w:sz w:val="24"/>
          <w:szCs w:val="24"/>
          <w:lang w:val="en-US"/>
        </w:rPr>
        <w:tab/>
      </w:r>
      <w:r w:rsidRPr="001824C2">
        <w:rPr>
          <w:b w:val="0"/>
          <w:bCs/>
          <w:sz w:val="24"/>
          <w:szCs w:val="24"/>
          <w:lang w:val="en-US"/>
        </w:rPr>
        <w:tab/>
      </w:r>
    </w:p>
    <w:p w:rsidR="0003722F" w:rsidRPr="0047087B" w:rsidRDefault="0003722F" w:rsidP="0003722F">
      <w:pPr>
        <w:pStyle w:val="Ttulo"/>
        <w:rPr>
          <w:lang w:val="en-US"/>
        </w:rPr>
      </w:pPr>
    </w:p>
    <w:p w:rsidR="0003722F" w:rsidRDefault="0003722F" w:rsidP="0003722F">
      <w:pPr>
        <w:pStyle w:val="Ttulo"/>
        <w:rPr>
          <w:lang w:val="fr-FR"/>
        </w:rPr>
      </w:pPr>
    </w:p>
    <w:p w:rsidR="001C36FB" w:rsidRDefault="001C36FB" w:rsidP="001C36FB">
      <w:pPr>
        <w:rPr>
          <w:rFonts w:cs="Arial"/>
          <w:b/>
          <w:bCs/>
          <w:szCs w:val="24"/>
        </w:rPr>
      </w:pPr>
    </w:p>
    <w:p w:rsidR="001824C2" w:rsidRDefault="001824C2" w:rsidP="001C36FB">
      <w:pPr>
        <w:rPr>
          <w:rFonts w:cs="Arial"/>
          <w:b/>
          <w:bCs/>
          <w:szCs w:val="24"/>
        </w:rPr>
      </w:pPr>
    </w:p>
    <w:p w:rsidR="001824C2" w:rsidRDefault="001824C2" w:rsidP="001C36FB">
      <w:pPr>
        <w:rPr>
          <w:rFonts w:cs="Arial"/>
          <w:b/>
          <w:bCs/>
          <w:szCs w:val="24"/>
        </w:rPr>
      </w:pPr>
    </w:p>
    <w:p w:rsidR="001824C2" w:rsidRDefault="001824C2" w:rsidP="001C36FB">
      <w:pPr>
        <w:rPr>
          <w:rFonts w:cs="Arial"/>
          <w:b/>
          <w:bCs/>
          <w:szCs w:val="24"/>
        </w:rPr>
      </w:pPr>
    </w:p>
    <w:p w:rsidR="001824C2" w:rsidRDefault="001824C2" w:rsidP="001C36FB">
      <w:pPr>
        <w:rPr>
          <w:rFonts w:cs="Arial"/>
          <w:b/>
          <w:bCs/>
          <w:szCs w:val="24"/>
        </w:rPr>
      </w:pPr>
    </w:p>
    <w:p w:rsidR="001824C2" w:rsidRDefault="001824C2" w:rsidP="001C36FB">
      <w:pPr>
        <w:rPr>
          <w:rFonts w:cs="Arial"/>
          <w:b/>
          <w:bCs/>
          <w:szCs w:val="24"/>
        </w:rPr>
      </w:pPr>
    </w:p>
    <w:p w:rsidR="001824C2" w:rsidRDefault="001824C2" w:rsidP="001C36FB">
      <w:pPr>
        <w:rPr>
          <w:rFonts w:cs="Arial"/>
          <w:b/>
          <w:bCs/>
          <w:szCs w:val="24"/>
        </w:rPr>
      </w:pPr>
    </w:p>
    <w:p w:rsidR="001824C2" w:rsidRDefault="001824C2" w:rsidP="001C36FB">
      <w:pPr>
        <w:rPr>
          <w:rFonts w:cs="Arial"/>
          <w:b/>
          <w:bCs/>
          <w:szCs w:val="24"/>
        </w:rPr>
      </w:pPr>
    </w:p>
    <w:p w:rsidR="005965F8" w:rsidRDefault="005965F8" w:rsidP="001C36FB">
      <w:pPr>
        <w:rPr>
          <w:rFonts w:cs="Arial"/>
          <w:b/>
          <w:bCs/>
          <w:szCs w:val="24"/>
        </w:rPr>
      </w:pPr>
    </w:p>
    <w:p w:rsidR="005965F8" w:rsidRDefault="005965F8" w:rsidP="001C36FB">
      <w:pPr>
        <w:rPr>
          <w:rFonts w:cs="Arial"/>
          <w:b/>
          <w:bCs/>
          <w:szCs w:val="24"/>
        </w:rPr>
      </w:pPr>
    </w:p>
    <w:p w:rsidR="001824C2" w:rsidRDefault="001824C2" w:rsidP="001C36FB">
      <w:pPr>
        <w:rPr>
          <w:rFonts w:cs="Arial"/>
          <w:b/>
          <w:bCs/>
          <w:szCs w:val="24"/>
        </w:rPr>
      </w:pPr>
    </w:p>
    <w:p w:rsidR="0006674F" w:rsidRDefault="00446B59" w:rsidP="0006674F">
      <w:pPr>
        <w:jc w:val="center"/>
        <w:rPr>
          <w:rFonts w:cs="Arial"/>
          <w:b/>
        </w:rPr>
      </w:pPr>
      <w:r>
        <w:rPr>
          <w:rFonts w:cs="Arial"/>
          <w:b/>
        </w:rPr>
        <w:lastRenderedPageBreak/>
        <w:t xml:space="preserve">2. </w:t>
      </w:r>
      <w:r w:rsidR="0006674F">
        <w:rPr>
          <w:rFonts w:cs="Arial"/>
          <w:b/>
        </w:rPr>
        <w:t>OPTIMIZACIÓN SISTEMA DE CAPTACIÓN LA BERRIONDA</w:t>
      </w:r>
    </w:p>
    <w:p w:rsidR="00AE72A8" w:rsidRDefault="00AE72A8" w:rsidP="00AE72A8">
      <w:pPr>
        <w:pStyle w:val="Ttulo"/>
        <w:jc w:val="left"/>
      </w:pPr>
    </w:p>
    <w:p w:rsidR="00AE72A8" w:rsidRPr="0006674F" w:rsidRDefault="00446B59" w:rsidP="0006674F">
      <w:pPr>
        <w:pStyle w:val="Ttulo10"/>
        <w:jc w:val="left"/>
      </w:pPr>
      <w:r>
        <w:t>2.</w:t>
      </w:r>
      <w:r w:rsidR="0006674F">
        <w:t xml:space="preserve">1 </w:t>
      </w:r>
      <w:r w:rsidR="0006674F" w:rsidRPr="0006674F">
        <w:t>GENERALIDADES</w:t>
      </w:r>
    </w:p>
    <w:p w:rsidR="00677F2B" w:rsidRPr="000A1348" w:rsidRDefault="00677F2B" w:rsidP="00677F2B">
      <w:pPr>
        <w:pStyle w:val="Ttulo"/>
        <w:jc w:val="both"/>
        <w:rPr>
          <w:rFonts w:cs="Arial"/>
          <w:b w:val="0"/>
          <w:sz w:val="24"/>
          <w:szCs w:val="24"/>
        </w:rPr>
      </w:pPr>
      <w:r w:rsidRPr="000A1348">
        <w:rPr>
          <w:rFonts w:cs="Arial"/>
          <w:b w:val="0"/>
          <w:sz w:val="24"/>
          <w:szCs w:val="24"/>
        </w:rPr>
        <w:t xml:space="preserve">La captación </w:t>
      </w:r>
      <w:r>
        <w:rPr>
          <w:rFonts w:cs="Arial"/>
          <w:b w:val="0"/>
          <w:sz w:val="24"/>
          <w:szCs w:val="24"/>
        </w:rPr>
        <w:t xml:space="preserve">de la </w:t>
      </w:r>
      <w:r w:rsidRPr="000A1348">
        <w:rPr>
          <w:rFonts w:cs="Arial"/>
          <w:b w:val="0"/>
          <w:sz w:val="24"/>
          <w:szCs w:val="24"/>
        </w:rPr>
        <w:t xml:space="preserve">fuente </w:t>
      </w:r>
      <w:r>
        <w:rPr>
          <w:rFonts w:cs="Arial"/>
          <w:b w:val="0"/>
          <w:sz w:val="24"/>
          <w:szCs w:val="24"/>
        </w:rPr>
        <w:t>La Berrionda</w:t>
      </w:r>
      <w:r w:rsidRPr="000A1348">
        <w:rPr>
          <w:rFonts w:cs="Arial"/>
          <w:b w:val="0"/>
          <w:sz w:val="24"/>
          <w:szCs w:val="24"/>
        </w:rPr>
        <w:t xml:space="preserve"> zona rural </w:t>
      </w:r>
      <w:r>
        <w:rPr>
          <w:rFonts w:cs="Arial"/>
          <w:b w:val="0"/>
          <w:sz w:val="24"/>
          <w:szCs w:val="24"/>
        </w:rPr>
        <w:t xml:space="preserve">del </w:t>
      </w:r>
      <w:r w:rsidRPr="000A1348">
        <w:rPr>
          <w:rFonts w:cs="Arial"/>
          <w:b w:val="0"/>
          <w:sz w:val="24"/>
          <w:szCs w:val="24"/>
        </w:rPr>
        <w:t xml:space="preserve">municipio </w:t>
      </w:r>
      <w:r>
        <w:rPr>
          <w:rFonts w:cs="Arial"/>
          <w:b w:val="0"/>
          <w:sz w:val="24"/>
          <w:szCs w:val="24"/>
        </w:rPr>
        <w:t xml:space="preserve">de </w:t>
      </w:r>
      <w:r w:rsidRPr="000A1348">
        <w:rPr>
          <w:rFonts w:cs="Arial"/>
          <w:b w:val="0"/>
          <w:sz w:val="24"/>
          <w:szCs w:val="24"/>
        </w:rPr>
        <w:t>Cañasgordas se optimiza construyendo aletas aguas arriba, dentellones y losas se piso aguas arriba y aguas abajo integradas a la estructura existente, la cual está constituida por dique.</w:t>
      </w:r>
    </w:p>
    <w:p w:rsidR="00677F2B" w:rsidRPr="000A1348" w:rsidRDefault="00677F2B" w:rsidP="00677F2B">
      <w:pPr>
        <w:pStyle w:val="Ttulo"/>
        <w:jc w:val="both"/>
        <w:rPr>
          <w:rFonts w:cs="Arial"/>
          <w:b w:val="0"/>
          <w:sz w:val="24"/>
          <w:szCs w:val="24"/>
        </w:rPr>
      </w:pPr>
    </w:p>
    <w:p w:rsidR="00677F2B" w:rsidRPr="000A1348" w:rsidRDefault="00677F2B" w:rsidP="00677F2B">
      <w:pPr>
        <w:pStyle w:val="Ttulo"/>
        <w:jc w:val="both"/>
        <w:rPr>
          <w:rFonts w:cs="Arial"/>
          <w:b w:val="0"/>
          <w:sz w:val="24"/>
          <w:szCs w:val="24"/>
        </w:rPr>
      </w:pPr>
      <w:r w:rsidRPr="000A1348">
        <w:rPr>
          <w:rFonts w:cs="Arial"/>
          <w:b w:val="0"/>
          <w:sz w:val="24"/>
          <w:szCs w:val="24"/>
        </w:rPr>
        <w:t xml:space="preserve">El objetivo de la construcción de aletas, dentellones y losas de piso es la de garantizar mayor estabilidad y controlar procesos de socavación en la estructura, lo que conlleva </w:t>
      </w:r>
      <w:r>
        <w:rPr>
          <w:rFonts w:cs="Arial"/>
          <w:b w:val="0"/>
          <w:sz w:val="24"/>
          <w:szCs w:val="24"/>
        </w:rPr>
        <w:t>a una mayor vida útil de ésta</w:t>
      </w:r>
      <w:r w:rsidRPr="000A1348">
        <w:rPr>
          <w:rFonts w:cs="Arial"/>
          <w:b w:val="0"/>
          <w:sz w:val="24"/>
          <w:szCs w:val="24"/>
        </w:rPr>
        <w:t>.</w:t>
      </w:r>
    </w:p>
    <w:p w:rsidR="00677F2B" w:rsidRPr="000A1348" w:rsidRDefault="00677F2B" w:rsidP="00677F2B">
      <w:pPr>
        <w:pStyle w:val="Ttulo"/>
        <w:jc w:val="both"/>
        <w:rPr>
          <w:rFonts w:cs="Arial"/>
          <w:b w:val="0"/>
          <w:sz w:val="24"/>
          <w:szCs w:val="24"/>
        </w:rPr>
      </w:pPr>
    </w:p>
    <w:p w:rsidR="00677F2B" w:rsidRPr="000A1348" w:rsidRDefault="00677F2B" w:rsidP="00677F2B">
      <w:pPr>
        <w:pStyle w:val="Ttulo"/>
        <w:jc w:val="both"/>
        <w:rPr>
          <w:rFonts w:cs="Arial"/>
          <w:b w:val="0"/>
          <w:sz w:val="24"/>
          <w:szCs w:val="24"/>
        </w:rPr>
      </w:pPr>
      <w:r w:rsidRPr="000A1348">
        <w:rPr>
          <w:rFonts w:cs="Arial"/>
          <w:b w:val="0"/>
          <w:sz w:val="24"/>
          <w:szCs w:val="24"/>
        </w:rPr>
        <w:t xml:space="preserve">En el proceso constructivo se deben emplear anclajes epóxicos que garanticen </w:t>
      </w:r>
      <w:r>
        <w:rPr>
          <w:rFonts w:cs="Arial"/>
          <w:b w:val="0"/>
          <w:sz w:val="24"/>
          <w:szCs w:val="24"/>
        </w:rPr>
        <w:t xml:space="preserve">el </w:t>
      </w:r>
      <w:r w:rsidRPr="000A1348">
        <w:rPr>
          <w:rFonts w:cs="Arial"/>
          <w:b w:val="0"/>
          <w:sz w:val="24"/>
          <w:szCs w:val="24"/>
        </w:rPr>
        <w:t>empotramiento de</w:t>
      </w:r>
      <w:r>
        <w:rPr>
          <w:rFonts w:cs="Arial"/>
          <w:b w:val="0"/>
          <w:sz w:val="24"/>
          <w:szCs w:val="24"/>
        </w:rPr>
        <w:t xml:space="preserve"> la</w:t>
      </w:r>
      <w:r w:rsidRPr="000A1348">
        <w:rPr>
          <w:rFonts w:cs="Arial"/>
          <w:b w:val="0"/>
          <w:sz w:val="24"/>
          <w:szCs w:val="24"/>
        </w:rPr>
        <w:t xml:space="preserve"> estructura nueva a </w:t>
      </w:r>
      <w:r>
        <w:rPr>
          <w:rFonts w:cs="Arial"/>
          <w:b w:val="0"/>
          <w:sz w:val="24"/>
          <w:szCs w:val="24"/>
        </w:rPr>
        <w:t xml:space="preserve">la </w:t>
      </w:r>
      <w:r w:rsidRPr="000A1348">
        <w:rPr>
          <w:rFonts w:cs="Arial"/>
          <w:b w:val="0"/>
          <w:sz w:val="24"/>
          <w:szCs w:val="24"/>
        </w:rPr>
        <w:t>estructura existente</w:t>
      </w:r>
      <w:r>
        <w:rPr>
          <w:rFonts w:cs="Arial"/>
          <w:b w:val="0"/>
          <w:sz w:val="24"/>
          <w:szCs w:val="24"/>
        </w:rPr>
        <w:t>,  a</w:t>
      </w:r>
      <w:r w:rsidRPr="000A1348">
        <w:rPr>
          <w:rFonts w:cs="Arial"/>
          <w:b w:val="0"/>
          <w:sz w:val="24"/>
          <w:szCs w:val="24"/>
        </w:rPr>
        <w:t>demás</w:t>
      </w:r>
      <w:r>
        <w:rPr>
          <w:rFonts w:cs="Arial"/>
          <w:b w:val="0"/>
          <w:sz w:val="24"/>
          <w:szCs w:val="24"/>
        </w:rPr>
        <w:t xml:space="preserve"> se deben emplear</w:t>
      </w:r>
      <w:r w:rsidRPr="000A1348">
        <w:rPr>
          <w:rFonts w:cs="Arial"/>
          <w:b w:val="0"/>
          <w:sz w:val="24"/>
          <w:szCs w:val="24"/>
        </w:rPr>
        <w:t xml:space="preserve"> aditivos para la adherencia en concretos de diferentes  edades.</w:t>
      </w:r>
    </w:p>
    <w:p w:rsidR="00677F2B" w:rsidRPr="000A1348" w:rsidRDefault="00677F2B" w:rsidP="00677F2B">
      <w:pPr>
        <w:pStyle w:val="Ttulo"/>
        <w:jc w:val="both"/>
        <w:rPr>
          <w:rFonts w:cs="Arial"/>
          <w:b w:val="0"/>
          <w:sz w:val="24"/>
          <w:szCs w:val="24"/>
        </w:rPr>
      </w:pPr>
    </w:p>
    <w:p w:rsidR="001824C2" w:rsidRPr="001824C2" w:rsidRDefault="001824C2" w:rsidP="001824C2">
      <w:pPr>
        <w:pStyle w:val="Ttulo"/>
        <w:jc w:val="both"/>
        <w:rPr>
          <w:b w:val="0"/>
          <w:sz w:val="24"/>
          <w:szCs w:val="24"/>
        </w:rPr>
      </w:pPr>
      <w:r w:rsidRPr="001824C2">
        <w:rPr>
          <w:b w:val="0"/>
          <w:sz w:val="24"/>
          <w:szCs w:val="24"/>
        </w:rPr>
        <w:t>Se modelará la estructura para condición de servicio, represamiento de agua a nivel de borde superior dique y para una creciente, estructura sumergida parcialmente, condición esta que no permanece en el tiempo por lo que no se considera subpresión para estructura sumergida de manera permanente.</w:t>
      </w:r>
    </w:p>
    <w:p w:rsidR="00AE72A8" w:rsidRDefault="00AE72A8" w:rsidP="00AE72A8">
      <w:pPr>
        <w:pStyle w:val="Ttulo"/>
      </w:pPr>
    </w:p>
    <w:p w:rsidR="001824C2" w:rsidRDefault="001824C2" w:rsidP="0006674F">
      <w:pPr>
        <w:pStyle w:val="Ttulo"/>
        <w:jc w:val="left"/>
        <w:rPr>
          <w:sz w:val="24"/>
          <w:szCs w:val="24"/>
        </w:rPr>
      </w:pPr>
    </w:p>
    <w:p w:rsidR="00AE72A8" w:rsidRPr="0006674F" w:rsidRDefault="00446B59" w:rsidP="0006674F">
      <w:pPr>
        <w:pStyle w:val="Ttulo"/>
        <w:jc w:val="left"/>
        <w:rPr>
          <w:sz w:val="24"/>
          <w:szCs w:val="24"/>
        </w:rPr>
      </w:pPr>
      <w:r>
        <w:rPr>
          <w:sz w:val="24"/>
          <w:szCs w:val="24"/>
        </w:rPr>
        <w:t>2.</w:t>
      </w:r>
      <w:r w:rsidR="0006674F">
        <w:rPr>
          <w:sz w:val="24"/>
          <w:szCs w:val="24"/>
        </w:rPr>
        <w:t xml:space="preserve">2 </w:t>
      </w:r>
      <w:r w:rsidR="0006674F" w:rsidRPr="0006674F">
        <w:rPr>
          <w:sz w:val="24"/>
          <w:szCs w:val="24"/>
        </w:rPr>
        <w:t>MATERIALES</w:t>
      </w:r>
    </w:p>
    <w:p w:rsidR="00AE72A8" w:rsidRPr="0006674F" w:rsidRDefault="00AE72A8" w:rsidP="00AE72A8">
      <w:pPr>
        <w:pStyle w:val="Textoindependiente"/>
        <w:ind w:left="720"/>
        <w:rPr>
          <w:szCs w:val="24"/>
        </w:rPr>
      </w:pPr>
    </w:p>
    <w:p w:rsidR="00AE72A8" w:rsidRPr="0006674F" w:rsidRDefault="00AE72A8" w:rsidP="00AE72A8">
      <w:pPr>
        <w:pStyle w:val="Textoindependiente"/>
        <w:rPr>
          <w:szCs w:val="24"/>
        </w:rPr>
      </w:pPr>
    </w:p>
    <w:p w:rsidR="00924C0D" w:rsidRPr="000A1348" w:rsidRDefault="00924C0D" w:rsidP="008B3490">
      <w:pPr>
        <w:pStyle w:val="Textoindependiente"/>
        <w:numPr>
          <w:ilvl w:val="0"/>
          <w:numId w:val="9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Acero de refuerzo</w:t>
      </w:r>
    </w:p>
    <w:p w:rsidR="00924C0D" w:rsidRPr="000A1348" w:rsidRDefault="00924C0D" w:rsidP="00924C0D">
      <w:pPr>
        <w:pStyle w:val="Textoindependiente"/>
        <w:rPr>
          <w:rFonts w:ascii="Arial" w:hAnsi="Arial" w:cs="Arial"/>
          <w:szCs w:val="24"/>
        </w:rPr>
      </w:pPr>
      <w:r w:rsidRPr="000A1348">
        <w:rPr>
          <w:rFonts w:ascii="Arial" w:hAnsi="Arial" w:cs="Arial"/>
          <w:szCs w:val="24"/>
        </w:rPr>
        <w:t xml:space="preserve">                  </w:t>
      </w:r>
    </w:p>
    <w:p w:rsidR="00924C0D" w:rsidRPr="001824C2" w:rsidRDefault="00924C0D" w:rsidP="00924C0D">
      <w:pPr>
        <w:pStyle w:val="Ttulo10"/>
        <w:jc w:val="left"/>
        <w:rPr>
          <w:b w:val="0"/>
        </w:rPr>
      </w:pPr>
      <w:r w:rsidRPr="001824C2">
        <w:rPr>
          <w:rFonts w:cs="Arial"/>
          <w:b w:val="0"/>
          <w:szCs w:val="24"/>
        </w:rPr>
        <w:t>fy = 4220 kg/cm</w:t>
      </w:r>
      <w:r w:rsidRPr="001824C2">
        <w:rPr>
          <w:rFonts w:cs="Arial"/>
          <w:b w:val="0"/>
          <w:szCs w:val="24"/>
          <w:vertAlign w:val="superscript"/>
        </w:rPr>
        <w:t>2</w:t>
      </w:r>
      <w:r w:rsidRPr="001824C2">
        <w:rPr>
          <w:rFonts w:cs="Arial"/>
          <w:b w:val="0"/>
          <w:szCs w:val="24"/>
          <w:vertAlign w:val="superscript"/>
        </w:rPr>
        <w:tab/>
      </w:r>
      <w:r w:rsidRPr="001824C2">
        <w:rPr>
          <w:rFonts w:cs="Arial"/>
          <w:b w:val="0"/>
          <w:szCs w:val="24"/>
          <w:lang w:val="en-US"/>
        </w:rPr>
        <w:sym w:font="Symbol" w:char="0040"/>
      </w:r>
      <w:r w:rsidRPr="001824C2">
        <w:rPr>
          <w:rFonts w:cs="Arial"/>
          <w:b w:val="0"/>
          <w:szCs w:val="24"/>
          <w:lang w:val="en-US"/>
        </w:rPr>
        <w:t xml:space="preserve"> </w:t>
      </w:r>
      <w:r w:rsidRPr="001824C2">
        <w:rPr>
          <w:rFonts w:cs="Arial"/>
          <w:b w:val="0"/>
          <w:szCs w:val="24"/>
        </w:rPr>
        <w:tab/>
        <w:t xml:space="preserve">60000 psi   </w:t>
      </w:r>
      <w:r w:rsidRPr="001824C2">
        <w:rPr>
          <w:rFonts w:cs="Arial"/>
          <w:b w:val="0"/>
          <w:szCs w:val="24"/>
          <w:lang w:val="en-US"/>
        </w:rPr>
        <w:sym w:font="Symbol" w:char="0040"/>
      </w:r>
      <w:r w:rsidRPr="001824C2">
        <w:rPr>
          <w:rFonts w:cs="Arial"/>
          <w:b w:val="0"/>
          <w:szCs w:val="24"/>
        </w:rPr>
        <w:tab/>
        <w:t xml:space="preserve"> 42,2 Mpa para  </w:t>
      </w:r>
      <w:r w:rsidRPr="001824C2">
        <w:rPr>
          <w:rFonts w:cs="Arial"/>
          <w:b w:val="0"/>
          <w:szCs w:val="24"/>
        </w:rPr>
        <w:sym w:font="Symbol" w:char="0066"/>
      </w:r>
      <w:r w:rsidRPr="001824C2">
        <w:rPr>
          <w:rFonts w:cs="Arial"/>
          <w:b w:val="0"/>
          <w:szCs w:val="24"/>
        </w:rPr>
        <w:t xml:space="preserve"> ≥ 1/4”</w:t>
      </w:r>
    </w:p>
    <w:p w:rsidR="00924C0D" w:rsidRDefault="00924C0D" w:rsidP="008B3490">
      <w:pPr>
        <w:pStyle w:val="Textoindependiente"/>
        <w:numPr>
          <w:ilvl w:val="0"/>
          <w:numId w:val="9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Concreto</w:t>
      </w:r>
    </w:p>
    <w:p w:rsidR="00924C0D" w:rsidRDefault="00924C0D" w:rsidP="00924C0D">
      <w:pPr>
        <w:pStyle w:val="Textoindependiente"/>
        <w:ind w:left="360"/>
        <w:rPr>
          <w:rFonts w:ascii="Arial" w:hAnsi="Arial" w:cs="Arial"/>
          <w:szCs w:val="24"/>
        </w:rPr>
      </w:pPr>
    </w:p>
    <w:p w:rsidR="00924C0D" w:rsidRDefault="00924C0D" w:rsidP="00924C0D">
      <w:pPr>
        <w:pStyle w:val="Textoindependiente"/>
        <w:rPr>
          <w:rFonts w:ascii="Arial" w:hAnsi="Arial" w:cs="Arial"/>
          <w:szCs w:val="24"/>
        </w:rPr>
      </w:pPr>
      <w:r w:rsidRPr="000A1348">
        <w:rPr>
          <w:rFonts w:ascii="Arial" w:hAnsi="Arial" w:cs="Arial"/>
          <w:szCs w:val="24"/>
        </w:rPr>
        <w:t>f´c = 2</w:t>
      </w:r>
      <w:r w:rsidR="001824C2">
        <w:rPr>
          <w:rFonts w:ascii="Arial" w:hAnsi="Arial" w:cs="Arial"/>
          <w:szCs w:val="24"/>
        </w:rPr>
        <w:t>8</w:t>
      </w:r>
      <w:r w:rsidR="00D4503D">
        <w:rPr>
          <w:rFonts w:ascii="Arial" w:hAnsi="Arial" w:cs="Arial"/>
          <w:szCs w:val="24"/>
        </w:rPr>
        <w:t>0</w:t>
      </w:r>
      <w:r w:rsidRPr="000A1348">
        <w:rPr>
          <w:rFonts w:ascii="Arial" w:hAnsi="Arial" w:cs="Arial"/>
          <w:szCs w:val="24"/>
        </w:rPr>
        <w:t xml:space="preserve"> kg/cm</w:t>
      </w:r>
      <w:r w:rsidRPr="000A1348">
        <w:rPr>
          <w:rFonts w:ascii="Arial" w:hAnsi="Arial" w:cs="Arial"/>
          <w:szCs w:val="24"/>
          <w:vertAlign w:val="superscript"/>
        </w:rPr>
        <w:t>2</w:t>
      </w:r>
      <w:r w:rsidRPr="000A1348">
        <w:rPr>
          <w:rFonts w:ascii="Arial" w:hAnsi="Arial" w:cs="Arial"/>
          <w:szCs w:val="24"/>
          <w:vertAlign w:val="superscript"/>
        </w:rPr>
        <w:tab/>
      </w:r>
      <w:r w:rsidRPr="000A1348">
        <w:rPr>
          <w:rFonts w:ascii="Arial" w:hAnsi="Arial" w:cs="Arial"/>
          <w:szCs w:val="24"/>
          <w:lang w:val="en-US"/>
        </w:rPr>
        <w:sym w:font="Symbol" w:char="0040"/>
      </w:r>
      <w:r w:rsidRPr="000A1348">
        <w:rPr>
          <w:rFonts w:ascii="Arial" w:hAnsi="Arial" w:cs="Arial"/>
          <w:szCs w:val="24"/>
          <w:lang w:val="en-US"/>
        </w:rPr>
        <w:t xml:space="preserve"> </w:t>
      </w:r>
      <w:r w:rsidR="00D4503D">
        <w:rPr>
          <w:rFonts w:ascii="Arial" w:hAnsi="Arial" w:cs="Arial"/>
          <w:szCs w:val="24"/>
        </w:rPr>
        <w:t>4000</w:t>
      </w:r>
      <w:r w:rsidRPr="000A1348">
        <w:rPr>
          <w:rFonts w:ascii="Arial" w:hAnsi="Arial" w:cs="Arial"/>
          <w:szCs w:val="24"/>
        </w:rPr>
        <w:t xml:space="preserve"> psi </w:t>
      </w:r>
      <w:r w:rsidRPr="000A1348">
        <w:rPr>
          <w:rFonts w:ascii="Arial" w:hAnsi="Arial" w:cs="Arial"/>
          <w:szCs w:val="24"/>
          <w:lang w:val="en-US"/>
        </w:rPr>
        <w:sym w:font="Symbol" w:char="0040"/>
      </w:r>
      <w:r w:rsidRPr="000A1348">
        <w:rPr>
          <w:rFonts w:ascii="Arial" w:hAnsi="Arial" w:cs="Arial"/>
          <w:szCs w:val="24"/>
        </w:rPr>
        <w:tab/>
        <w:t xml:space="preserve"> 2</w:t>
      </w:r>
      <w:r w:rsidR="00D4503D">
        <w:rPr>
          <w:rFonts w:ascii="Arial" w:hAnsi="Arial" w:cs="Arial"/>
          <w:szCs w:val="24"/>
        </w:rPr>
        <w:t>8</w:t>
      </w:r>
      <w:r w:rsidRPr="000A1348">
        <w:rPr>
          <w:rFonts w:ascii="Arial" w:hAnsi="Arial" w:cs="Arial"/>
          <w:szCs w:val="24"/>
        </w:rPr>
        <w:t xml:space="preserve">,0 Mpa  Integral  </w:t>
      </w:r>
    </w:p>
    <w:p w:rsidR="00924C0D" w:rsidRDefault="00924C0D" w:rsidP="00924C0D">
      <w:pPr>
        <w:pStyle w:val="Textoindependiente"/>
        <w:rPr>
          <w:rFonts w:ascii="Arial" w:hAnsi="Arial" w:cs="Arial"/>
          <w:szCs w:val="24"/>
        </w:rPr>
      </w:pPr>
    </w:p>
    <w:p w:rsidR="00924C0D" w:rsidRPr="000A1348" w:rsidRDefault="00924C0D" w:rsidP="008B3490">
      <w:pPr>
        <w:pStyle w:val="Textoindependiente"/>
        <w:numPr>
          <w:ilvl w:val="0"/>
          <w:numId w:val="9"/>
        </w:numPr>
        <w:rPr>
          <w:rFonts w:ascii="Arial" w:hAnsi="Arial" w:cs="Arial"/>
          <w:szCs w:val="24"/>
        </w:rPr>
      </w:pPr>
      <w:r w:rsidRPr="000A1348">
        <w:rPr>
          <w:rFonts w:ascii="Arial" w:hAnsi="Arial" w:cs="Arial"/>
          <w:szCs w:val="24"/>
        </w:rPr>
        <w:lastRenderedPageBreak/>
        <w:t xml:space="preserve">Agregado grueso: </w:t>
      </w:r>
      <w:r w:rsidRPr="000A1348">
        <w:rPr>
          <w:rFonts w:ascii="Arial" w:hAnsi="Arial" w:cs="Arial"/>
          <w:szCs w:val="24"/>
        </w:rPr>
        <w:sym w:font="Symbol" w:char="0066"/>
      </w:r>
      <w:r w:rsidRPr="000A1348">
        <w:rPr>
          <w:rFonts w:ascii="Arial" w:hAnsi="Arial" w:cs="Arial"/>
          <w:szCs w:val="24"/>
        </w:rPr>
        <w:t xml:space="preserve"> 3/4” de origen ígneo o metamórfico libre de elementos contaminantes.</w:t>
      </w:r>
    </w:p>
    <w:p w:rsidR="00924C0D" w:rsidRPr="000A1348" w:rsidRDefault="00924C0D" w:rsidP="00924C0D">
      <w:pPr>
        <w:pStyle w:val="Textoindependiente"/>
        <w:rPr>
          <w:rFonts w:ascii="Arial" w:hAnsi="Arial" w:cs="Arial"/>
          <w:szCs w:val="24"/>
        </w:rPr>
      </w:pPr>
    </w:p>
    <w:p w:rsidR="00924C0D" w:rsidRPr="000A1348" w:rsidRDefault="00924C0D" w:rsidP="008B3490">
      <w:pPr>
        <w:pStyle w:val="Textoindependiente"/>
        <w:numPr>
          <w:ilvl w:val="0"/>
          <w:numId w:val="9"/>
        </w:numPr>
        <w:rPr>
          <w:rFonts w:ascii="Arial" w:hAnsi="Arial" w:cs="Arial"/>
          <w:szCs w:val="24"/>
        </w:rPr>
      </w:pPr>
      <w:r w:rsidRPr="000A1348">
        <w:rPr>
          <w:rFonts w:ascii="Arial" w:hAnsi="Arial" w:cs="Arial"/>
          <w:szCs w:val="24"/>
        </w:rPr>
        <w:t>Arenas propias para la fabricación del hormigón de origen ígneo o metamórfico libre de elementos contaminantes.</w:t>
      </w:r>
    </w:p>
    <w:p w:rsidR="00924C0D" w:rsidRPr="000A1348" w:rsidRDefault="00924C0D" w:rsidP="00924C0D">
      <w:pPr>
        <w:pStyle w:val="Textoindependiente"/>
        <w:rPr>
          <w:rFonts w:ascii="Arial" w:hAnsi="Arial" w:cs="Arial"/>
          <w:szCs w:val="24"/>
        </w:rPr>
      </w:pPr>
    </w:p>
    <w:p w:rsidR="00924C0D" w:rsidRPr="000A1348" w:rsidRDefault="00924C0D" w:rsidP="008B3490">
      <w:pPr>
        <w:pStyle w:val="Textoindependiente"/>
        <w:numPr>
          <w:ilvl w:val="0"/>
          <w:numId w:val="9"/>
        </w:numPr>
        <w:rPr>
          <w:rFonts w:ascii="Arial" w:hAnsi="Arial" w:cs="Arial"/>
          <w:szCs w:val="24"/>
        </w:rPr>
      </w:pPr>
      <w:r w:rsidRPr="000A1348">
        <w:rPr>
          <w:rFonts w:ascii="Arial" w:hAnsi="Arial" w:cs="Arial"/>
          <w:szCs w:val="24"/>
        </w:rPr>
        <w:t>Agua libre de elementos contaminantes se debe emplear en la elaboración del concreto.</w:t>
      </w:r>
    </w:p>
    <w:p w:rsidR="00924C0D" w:rsidRPr="000A1348" w:rsidRDefault="00924C0D" w:rsidP="00924C0D">
      <w:pPr>
        <w:pStyle w:val="Textoindependiente"/>
        <w:rPr>
          <w:rFonts w:ascii="Arial" w:hAnsi="Arial" w:cs="Arial"/>
          <w:szCs w:val="24"/>
        </w:rPr>
      </w:pPr>
    </w:p>
    <w:p w:rsidR="00924C0D" w:rsidRPr="000A1348" w:rsidRDefault="00924C0D" w:rsidP="008B3490">
      <w:pPr>
        <w:pStyle w:val="Textoindependiente"/>
        <w:numPr>
          <w:ilvl w:val="0"/>
          <w:numId w:val="9"/>
        </w:numPr>
        <w:rPr>
          <w:rFonts w:ascii="Arial" w:hAnsi="Arial" w:cs="Arial"/>
          <w:szCs w:val="24"/>
        </w:rPr>
      </w:pPr>
      <w:r w:rsidRPr="000A1348">
        <w:rPr>
          <w:rFonts w:ascii="Arial" w:hAnsi="Arial" w:cs="Arial"/>
          <w:szCs w:val="24"/>
        </w:rPr>
        <w:t>No se autoriza la utilización de acero de refuerzo de segunda o contaminado.</w:t>
      </w:r>
    </w:p>
    <w:p w:rsidR="00924C0D" w:rsidRPr="000A1348" w:rsidRDefault="00924C0D" w:rsidP="00924C0D">
      <w:pPr>
        <w:pStyle w:val="Textoindependiente"/>
        <w:rPr>
          <w:rFonts w:ascii="Arial" w:hAnsi="Arial" w:cs="Arial"/>
          <w:szCs w:val="24"/>
        </w:rPr>
      </w:pPr>
    </w:p>
    <w:p w:rsidR="00924C0D" w:rsidRDefault="00924C0D" w:rsidP="008B3490">
      <w:pPr>
        <w:pStyle w:val="Textoindependiente"/>
        <w:numPr>
          <w:ilvl w:val="0"/>
          <w:numId w:val="9"/>
        </w:numPr>
        <w:rPr>
          <w:rFonts w:ascii="Arial" w:hAnsi="Arial" w:cs="Arial"/>
          <w:szCs w:val="24"/>
        </w:rPr>
      </w:pPr>
      <w:r w:rsidRPr="000A1348">
        <w:rPr>
          <w:rFonts w:ascii="Arial" w:hAnsi="Arial" w:cs="Arial"/>
          <w:szCs w:val="24"/>
        </w:rPr>
        <w:t>Máxima relación agua: cemento: 0,42</w:t>
      </w:r>
    </w:p>
    <w:p w:rsidR="001824C2" w:rsidRDefault="001824C2" w:rsidP="001824C2">
      <w:pPr>
        <w:pStyle w:val="Textoindependiente"/>
        <w:ind w:left="360"/>
        <w:rPr>
          <w:rFonts w:ascii="Arial" w:hAnsi="Arial" w:cs="Arial"/>
          <w:szCs w:val="24"/>
        </w:rPr>
      </w:pPr>
    </w:p>
    <w:p w:rsidR="001824C2" w:rsidRDefault="001824C2" w:rsidP="008B3490">
      <w:pPr>
        <w:pStyle w:val="Textoindependiente"/>
        <w:numPr>
          <w:ilvl w:val="0"/>
          <w:numId w:val="9"/>
        </w:numPr>
        <w:rPr>
          <w:bCs/>
        </w:rPr>
      </w:pPr>
      <w:r w:rsidRPr="001246BC">
        <w:rPr>
          <w:bCs/>
        </w:rPr>
        <w:t>Emplear aditivos que garanticen adheren</w:t>
      </w:r>
      <w:r>
        <w:rPr>
          <w:bCs/>
        </w:rPr>
        <w:t>cia de concretos diferentes edades.</w:t>
      </w:r>
    </w:p>
    <w:p w:rsidR="00924C0D" w:rsidRDefault="00924C0D" w:rsidP="00924C0D">
      <w:pPr>
        <w:pStyle w:val="Textoindependiente"/>
        <w:jc w:val="center"/>
        <w:rPr>
          <w:rFonts w:ascii="Arial" w:hAnsi="Arial" w:cs="Arial"/>
          <w:szCs w:val="24"/>
        </w:rPr>
      </w:pPr>
    </w:p>
    <w:p w:rsidR="00EB718A" w:rsidRDefault="00EB718A" w:rsidP="00924C0D">
      <w:pPr>
        <w:pStyle w:val="Textoindependiente"/>
        <w:jc w:val="center"/>
        <w:rPr>
          <w:rFonts w:ascii="Arial" w:hAnsi="Arial" w:cs="Arial"/>
          <w:szCs w:val="24"/>
        </w:rPr>
      </w:pPr>
    </w:p>
    <w:p w:rsidR="00EB718A" w:rsidRDefault="00EB718A" w:rsidP="00924C0D">
      <w:pPr>
        <w:pStyle w:val="Textoindependiente"/>
        <w:jc w:val="center"/>
        <w:rPr>
          <w:rFonts w:ascii="Arial" w:hAnsi="Arial" w:cs="Arial"/>
          <w:szCs w:val="24"/>
        </w:rPr>
      </w:pPr>
    </w:p>
    <w:p w:rsidR="00EB718A" w:rsidRDefault="00EB718A" w:rsidP="00924C0D">
      <w:pPr>
        <w:pStyle w:val="Textoindependiente"/>
        <w:jc w:val="center"/>
        <w:rPr>
          <w:rFonts w:ascii="Arial" w:hAnsi="Arial" w:cs="Arial"/>
          <w:szCs w:val="24"/>
        </w:rPr>
      </w:pPr>
    </w:p>
    <w:p w:rsidR="00EB718A" w:rsidRDefault="00EB718A" w:rsidP="00924C0D">
      <w:pPr>
        <w:pStyle w:val="Textoindependiente"/>
        <w:jc w:val="center"/>
        <w:rPr>
          <w:rFonts w:ascii="Arial" w:hAnsi="Arial" w:cs="Arial"/>
          <w:szCs w:val="24"/>
        </w:rPr>
      </w:pPr>
    </w:p>
    <w:p w:rsidR="00EB718A" w:rsidRDefault="00EB718A" w:rsidP="00924C0D">
      <w:pPr>
        <w:pStyle w:val="Textoindependiente"/>
        <w:jc w:val="center"/>
        <w:rPr>
          <w:rFonts w:ascii="Arial" w:hAnsi="Arial" w:cs="Arial"/>
          <w:szCs w:val="24"/>
        </w:rPr>
      </w:pPr>
    </w:p>
    <w:p w:rsidR="00EB718A" w:rsidRDefault="00EB718A" w:rsidP="00924C0D">
      <w:pPr>
        <w:pStyle w:val="Textoindependiente"/>
        <w:jc w:val="center"/>
        <w:rPr>
          <w:rFonts w:ascii="Arial" w:hAnsi="Arial" w:cs="Arial"/>
          <w:szCs w:val="24"/>
        </w:rPr>
      </w:pPr>
    </w:p>
    <w:p w:rsidR="00EB718A" w:rsidRDefault="00EB718A" w:rsidP="00924C0D">
      <w:pPr>
        <w:pStyle w:val="Textoindependiente"/>
        <w:jc w:val="center"/>
        <w:rPr>
          <w:rFonts w:ascii="Arial" w:hAnsi="Arial" w:cs="Arial"/>
          <w:szCs w:val="24"/>
        </w:rPr>
      </w:pPr>
    </w:p>
    <w:p w:rsidR="00EB718A" w:rsidRDefault="00EB718A" w:rsidP="00924C0D">
      <w:pPr>
        <w:pStyle w:val="Textoindependiente"/>
        <w:jc w:val="center"/>
        <w:rPr>
          <w:rFonts w:ascii="Arial" w:hAnsi="Arial" w:cs="Arial"/>
          <w:szCs w:val="24"/>
        </w:rPr>
      </w:pPr>
    </w:p>
    <w:p w:rsidR="00EB718A" w:rsidRDefault="00EB718A" w:rsidP="00924C0D">
      <w:pPr>
        <w:pStyle w:val="Textoindependiente"/>
        <w:jc w:val="center"/>
        <w:rPr>
          <w:rFonts w:ascii="Arial" w:hAnsi="Arial" w:cs="Arial"/>
          <w:szCs w:val="24"/>
        </w:rPr>
      </w:pPr>
    </w:p>
    <w:p w:rsidR="00EB718A" w:rsidRDefault="00EB718A" w:rsidP="00924C0D">
      <w:pPr>
        <w:pStyle w:val="Textoindependiente"/>
        <w:jc w:val="center"/>
        <w:rPr>
          <w:rFonts w:ascii="Arial" w:hAnsi="Arial" w:cs="Arial"/>
          <w:szCs w:val="24"/>
        </w:rPr>
      </w:pPr>
    </w:p>
    <w:p w:rsidR="00EB718A" w:rsidRDefault="00EB718A" w:rsidP="00924C0D">
      <w:pPr>
        <w:pStyle w:val="Textoindependiente"/>
        <w:jc w:val="center"/>
        <w:rPr>
          <w:rFonts w:ascii="Arial" w:hAnsi="Arial" w:cs="Arial"/>
          <w:szCs w:val="24"/>
        </w:rPr>
      </w:pPr>
    </w:p>
    <w:p w:rsidR="00EB718A" w:rsidRDefault="00EB718A" w:rsidP="00924C0D">
      <w:pPr>
        <w:pStyle w:val="Textoindependiente"/>
        <w:jc w:val="center"/>
        <w:rPr>
          <w:rFonts w:ascii="Arial" w:hAnsi="Arial" w:cs="Arial"/>
          <w:szCs w:val="24"/>
        </w:rPr>
      </w:pPr>
    </w:p>
    <w:p w:rsidR="00EB718A" w:rsidRDefault="00EB718A" w:rsidP="00924C0D">
      <w:pPr>
        <w:pStyle w:val="Textoindependiente"/>
        <w:jc w:val="center"/>
        <w:rPr>
          <w:rFonts w:ascii="Arial" w:hAnsi="Arial" w:cs="Arial"/>
          <w:szCs w:val="24"/>
        </w:rPr>
      </w:pPr>
    </w:p>
    <w:p w:rsidR="00EB718A" w:rsidRDefault="00EB718A" w:rsidP="00924C0D">
      <w:pPr>
        <w:pStyle w:val="Textoindependiente"/>
        <w:jc w:val="center"/>
        <w:rPr>
          <w:rFonts w:ascii="Arial" w:hAnsi="Arial" w:cs="Arial"/>
          <w:szCs w:val="24"/>
        </w:rPr>
      </w:pPr>
    </w:p>
    <w:p w:rsidR="00EB718A" w:rsidRDefault="00EB718A" w:rsidP="00924C0D">
      <w:pPr>
        <w:pStyle w:val="Textoindependiente"/>
        <w:jc w:val="center"/>
        <w:rPr>
          <w:rFonts w:ascii="Arial" w:hAnsi="Arial" w:cs="Arial"/>
          <w:szCs w:val="24"/>
        </w:rPr>
      </w:pPr>
    </w:p>
    <w:p w:rsidR="00EB718A" w:rsidRDefault="00EB718A" w:rsidP="00924C0D">
      <w:pPr>
        <w:pStyle w:val="Textoindependiente"/>
        <w:jc w:val="center"/>
        <w:rPr>
          <w:rFonts w:ascii="Arial" w:hAnsi="Arial" w:cs="Arial"/>
          <w:szCs w:val="24"/>
        </w:rPr>
      </w:pPr>
    </w:p>
    <w:p w:rsidR="00EB718A" w:rsidRDefault="00EB718A" w:rsidP="00924C0D">
      <w:pPr>
        <w:pStyle w:val="Textoindependiente"/>
        <w:jc w:val="center"/>
        <w:rPr>
          <w:rFonts w:ascii="Arial" w:hAnsi="Arial" w:cs="Arial"/>
          <w:szCs w:val="24"/>
        </w:rPr>
      </w:pPr>
    </w:p>
    <w:p w:rsidR="00EB718A" w:rsidRDefault="00EB718A" w:rsidP="00924C0D">
      <w:pPr>
        <w:pStyle w:val="Textoindependiente"/>
        <w:jc w:val="center"/>
        <w:rPr>
          <w:rFonts w:ascii="Arial" w:hAnsi="Arial" w:cs="Arial"/>
          <w:szCs w:val="24"/>
        </w:rPr>
      </w:pPr>
    </w:p>
    <w:p w:rsidR="005965F8" w:rsidRDefault="005965F8" w:rsidP="00924C0D">
      <w:pPr>
        <w:pStyle w:val="Textoindependiente"/>
        <w:jc w:val="center"/>
        <w:rPr>
          <w:rFonts w:ascii="Arial" w:hAnsi="Arial" w:cs="Arial"/>
          <w:szCs w:val="24"/>
        </w:rPr>
      </w:pPr>
    </w:p>
    <w:p w:rsidR="005965F8" w:rsidRDefault="005965F8" w:rsidP="00924C0D">
      <w:pPr>
        <w:pStyle w:val="Textoindependiente"/>
        <w:jc w:val="center"/>
        <w:rPr>
          <w:rFonts w:ascii="Arial" w:hAnsi="Arial" w:cs="Arial"/>
          <w:szCs w:val="24"/>
        </w:rPr>
      </w:pPr>
    </w:p>
    <w:p w:rsidR="001824C2" w:rsidRDefault="001824C2" w:rsidP="00924C0D">
      <w:pPr>
        <w:pStyle w:val="Textoindependiente"/>
        <w:jc w:val="center"/>
        <w:rPr>
          <w:b/>
          <w:bCs/>
        </w:rPr>
      </w:pPr>
    </w:p>
    <w:p w:rsidR="00AE72A8" w:rsidRPr="00924C0D" w:rsidRDefault="00446B59" w:rsidP="00AE72A8">
      <w:pPr>
        <w:pStyle w:val="Textoindependiente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2.</w:t>
      </w:r>
      <w:r w:rsidR="00924C0D">
        <w:rPr>
          <w:rFonts w:ascii="Arial" w:hAnsi="Arial" w:cs="Arial"/>
          <w:b/>
          <w:bCs/>
        </w:rPr>
        <w:t xml:space="preserve">3 </w:t>
      </w:r>
      <w:r w:rsidR="00AE72A8" w:rsidRPr="00924C0D">
        <w:rPr>
          <w:rFonts w:ascii="Arial" w:hAnsi="Arial" w:cs="Arial"/>
          <w:b/>
          <w:bCs/>
        </w:rPr>
        <w:t>ANÁLISIS DE ESTABILIDAD</w:t>
      </w:r>
    </w:p>
    <w:p w:rsidR="00AE72A8" w:rsidRPr="00924C0D" w:rsidRDefault="00AE72A8" w:rsidP="00AE72A8">
      <w:pPr>
        <w:pStyle w:val="Textoindependiente"/>
        <w:ind w:left="720" w:firstLine="696"/>
        <w:rPr>
          <w:rFonts w:ascii="Arial" w:hAnsi="Arial" w:cs="Arial"/>
          <w:b/>
          <w:bCs/>
        </w:rPr>
      </w:pPr>
    </w:p>
    <w:p w:rsidR="00AE72A8" w:rsidRDefault="001824C2" w:rsidP="00EB718A">
      <w:pPr>
        <w:pStyle w:val="Ttulo3"/>
        <w:numPr>
          <w:ilvl w:val="0"/>
          <w:numId w:val="0"/>
        </w:numPr>
      </w:pPr>
      <w:r>
        <w:t xml:space="preserve">2.3.1 </w:t>
      </w:r>
      <w:r w:rsidR="00AE72A8" w:rsidRPr="00924C0D">
        <w:t xml:space="preserve">Sección propuesta </w:t>
      </w:r>
      <w:r>
        <w:t>estructura de servicio</w:t>
      </w:r>
    </w:p>
    <w:p w:rsidR="00EB718A" w:rsidRDefault="00EB718A" w:rsidP="00EB718A">
      <w:pPr>
        <w:pStyle w:val="Textoindependiente"/>
        <w:ind w:left="142"/>
        <w:rPr>
          <w:b/>
          <w:bCs/>
        </w:rPr>
      </w:pP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318" type="#_x0000_t202" style="position:absolute;left:0;text-align:left;margin-left:300pt;margin-top:7.65pt;width:36pt;height:24.45pt;z-index:251865088" stroked="f">
            <v:textbox style="mso-next-textbox:#_x0000_s1318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(9)</w:t>
                  </w:r>
                </w:p>
              </w:txbxContent>
            </v:textbox>
          </v:shape>
        </w:pict>
      </w: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359" type="#_x0000_t32" style="position:absolute;left:0;text-align:left;margin-left:164.15pt;margin-top:10.95pt;width:92.35pt;height:0;z-index:251902976" o:connectortype="straight"/>
        </w:pict>
      </w:r>
      <w:r w:rsidRPr="008F068E">
        <w:rPr>
          <w:b/>
          <w:bCs/>
          <w:noProof/>
          <w:sz w:val="20"/>
          <w:lang w:val="es-CO" w:eastAsia="es-CO"/>
        </w:rPr>
        <w:pict>
          <v:group id="_x0000_s1364" style="position:absolute;left:0;text-align:left;margin-left:351.1pt;margin-top:10.95pt;width:58.5pt;height:97.95pt;z-index:251908096" coordorigin="8723,4412" coordsize="1170,1959">
            <v:line id="_x0000_s1365" style="position:absolute;flip:x y" from="8737,6369" to="9893,6371">
              <v:stroke endarrow="block"/>
            </v:line>
            <v:line id="_x0000_s1366" style="position:absolute" from="8757,4412" to="9893,6371"/>
            <v:line id="_x0000_s1367" style="position:absolute;flip:x" from="8736,5970" to="9639,5970">
              <v:stroke endarrow="block"/>
            </v:line>
            <v:line id="_x0000_s1368" style="position:absolute;flip:x" from="8723,5313" to="9269,5313">
              <v:stroke endarrow="block"/>
            </v:line>
            <v:line id="_x0000_s1369" style="position:absolute;flip:x" from="8744,5552" to="9407,5552">
              <v:stroke endarrow="block"/>
            </v:line>
            <v:line id="_x0000_s1370" style="position:absolute;flip:x" from="8737,5783" to="9543,5783">
              <v:stroke endarrow="block"/>
            </v:line>
            <v:line id="_x0000_s1371" style="position:absolute;flip:x" from="8750,4763" to="8962,4763">
              <v:stroke endarrow="block"/>
            </v:line>
            <v:line id="_x0000_s1372" style="position:absolute;flip:x" from="8745,5061" to="9113,5061">
              <v:stroke endarrow="block"/>
            </v:line>
            <v:line id="_x0000_s1373" style="position:absolute;flip:x" from="8745,6177" to="9766,6177">
              <v:stroke endarrow="block"/>
            </v:line>
          </v:group>
        </w:pict>
      </w:r>
      <w:r w:rsidRPr="008F068E">
        <w:rPr>
          <w:b/>
          <w:bCs/>
          <w:noProof/>
          <w:sz w:val="20"/>
        </w:rPr>
        <w:pict>
          <v:line id="_x0000_s1330" style="position:absolute;left:0;text-align:left;z-index:251877376" from="351pt,10.9pt" to="351.85pt,108.05pt"/>
        </w:pict>
      </w:r>
      <w:r w:rsidRPr="008F068E">
        <w:rPr>
          <w:b/>
          <w:bCs/>
          <w:noProof/>
          <w:sz w:val="20"/>
        </w:rPr>
        <w:pict>
          <v:line id="_x0000_s1346" style="position:absolute;left:0;text-align:left;flip:x;z-index:251889664" from="33pt,4.05pt" to="33pt,108.7pt"/>
        </w:pict>
      </w:r>
      <w:r w:rsidRPr="008F068E">
        <w:rPr>
          <w:b/>
          <w:bCs/>
          <w:noProof/>
          <w:sz w:val="20"/>
        </w:rPr>
        <w:pict>
          <v:line id="_x0000_s1331" style="position:absolute;left:0;text-align:left;flip:x;z-index:251878400" from="256.35pt,10.35pt" to="304.35pt,10.35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shape id="_x0000_s1360" type="#_x0000_t32" style="position:absolute;left:0;text-align:left;margin-left:162.8pt;margin-top:10.35pt;width:1.35pt;height:165.4pt;flip:x;z-index:251904000" o:connectortype="straight"/>
        </w:pict>
      </w:r>
      <w:r w:rsidRPr="008F068E">
        <w:rPr>
          <w:b/>
          <w:bCs/>
          <w:noProof/>
        </w:rPr>
        <w:pict>
          <v:shape id="_x0000_s1361" type="#_x0000_t32" style="position:absolute;left:0;text-align:left;margin-left:208.1pt;margin-top:10.05pt;width:1.35pt;height:165.4pt;flip:x;z-index:251905024" o:connectortype="straight"/>
        </w:pict>
      </w:r>
      <w:r w:rsidRPr="008F068E">
        <w:rPr>
          <w:b/>
          <w:bCs/>
          <w:noProof/>
          <w:sz w:val="20"/>
        </w:rPr>
        <w:pict>
          <v:line id="_x0000_s1344" style="position:absolute;left:0;text-align:left;z-index:251887616" from="208.1pt,207.1pt" to="208.1pt,215.25pt"/>
        </w:pict>
      </w:r>
      <w:r w:rsidRPr="008F068E">
        <w:rPr>
          <w:b/>
          <w:bCs/>
          <w:noProof/>
          <w:sz w:val="20"/>
        </w:rPr>
        <w:pict>
          <v:line id="_x0000_s1347" style="position:absolute;left:0;text-align:left;z-index:251890688" from="27pt,108.7pt" to="39pt,108.7pt"/>
        </w:pict>
      </w:r>
      <w:r w:rsidRPr="008F068E">
        <w:rPr>
          <w:b/>
          <w:bCs/>
          <w:noProof/>
          <w:sz w:val="20"/>
        </w:rPr>
        <w:pict>
          <v:line id="_x0000_s1348" style="position:absolute;left:0;text-align:left;z-index:251891712" from="27pt,10.9pt" to="39pt,10.9pt"/>
        </w:pict>
      </w:r>
      <w:r w:rsidRPr="008F068E">
        <w:rPr>
          <w:b/>
          <w:bCs/>
          <w:noProof/>
          <w:sz w:val="20"/>
        </w:rPr>
        <w:pict>
          <v:line id="_x0000_s1328" style="position:absolute;left:0;text-align:left;z-index:251875328" from="256.5pt,10.9pt" to="352.5pt,10.9pt">
            <v:stroke dashstyle="1 1" endcap="round"/>
          </v:line>
        </w:pict>
      </w:r>
      <w:r w:rsidRPr="008F068E">
        <w:rPr>
          <w:b/>
          <w:bCs/>
          <w:noProof/>
          <w:sz w:val="20"/>
        </w:rPr>
        <w:pict>
          <v:line id="_x0000_s1329" style="position:absolute;left:0;text-align:left;z-index:251876352" from="351.75pt,10.9pt" to="351.75pt,108.7pt">
            <v:stroke dashstyle="1 1" endcap="round"/>
          </v:line>
        </w:pict>
      </w:r>
    </w:p>
    <w:p w:rsidR="00EB718A" w:rsidRDefault="00EB718A" w:rsidP="00EB718A">
      <w:pPr>
        <w:pStyle w:val="Textoindependiente"/>
        <w:ind w:left="720" w:firstLine="696"/>
        <w:rPr>
          <w:b/>
          <w:bCs/>
        </w:rPr>
      </w:pP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319" type="#_x0000_t202" style="position:absolute;left:0;text-align:left;margin-left:259pt;margin-top:.8pt;width:30pt;height:24.45pt;z-index:251866112" stroked="f">
            <v:textbox style="mso-next-textbox:#_x0000_s1319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(1)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shape id="_x0000_s1323" type="#_x0000_t202" style="position:absolute;left:0;text-align:left;margin-left:172.7pt;margin-top:.55pt;width:30pt;height:24.45pt;z-index:251870208" stroked="f">
            <v:textbox style="mso-next-textbox:#_x0000_s1323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(4)</w:t>
                  </w:r>
                </w:p>
              </w:txbxContent>
            </v:textbox>
          </v:shape>
        </w:pict>
      </w:r>
      <w:r w:rsidR="00EB718A">
        <w:rPr>
          <w:b/>
          <w:bCs/>
        </w:rPr>
        <w:tab/>
      </w:r>
      <w:r w:rsidR="00EB718A">
        <w:rPr>
          <w:b/>
          <w:bCs/>
        </w:rPr>
        <w:tab/>
        <w:t xml:space="preserve"> </w:t>
      </w: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312" type="#_x0000_t202" style="position:absolute;left:0;text-align:left;margin-left:394pt;margin-top:3.85pt;width:29.25pt;height:24.45pt;z-index:251858944" stroked="f">
            <v:textbox style="mso-next-textbox:#_x0000_s1312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(8)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line id="_x0000_s1336" style="position:absolute;left:0;text-align:left;z-index:251883520" from="274.1pt,6.45pt" to="274.1pt,30.9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line id="_x0000_s1335" style="position:absolute;left:0;text-align:left;z-index:251882496" from="185.65pt,4.55pt" to="185.65pt,29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shape id="_x0000_s1311" type="#_x0000_t202" style="position:absolute;left:0;text-align:left;margin-left:.75pt;margin-top:1.5pt;width:36pt;height:24.45pt;z-index:251857920" stroked="f">
            <v:textbox style="mso-next-textbox:#_x0000_s1311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0.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7</w:t>
                  </w: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9</w:t>
                  </w:r>
                </w:p>
              </w:txbxContent>
            </v:textbox>
          </v:shape>
        </w:pict>
      </w:r>
    </w:p>
    <w:p w:rsidR="00EB718A" w:rsidRDefault="00EB718A" w:rsidP="00EB718A">
      <w:pPr>
        <w:pStyle w:val="Textoindependiente"/>
        <w:ind w:left="720" w:firstLine="696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B718A" w:rsidRPr="00555947" w:rsidRDefault="00EB718A" w:rsidP="00EB718A">
      <w:pPr>
        <w:pStyle w:val="Textoindependiente"/>
        <w:ind w:left="720" w:firstLine="696"/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313" type="#_x0000_t202" style="position:absolute;left:0;text-align:left;margin-left:141.15pt;margin-top:5.55pt;width:30pt;height:19.2pt;z-index:251859968" stroked="f">
            <v:textbox style="mso-next-textbox:#_x0000_s1313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bCs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bCs/>
                      <w:sz w:val="18"/>
                      <w:szCs w:val="18"/>
                    </w:rPr>
                    <w:t>(0)</w:t>
                  </w:r>
                </w:p>
              </w:txbxContent>
            </v:textbox>
          </v:shape>
        </w:pict>
      </w:r>
    </w:p>
    <w:p w:rsidR="00EB718A" w:rsidRDefault="008F068E" w:rsidP="00EB718A">
      <w:pPr>
        <w:pStyle w:val="Textoindependiente"/>
        <w:ind w:left="720" w:firstLine="696"/>
        <w:jc w:val="left"/>
        <w:rPr>
          <w:b/>
          <w:bCs/>
          <w:sz w:val="18"/>
          <w:szCs w:val="18"/>
        </w:rPr>
      </w:pPr>
      <w:r w:rsidRPr="008F068E">
        <w:rPr>
          <w:b/>
          <w:bCs/>
          <w:noProof/>
          <w:sz w:val="20"/>
        </w:rPr>
        <w:pict>
          <v:line id="_x0000_s1355" style="position:absolute;left:0;text-align:left;z-index:251898880" from="66.55pt,5.8pt" to="66.55pt,42.2pt"/>
        </w:pict>
      </w:r>
      <w:r w:rsidRPr="008F068E">
        <w:rPr>
          <w:b/>
          <w:bCs/>
          <w:noProof/>
          <w:sz w:val="20"/>
        </w:rPr>
        <w:pict>
          <v:shape id="_x0000_s1321" type="#_x0000_t202" style="position:absolute;left:0;text-align:left;margin-left:250.3pt;margin-top:10.3pt;width:30pt;height:24.45pt;z-index:251868160" stroked="f">
            <v:textbox style="mso-next-textbox:#_x0000_s1321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(5)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line id="_x0000_s1356" style="position:absolute;left:0;text-align:left;z-index:251899904" from="67.5pt,7.1pt" to="351pt,7.1pt"/>
        </w:pict>
      </w:r>
      <w:r w:rsidRPr="008F068E">
        <w:rPr>
          <w:b/>
          <w:bCs/>
          <w:noProof/>
          <w:sz w:val="20"/>
        </w:rPr>
        <w:pict>
          <v:line id="_x0000_s1349" style="position:absolute;left:0;text-align:left;z-index:251892736" from="351.75pt,6.25pt" to="351.75pt,38.85pt"/>
        </w:pict>
      </w:r>
    </w:p>
    <w:p w:rsidR="00EB718A" w:rsidRPr="00341B2C" w:rsidRDefault="008F068E" w:rsidP="00EB718A">
      <w:pPr>
        <w:pStyle w:val="Textoindependiente"/>
        <w:ind w:left="720" w:firstLine="698"/>
        <w:jc w:val="left"/>
        <w:rPr>
          <w:b/>
          <w:bCs/>
          <w:sz w:val="18"/>
          <w:szCs w:val="18"/>
        </w:rPr>
      </w:pPr>
      <w:r w:rsidRPr="008F068E">
        <w:rPr>
          <w:bCs/>
          <w:noProof/>
          <w:sz w:val="16"/>
          <w:szCs w:val="16"/>
        </w:rPr>
        <w:pict>
          <v:line id="_x0000_s1334" style="position:absolute;left:0;text-align:left;z-index:251881472" from="271.3pt,3.95pt" to="271.3pt,20.25pt">
            <v:stroke endarrow="block"/>
          </v:line>
        </w:pict>
      </w:r>
      <w:r w:rsidR="00EB718A" w:rsidRPr="00341B2C">
        <w:rPr>
          <w:bCs/>
          <w:sz w:val="16"/>
          <w:szCs w:val="16"/>
        </w:rPr>
        <w:t>Estructura independiente</w:t>
      </w:r>
    </w:p>
    <w:p w:rsidR="00EB718A" w:rsidRDefault="00EB718A" w:rsidP="00EB718A">
      <w:pPr>
        <w:pStyle w:val="Textoindependiente"/>
        <w:ind w:left="720" w:firstLine="696"/>
        <w:jc w:val="left"/>
        <w:rPr>
          <w:bCs/>
          <w:sz w:val="18"/>
          <w:szCs w:val="18"/>
        </w:rPr>
      </w:pP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line id="_x0000_s1357" style="position:absolute;left:0;text-align:left;z-index:251900928" from="66.55pt,10.8pt" to="66.55pt,43.4pt"/>
        </w:pict>
      </w:r>
      <w:r w:rsidRPr="008F068E">
        <w:rPr>
          <w:b/>
          <w:bCs/>
          <w:noProof/>
          <w:sz w:val="20"/>
        </w:rPr>
        <w:pict>
          <v:shape id="_x0000_s1320" type="#_x0000_t202" style="position:absolute;left:0;text-align:left;margin-left:72.75pt;margin-top:10.8pt;width:30pt;height:24.45pt;z-index:251867136" stroked="f">
            <v:textbox style="mso-next-textbox:#_x0000_s1320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(7)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shape id="_x0000_s1322" type="#_x0000_t202" style="position:absolute;left:0;text-align:left;margin-left:322.1pt;margin-top:9.4pt;width:30pt;height:24.45pt;z-index:251869184" stroked="f">
            <v:textbox style="mso-next-textbox:#_x0000_s1322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(6)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line id="_x0000_s1351" style="position:absolute;left:0;text-align:left;z-index:251894784" from="321.75pt,10.9pt" to="321.75pt,42pt"/>
        </w:pict>
      </w:r>
      <w:r w:rsidRPr="008F068E">
        <w:rPr>
          <w:b/>
          <w:bCs/>
          <w:noProof/>
          <w:sz w:val="20"/>
        </w:rPr>
        <w:pict>
          <v:line id="_x0000_s1327" style="position:absolute;left:0;text-align:left;z-index:251874304" from="351.75pt,8.4pt" to="351.75pt,41pt"/>
        </w:pict>
      </w:r>
      <w:r w:rsidRPr="008F068E">
        <w:rPr>
          <w:b/>
          <w:bCs/>
          <w:noProof/>
          <w:sz w:val="20"/>
        </w:rPr>
        <w:pict>
          <v:line id="_x0000_s1358" style="position:absolute;left:0;text-align:left;z-index:251901952" from="316.35pt,11.05pt" to="352.35pt,11.05pt">
            <v:stroke dashstyle="1 1"/>
          </v:line>
        </w:pict>
      </w:r>
      <w:r w:rsidRPr="008F068E">
        <w:rPr>
          <w:b/>
          <w:bCs/>
          <w:noProof/>
          <w:sz w:val="20"/>
        </w:rPr>
        <w:pict>
          <v:line id="_x0000_s1324" style="position:absolute;left:0;text-align:left;z-index:251871232" from="65.7pt,10.95pt" to="101.7pt,10.95pt">
            <v:stroke dashstyle="1 1"/>
          </v:line>
        </w:pict>
      </w:r>
      <w:r w:rsidRPr="008F068E">
        <w:rPr>
          <w:b/>
          <w:bCs/>
          <w:noProof/>
          <w:sz w:val="20"/>
        </w:rPr>
        <w:pict>
          <v:line id="_x0000_s1350" style="position:absolute;left:0;text-align:left;z-index:251893760" from="100.5pt,10.8pt" to="321.75pt,10.95pt"/>
        </w:pict>
      </w:r>
      <w:r w:rsidRPr="008F068E">
        <w:rPr>
          <w:b/>
          <w:bCs/>
          <w:noProof/>
          <w:sz w:val="20"/>
        </w:rPr>
        <w:pict>
          <v:line id="_x0000_s1325" style="position:absolute;left:0;text-align:left;z-index:251872256" from="65.25pt,43.55pt" to="101.25pt,43.55pt"/>
        </w:pict>
      </w:r>
      <w:r w:rsidRPr="008F068E">
        <w:rPr>
          <w:b/>
          <w:bCs/>
          <w:noProof/>
          <w:sz w:val="20"/>
        </w:rPr>
        <w:pict>
          <v:line id="_x0000_s1326" style="position:absolute;left:0;text-align:left;z-index:251873280" from="100.5pt,10.95pt" to="100.5pt,43.55pt"/>
        </w:pict>
      </w:r>
      <w:r w:rsidRPr="008F068E">
        <w:rPr>
          <w:b/>
          <w:bCs/>
          <w:noProof/>
          <w:sz w:val="20"/>
        </w:rPr>
        <w:pict>
          <v:line id="_x0000_s1352" style="position:absolute;left:0;text-align:left;z-index:251895808" from="321.75pt,42pt" to="351.75pt,42pt"/>
        </w:pict>
      </w: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line id="_x0000_s1332" style="position:absolute;left:0;text-align:left;z-index:251879424" from="83.85pt,10.45pt" to="83.85pt,26.75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line id="_x0000_s1333" style="position:absolute;left:0;text-align:left;z-index:251880448" from="335.25pt,9.9pt" to="335.25pt,26.2pt">
            <v:stroke endarrow="block"/>
          </v:line>
        </w:pict>
      </w: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</w:rPr>
        <w:pict>
          <v:shape id="_x0000_s1362" type="#_x0000_t32" style="position:absolute;left:0;text-align:left;margin-left:162.8pt;margin-top:13.75pt;width:45.1pt;height:.2pt;z-index:251906048" o:connectortype="straight"/>
        </w:pict>
      </w:r>
      <w:r w:rsidRPr="008F068E">
        <w:rPr>
          <w:b/>
          <w:bCs/>
          <w:noProof/>
          <w:sz w:val="20"/>
        </w:rPr>
        <w:pict>
          <v:line id="_x0000_s1342" style="position:absolute;left:0;text-align:left;z-index:251885568" from="48pt,6.4pt" to="48pt,6.4pt"/>
        </w:pict>
      </w:r>
    </w:p>
    <w:p w:rsidR="00EB718A" w:rsidRDefault="00EB718A" w:rsidP="00EB718A">
      <w:pPr>
        <w:pStyle w:val="Textoindependiente"/>
        <w:ind w:left="720" w:firstLine="696"/>
        <w:rPr>
          <w:b/>
          <w:bCs/>
        </w:rPr>
      </w:pP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314" type="#_x0000_t202" style="position:absolute;left:0;text-align:left;margin-left:270.4pt;margin-top:2pt;width:36pt;height:24.45pt;z-index:251860992" stroked="f">
            <v:textbox style="mso-next-textbox:#_x0000_s1314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1.50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shape id="_x0000_s1316" type="#_x0000_t202" style="position:absolute;left:0;text-align:left;margin-left:166.6pt;margin-top:2.5pt;width:36pt;height:24.45pt;z-index:251863040" stroked="f">
            <v:textbox style="mso-next-textbox:#_x0000_s1316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0.75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shape id="_x0000_s1315" type="#_x0000_t202" style="position:absolute;left:0;text-align:left;margin-left:92.55pt;margin-top:2.75pt;width:36pt;height:24.45pt;z-index:251862016" stroked="f">
            <v:textbox style="mso-next-textbox:#_x0000_s1315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1.00</w:t>
                  </w:r>
                </w:p>
              </w:txbxContent>
            </v:textbox>
          </v:shape>
        </w:pict>
      </w: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line id="_x0000_s1345" style="position:absolute;left:0;text-align:left;z-index:251888640" from="162.9pt,.55pt" to="162.9pt,8.7pt"/>
        </w:pict>
      </w:r>
      <w:r w:rsidRPr="008F068E">
        <w:rPr>
          <w:b/>
          <w:bCs/>
          <w:noProof/>
          <w:sz w:val="20"/>
        </w:rPr>
        <w:pict>
          <v:line id="_x0000_s1354" style="position:absolute;left:0;text-align:left;z-index:251897856" from="65.55pt,-.05pt" to="65.55pt,8.1pt"/>
        </w:pict>
      </w:r>
      <w:r w:rsidRPr="008F068E">
        <w:rPr>
          <w:b/>
          <w:bCs/>
          <w:noProof/>
          <w:sz w:val="20"/>
        </w:rPr>
        <w:pict>
          <v:line id="_x0000_s1353" style="position:absolute;left:0;text-align:left;z-index:251896832" from="60pt,4.45pt" to="5in,4.45pt"/>
        </w:pict>
      </w:r>
      <w:r w:rsidRPr="008F068E">
        <w:rPr>
          <w:b/>
          <w:bCs/>
          <w:noProof/>
          <w:sz w:val="20"/>
        </w:rPr>
        <w:pict>
          <v:line id="_x0000_s1343" style="position:absolute;left:0;text-align:left;z-index:251886592" from="351.75pt,.35pt" to="351.75pt,8.5pt"/>
        </w:pict>
      </w: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line id="_x0000_s1363" style="position:absolute;left:0;text-align:left;z-index:251907072" from="207.9pt,13.5pt" to="207.9pt,21.65pt"/>
        </w:pict>
      </w: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317" type="#_x0000_t202" style="position:absolute;left:0;text-align:left;margin-left:283.6pt;margin-top:6.4pt;width:36pt;height:24.45pt;z-index:251864064" stroked="f">
            <v:textbox style="mso-next-textbox:#_x0000_s1317">
              <w:txbxContent>
                <w:p w:rsidR="008C67AE" w:rsidRDefault="008C67AE" w:rsidP="00EB718A">
                  <w:pPr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(10)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group id="_x0000_s1337" style="position:absolute;left:0;text-align:left;margin-left:207.9pt;margin-top:2.8pt;width:143.1pt;height:53.45pt;z-index:251884544" coordorigin="2661,9029" coordsize="5400,1141">
            <v:line id="_x0000_s1338" style="position:absolute" from="2661,9029" to="8061,9029"/>
            <v:line id="_x0000_s1339" style="position:absolute" from="8061,9029" to="8061,10170"/>
            <v:line id="_x0000_s1340" style="position:absolute" from="2661,9029" to="8061,10170"/>
            <v:line id="_x0000_s1341" style="position:absolute;flip:y" from="6741,9147" to="6741,9799">
              <v:stroke endarrow="block"/>
            </v:line>
          </v:group>
        </w:pict>
      </w:r>
    </w:p>
    <w:p w:rsidR="00EB718A" w:rsidRDefault="00EB718A" w:rsidP="00EB718A">
      <w:pPr>
        <w:pStyle w:val="Textoindependiente"/>
        <w:ind w:left="720" w:firstLine="696"/>
        <w:rPr>
          <w:b/>
          <w:bCs/>
        </w:rPr>
      </w:pPr>
    </w:p>
    <w:p w:rsidR="00EB718A" w:rsidRPr="00EB718A" w:rsidRDefault="00EB718A" w:rsidP="00EB718A">
      <w:pPr>
        <w:pStyle w:val="Textoindependiente"/>
        <w:ind w:left="720" w:firstLine="696"/>
        <w:rPr>
          <w:rFonts w:ascii="Arial" w:hAnsi="Arial" w:cs="Arial"/>
          <w:b/>
          <w:bCs/>
        </w:rPr>
      </w:pPr>
      <w:r w:rsidRPr="00EB718A">
        <w:rPr>
          <w:rFonts w:ascii="Arial" w:hAnsi="Arial" w:cs="Arial"/>
          <w:b/>
          <w:bCs/>
        </w:rPr>
        <w:t xml:space="preserve">Nombre </w:t>
      </w:r>
      <w:r w:rsidRPr="00EB718A">
        <w:rPr>
          <w:rFonts w:ascii="Arial" w:hAnsi="Arial" w:cs="Arial"/>
          <w:b/>
          <w:bCs/>
        </w:rPr>
        <w:tab/>
      </w:r>
      <w:r w:rsidRPr="00EB718A">
        <w:rPr>
          <w:rFonts w:ascii="Arial" w:hAnsi="Arial" w:cs="Arial"/>
          <w:b/>
          <w:bCs/>
        </w:rPr>
        <w:tab/>
        <w:t>Descripción</w:t>
      </w:r>
    </w:p>
    <w:p w:rsidR="00EB718A" w:rsidRPr="00EB718A" w:rsidRDefault="00EB718A" w:rsidP="00EB718A">
      <w:pPr>
        <w:pStyle w:val="Textoindependiente"/>
        <w:ind w:left="720" w:firstLine="696"/>
        <w:rPr>
          <w:rFonts w:ascii="Arial" w:hAnsi="Arial" w:cs="Arial"/>
        </w:rPr>
      </w:pPr>
    </w:p>
    <w:p w:rsidR="00EB718A" w:rsidRPr="00EB718A" w:rsidRDefault="00EB718A" w:rsidP="00EB718A">
      <w:pPr>
        <w:pStyle w:val="Textoindependiente"/>
        <w:ind w:left="1428"/>
        <w:rPr>
          <w:rFonts w:ascii="Arial" w:hAnsi="Arial" w:cs="Arial"/>
        </w:rPr>
      </w:pPr>
      <w:r w:rsidRPr="00EB718A">
        <w:rPr>
          <w:rFonts w:ascii="Arial" w:hAnsi="Arial" w:cs="Arial"/>
        </w:rPr>
        <w:t xml:space="preserve">   (1)</w:t>
      </w:r>
      <w:r w:rsidRPr="00EB718A">
        <w:rPr>
          <w:rFonts w:ascii="Arial" w:hAnsi="Arial" w:cs="Arial"/>
          <w:b/>
          <w:bCs/>
        </w:rPr>
        <w:tab/>
      </w:r>
      <w:r w:rsidRPr="00EB718A">
        <w:rPr>
          <w:rFonts w:ascii="Arial" w:hAnsi="Arial" w:cs="Arial"/>
        </w:rPr>
        <w:tab/>
        <w:t>Peso líquido aguas arriba.</w:t>
      </w:r>
    </w:p>
    <w:p w:rsidR="00EB718A" w:rsidRPr="00EB718A" w:rsidRDefault="00EB718A" w:rsidP="00EB718A">
      <w:pPr>
        <w:pStyle w:val="Textoindependiente"/>
        <w:ind w:left="708" w:firstLine="708"/>
        <w:rPr>
          <w:rFonts w:ascii="Arial" w:hAnsi="Arial" w:cs="Arial"/>
        </w:rPr>
      </w:pPr>
      <w:r w:rsidRPr="00EB718A">
        <w:rPr>
          <w:rFonts w:ascii="Arial" w:hAnsi="Arial" w:cs="Arial"/>
        </w:rPr>
        <w:t xml:space="preserve">   (2)</w:t>
      </w:r>
      <w:r w:rsidRPr="00EB718A">
        <w:rPr>
          <w:rFonts w:ascii="Arial" w:hAnsi="Arial" w:cs="Arial"/>
        </w:rPr>
        <w:tab/>
      </w:r>
      <w:r w:rsidRPr="00EB718A">
        <w:rPr>
          <w:rFonts w:ascii="Arial" w:hAnsi="Arial" w:cs="Arial"/>
          <w:b/>
          <w:bCs/>
        </w:rPr>
        <w:tab/>
      </w:r>
      <w:r w:rsidRPr="00EB718A">
        <w:rPr>
          <w:rFonts w:ascii="Arial" w:hAnsi="Arial" w:cs="Arial"/>
        </w:rPr>
        <w:t>Peso líquido creciente.</w:t>
      </w:r>
    </w:p>
    <w:p w:rsidR="00EB718A" w:rsidRPr="00EB718A" w:rsidRDefault="00EB718A" w:rsidP="00EB718A">
      <w:pPr>
        <w:pStyle w:val="Textoindependiente"/>
        <w:ind w:left="720" w:firstLine="696"/>
        <w:rPr>
          <w:rFonts w:ascii="Arial" w:hAnsi="Arial" w:cs="Arial"/>
        </w:rPr>
      </w:pPr>
      <w:r w:rsidRPr="00EB718A">
        <w:rPr>
          <w:rFonts w:ascii="Arial" w:hAnsi="Arial" w:cs="Arial"/>
        </w:rPr>
        <w:t xml:space="preserve">   (3)</w:t>
      </w:r>
      <w:r w:rsidRPr="00EB718A">
        <w:rPr>
          <w:rFonts w:ascii="Arial" w:hAnsi="Arial" w:cs="Arial"/>
        </w:rPr>
        <w:tab/>
      </w:r>
      <w:r w:rsidRPr="00EB718A">
        <w:rPr>
          <w:rFonts w:ascii="Arial" w:hAnsi="Arial" w:cs="Arial"/>
        </w:rPr>
        <w:tab/>
        <w:t xml:space="preserve">Peso líquido aguas abajo.  </w:t>
      </w:r>
    </w:p>
    <w:p w:rsidR="00EB718A" w:rsidRPr="00EB718A" w:rsidRDefault="00EB718A" w:rsidP="00EB718A">
      <w:pPr>
        <w:pStyle w:val="Textoindependiente"/>
        <w:ind w:left="720" w:firstLine="696"/>
        <w:rPr>
          <w:rFonts w:ascii="Arial" w:hAnsi="Arial" w:cs="Arial"/>
        </w:rPr>
      </w:pPr>
      <w:r w:rsidRPr="00EB718A">
        <w:rPr>
          <w:rFonts w:ascii="Arial" w:hAnsi="Arial" w:cs="Arial"/>
        </w:rPr>
        <w:t xml:space="preserve">   (4)</w:t>
      </w:r>
      <w:r w:rsidRPr="00EB718A">
        <w:rPr>
          <w:rFonts w:ascii="Arial" w:hAnsi="Arial" w:cs="Arial"/>
        </w:rPr>
        <w:tab/>
      </w:r>
      <w:r w:rsidRPr="00EB718A">
        <w:rPr>
          <w:rFonts w:ascii="Arial" w:hAnsi="Arial" w:cs="Arial"/>
        </w:rPr>
        <w:tab/>
        <w:t>Peso dique.</w:t>
      </w:r>
    </w:p>
    <w:p w:rsidR="00EB718A" w:rsidRPr="00EB718A" w:rsidRDefault="00EB718A" w:rsidP="00EB718A">
      <w:pPr>
        <w:pStyle w:val="Textoindependiente"/>
        <w:ind w:left="720" w:firstLine="696"/>
        <w:rPr>
          <w:rFonts w:ascii="Arial" w:hAnsi="Arial" w:cs="Arial"/>
        </w:rPr>
      </w:pPr>
      <w:r w:rsidRPr="00EB718A">
        <w:rPr>
          <w:rFonts w:ascii="Arial" w:hAnsi="Arial" w:cs="Arial"/>
        </w:rPr>
        <w:t xml:space="preserve">   (5)</w:t>
      </w:r>
      <w:r w:rsidRPr="00EB718A">
        <w:rPr>
          <w:rFonts w:ascii="Arial" w:hAnsi="Arial" w:cs="Arial"/>
        </w:rPr>
        <w:tab/>
      </w:r>
      <w:r w:rsidRPr="00EB718A">
        <w:rPr>
          <w:rFonts w:ascii="Arial" w:hAnsi="Arial" w:cs="Arial"/>
        </w:rPr>
        <w:tab/>
        <w:t>Peso fundación.</w:t>
      </w:r>
    </w:p>
    <w:p w:rsidR="00EB718A" w:rsidRPr="00EB718A" w:rsidRDefault="00EB718A" w:rsidP="00EB718A">
      <w:pPr>
        <w:pStyle w:val="Textoindependiente"/>
        <w:ind w:left="720" w:firstLine="696"/>
        <w:rPr>
          <w:rFonts w:ascii="Arial" w:hAnsi="Arial" w:cs="Arial"/>
        </w:rPr>
      </w:pPr>
      <w:r w:rsidRPr="00EB718A">
        <w:rPr>
          <w:rFonts w:ascii="Arial" w:hAnsi="Arial" w:cs="Arial"/>
        </w:rPr>
        <w:t xml:space="preserve">   (6)</w:t>
      </w:r>
      <w:r w:rsidRPr="00EB718A">
        <w:rPr>
          <w:rFonts w:ascii="Arial" w:hAnsi="Arial" w:cs="Arial"/>
          <w:b/>
          <w:bCs/>
        </w:rPr>
        <w:tab/>
      </w:r>
      <w:r w:rsidRPr="00EB718A">
        <w:rPr>
          <w:rFonts w:ascii="Arial" w:hAnsi="Arial" w:cs="Arial"/>
        </w:rPr>
        <w:tab/>
        <w:t xml:space="preserve">Peso dentellón aguas arriba. </w:t>
      </w:r>
    </w:p>
    <w:p w:rsidR="00EB718A" w:rsidRPr="00EB718A" w:rsidRDefault="00EB718A" w:rsidP="00EB718A">
      <w:pPr>
        <w:pStyle w:val="Textoindependiente"/>
        <w:ind w:left="720" w:firstLine="696"/>
        <w:rPr>
          <w:rFonts w:ascii="Arial" w:hAnsi="Arial" w:cs="Arial"/>
        </w:rPr>
      </w:pPr>
      <w:r w:rsidRPr="00EB718A">
        <w:rPr>
          <w:rFonts w:ascii="Arial" w:hAnsi="Arial" w:cs="Arial"/>
        </w:rPr>
        <w:t xml:space="preserve">   (7)</w:t>
      </w:r>
      <w:r w:rsidRPr="00EB718A">
        <w:rPr>
          <w:rFonts w:ascii="Arial" w:hAnsi="Arial" w:cs="Arial"/>
        </w:rPr>
        <w:tab/>
      </w:r>
      <w:r w:rsidRPr="00EB718A">
        <w:rPr>
          <w:rFonts w:ascii="Arial" w:hAnsi="Arial" w:cs="Arial"/>
        </w:rPr>
        <w:tab/>
        <w:t>Peso dentellón aguas abajo.</w:t>
      </w:r>
    </w:p>
    <w:p w:rsidR="00EB718A" w:rsidRPr="00EB718A" w:rsidRDefault="00EB718A" w:rsidP="00EB718A">
      <w:pPr>
        <w:pStyle w:val="Textoindependiente"/>
        <w:ind w:left="720" w:firstLine="696"/>
        <w:rPr>
          <w:rFonts w:ascii="Arial" w:hAnsi="Arial" w:cs="Arial"/>
        </w:rPr>
      </w:pPr>
      <w:r w:rsidRPr="00EB718A">
        <w:rPr>
          <w:rFonts w:ascii="Arial" w:hAnsi="Arial" w:cs="Arial"/>
        </w:rPr>
        <w:t xml:space="preserve">   (8)</w:t>
      </w:r>
      <w:r w:rsidRPr="00EB718A">
        <w:rPr>
          <w:rFonts w:ascii="Arial" w:hAnsi="Arial" w:cs="Arial"/>
        </w:rPr>
        <w:tab/>
      </w:r>
      <w:r w:rsidRPr="00EB718A">
        <w:rPr>
          <w:rFonts w:ascii="Arial" w:hAnsi="Arial" w:cs="Arial"/>
        </w:rPr>
        <w:tab/>
        <w:t>Empuje líquido almacenado.</w:t>
      </w:r>
    </w:p>
    <w:p w:rsidR="00EB718A" w:rsidRPr="00EB718A" w:rsidRDefault="00EB718A" w:rsidP="00EB718A">
      <w:pPr>
        <w:pStyle w:val="Textoindependiente"/>
        <w:ind w:left="720" w:firstLine="696"/>
        <w:rPr>
          <w:rFonts w:ascii="Arial" w:hAnsi="Arial" w:cs="Arial"/>
        </w:rPr>
      </w:pPr>
      <w:r w:rsidRPr="00EB718A">
        <w:rPr>
          <w:rFonts w:ascii="Arial" w:hAnsi="Arial" w:cs="Arial"/>
        </w:rPr>
        <w:t xml:space="preserve">   (9)</w:t>
      </w:r>
      <w:r w:rsidRPr="00EB718A">
        <w:rPr>
          <w:rFonts w:ascii="Arial" w:hAnsi="Arial" w:cs="Arial"/>
        </w:rPr>
        <w:tab/>
      </w:r>
      <w:r w:rsidRPr="00EB718A">
        <w:rPr>
          <w:rFonts w:ascii="Arial" w:hAnsi="Arial" w:cs="Arial"/>
        </w:rPr>
        <w:tab/>
        <w:t xml:space="preserve">Peso puntual por sobre tamaño y sismo </w:t>
      </w:r>
    </w:p>
    <w:p w:rsidR="00EB718A" w:rsidRPr="00EB718A" w:rsidRDefault="00EB718A" w:rsidP="00EB718A">
      <w:pPr>
        <w:pStyle w:val="Textoindependiente"/>
        <w:ind w:left="720" w:firstLine="696"/>
        <w:rPr>
          <w:rFonts w:ascii="Arial" w:hAnsi="Arial" w:cs="Arial"/>
        </w:rPr>
      </w:pPr>
      <w:r w:rsidRPr="00EB718A">
        <w:rPr>
          <w:rFonts w:ascii="Arial" w:hAnsi="Arial" w:cs="Arial"/>
        </w:rPr>
        <w:t xml:space="preserve">  (10)</w:t>
      </w:r>
      <w:r w:rsidRPr="00EB718A">
        <w:rPr>
          <w:rFonts w:ascii="Arial" w:hAnsi="Arial" w:cs="Arial"/>
        </w:rPr>
        <w:tab/>
      </w:r>
      <w:r w:rsidRPr="00EB718A">
        <w:rPr>
          <w:rFonts w:ascii="Arial" w:hAnsi="Arial" w:cs="Arial"/>
        </w:rPr>
        <w:tab/>
        <w:t>Subpresión.</w:t>
      </w:r>
    </w:p>
    <w:p w:rsidR="005965F8" w:rsidRDefault="005965F8" w:rsidP="00EB718A">
      <w:pPr>
        <w:pStyle w:val="Ttulo4"/>
        <w:numPr>
          <w:ilvl w:val="0"/>
          <w:numId w:val="0"/>
        </w:numPr>
        <w:rPr>
          <w:b/>
        </w:rPr>
      </w:pPr>
    </w:p>
    <w:p w:rsidR="00EB718A" w:rsidRPr="0003722F" w:rsidRDefault="00EB718A" w:rsidP="00EB718A">
      <w:pPr>
        <w:pStyle w:val="Ttulo4"/>
        <w:numPr>
          <w:ilvl w:val="0"/>
          <w:numId w:val="0"/>
        </w:numPr>
        <w:rPr>
          <w:b/>
        </w:rPr>
      </w:pPr>
      <w:r w:rsidRPr="0003722F">
        <w:rPr>
          <w:b/>
        </w:rPr>
        <w:lastRenderedPageBreak/>
        <w:t>Solicitaciones por sismo</w:t>
      </w:r>
    </w:p>
    <w:p w:rsidR="00EB718A" w:rsidRPr="00EB718A" w:rsidRDefault="00EB718A" w:rsidP="008B3490">
      <w:pPr>
        <w:pStyle w:val="Textoindependiente"/>
        <w:numPr>
          <w:ilvl w:val="0"/>
          <w:numId w:val="10"/>
        </w:numPr>
        <w:ind w:left="142" w:firstLine="0"/>
        <w:rPr>
          <w:rFonts w:ascii="Arial" w:hAnsi="Arial" w:cs="Arial"/>
          <w:bCs/>
        </w:rPr>
      </w:pPr>
      <w:r w:rsidRPr="00EB718A">
        <w:rPr>
          <w:rFonts w:ascii="Arial" w:hAnsi="Arial" w:cs="Arial"/>
          <w:bCs/>
        </w:rPr>
        <w:t>Inercia de la presa:</w:t>
      </w:r>
    </w:p>
    <w:p w:rsidR="00EB718A" w:rsidRPr="00EB718A" w:rsidRDefault="00EB718A" w:rsidP="00EB718A">
      <w:pPr>
        <w:pStyle w:val="Textoindependiente"/>
        <w:ind w:left="142"/>
        <w:rPr>
          <w:rFonts w:ascii="Arial" w:hAnsi="Arial" w:cs="Arial"/>
          <w:bCs/>
        </w:rPr>
      </w:pPr>
      <w:r w:rsidRPr="00EB718A">
        <w:rPr>
          <w:rFonts w:ascii="Arial" w:hAnsi="Arial" w:cs="Arial"/>
          <w:bCs/>
        </w:rPr>
        <w:t xml:space="preserve">Fs = G * Ks * ∞ </w:t>
      </w:r>
      <w:r w:rsidRPr="00EB718A">
        <w:rPr>
          <w:rFonts w:ascii="Arial" w:hAnsi="Arial" w:cs="Arial"/>
          <w:bCs/>
        </w:rPr>
        <w:tab/>
      </w:r>
    </w:p>
    <w:p w:rsidR="00EB718A" w:rsidRPr="00EB718A" w:rsidRDefault="00EB718A" w:rsidP="00EB718A">
      <w:pPr>
        <w:pStyle w:val="Textoindependiente"/>
        <w:ind w:left="142"/>
        <w:rPr>
          <w:rFonts w:ascii="Arial" w:hAnsi="Arial" w:cs="Arial"/>
          <w:bCs/>
        </w:rPr>
      </w:pPr>
      <w:r w:rsidRPr="00EB718A">
        <w:rPr>
          <w:rFonts w:ascii="Arial" w:hAnsi="Arial" w:cs="Arial"/>
          <w:bCs/>
        </w:rPr>
        <w:t>G = Peso de la presa  =  3.18 ton/m.</w:t>
      </w:r>
    </w:p>
    <w:p w:rsidR="00EB718A" w:rsidRPr="00EB718A" w:rsidRDefault="00EB718A" w:rsidP="00EB718A">
      <w:pPr>
        <w:pStyle w:val="Textoindependiente"/>
        <w:ind w:left="142"/>
        <w:rPr>
          <w:rFonts w:ascii="Arial" w:hAnsi="Arial" w:cs="Arial"/>
          <w:bCs/>
        </w:rPr>
      </w:pPr>
      <w:r w:rsidRPr="00EB718A">
        <w:rPr>
          <w:rFonts w:ascii="Arial" w:hAnsi="Arial" w:cs="Arial"/>
          <w:bCs/>
        </w:rPr>
        <w:t>Ks = Coeficiente sísmico = 1.00/40  intensidad sismo 7.</w:t>
      </w:r>
    </w:p>
    <w:p w:rsidR="00EB718A" w:rsidRPr="00EB718A" w:rsidRDefault="00EB718A" w:rsidP="00EB718A">
      <w:pPr>
        <w:pStyle w:val="Textoindependiente"/>
        <w:ind w:left="142"/>
        <w:rPr>
          <w:rFonts w:ascii="Arial" w:hAnsi="Arial" w:cs="Arial"/>
          <w:bCs/>
        </w:rPr>
      </w:pPr>
      <w:r w:rsidRPr="00EB718A">
        <w:rPr>
          <w:rFonts w:ascii="Arial" w:hAnsi="Arial" w:cs="Arial"/>
          <w:bCs/>
        </w:rPr>
        <w:t>∞ = Coeficiente características dinámicas de construcción = 1.5.</w:t>
      </w:r>
    </w:p>
    <w:p w:rsidR="00EB718A" w:rsidRPr="00EB718A" w:rsidRDefault="00EB718A" w:rsidP="00EB718A">
      <w:pPr>
        <w:pStyle w:val="Textoindependiente"/>
        <w:ind w:left="142"/>
        <w:rPr>
          <w:rFonts w:ascii="Arial" w:hAnsi="Arial" w:cs="Arial"/>
          <w:bCs/>
        </w:rPr>
      </w:pPr>
      <w:r w:rsidRPr="00EB718A">
        <w:rPr>
          <w:rFonts w:ascii="Arial" w:hAnsi="Arial" w:cs="Arial"/>
          <w:bCs/>
        </w:rPr>
        <w:t>Fs = 0.12 ton/m., aplicado a 0.42 H.</w:t>
      </w:r>
    </w:p>
    <w:p w:rsidR="00EB718A" w:rsidRPr="00EB718A" w:rsidRDefault="00EB718A" w:rsidP="00EB718A">
      <w:pPr>
        <w:pStyle w:val="Textoindependiente"/>
        <w:ind w:left="142"/>
        <w:rPr>
          <w:rFonts w:ascii="Arial" w:hAnsi="Arial" w:cs="Arial"/>
          <w:bCs/>
        </w:rPr>
      </w:pPr>
    </w:p>
    <w:p w:rsidR="00EB718A" w:rsidRPr="00EB718A" w:rsidRDefault="00EB718A" w:rsidP="008B3490">
      <w:pPr>
        <w:pStyle w:val="Textoindependiente"/>
        <w:numPr>
          <w:ilvl w:val="0"/>
          <w:numId w:val="10"/>
        </w:numPr>
        <w:ind w:left="142" w:firstLine="0"/>
        <w:rPr>
          <w:rFonts w:ascii="Arial" w:hAnsi="Arial" w:cs="Arial"/>
          <w:bCs/>
        </w:rPr>
      </w:pPr>
      <w:r w:rsidRPr="00EB718A">
        <w:rPr>
          <w:rFonts w:ascii="Arial" w:hAnsi="Arial" w:cs="Arial"/>
          <w:bCs/>
        </w:rPr>
        <w:t>Inercia del agua</w:t>
      </w:r>
    </w:p>
    <w:p w:rsidR="00EB718A" w:rsidRPr="00EB718A" w:rsidRDefault="00EB718A" w:rsidP="00EB718A">
      <w:pPr>
        <w:pStyle w:val="Textoindependiente"/>
        <w:ind w:left="142"/>
        <w:rPr>
          <w:rFonts w:ascii="Arial" w:hAnsi="Arial" w:cs="Arial"/>
          <w:bCs/>
        </w:rPr>
      </w:pPr>
      <w:r w:rsidRPr="00EB718A">
        <w:rPr>
          <w:rFonts w:ascii="Arial" w:hAnsi="Arial" w:cs="Arial"/>
          <w:bCs/>
        </w:rPr>
        <w:t>Ps = (2/3) Ce * β * H</w:t>
      </w:r>
      <w:r w:rsidRPr="00EB718A">
        <w:rPr>
          <w:rFonts w:ascii="Arial" w:hAnsi="Arial" w:cs="Arial"/>
          <w:bCs/>
          <w:vertAlign w:val="superscript"/>
        </w:rPr>
        <w:t>2</w:t>
      </w:r>
      <w:r w:rsidRPr="00EB718A">
        <w:rPr>
          <w:rFonts w:ascii="Arial" w:hAnsi="Arial" w:cs="Arial"/>
          <w:bCs/>
        </w:rPr>
        <w:t xml:space="preserve"> </w:t>
      </w:r>
      <w:r w:rsidRPr="00EB718A">
        <w:rPr>
          <w:rFonts w:ascii="Arial" w:hAnsi="Arial" w:cs="Arial"/>
          <w:bCs/>
        </w:rPr>
        <w:tab/>
        <w:t xml:space="preserve"> </w:t>
      </w:r>
    </w:p>
    <w:p w:rsidR="00EB718A" w:rsidRPr="00EB718A" w:rsidRDefault="00EB718A" w:rsidP="00EB718A">
      <w:pPr>
        <w:pStyle w:val="Textoindependiente"/>
        <w:ind w:left="142"/>
        <w:rPr>
          <w:rFonts w:ascii="Arial" w:hAnsi="Arial" w:cs="Arial"/>
          <w:bCs/>
        </w:rPr>
      </w:pPr>
      <w:r w:rsidRPr="00EB718A">
        <w:rPr>
          <w:rFonts w:ascii="Arial" w:hAnsi="Arial" w:cs="Arial"/>
          <w:bCs/>
        </w:rPr>
        <w:t>Ce = (0.186)/[1.0 – 7.746  * (H/(1000 * t))</w:t>
      </w:r>
      <w:r w:rsidRPr="00EB718A">
        <w:rPr>
          <w:rFonts w:ascii="Arial" w:hAnsi="Arial" w:cs="Arial"/>
          <w:bCs/>
          <w:vertAlign w:val="superscript"/>
        </w:rPr>
        <w:t>2</w:t>
      </w:r>
      <w:r w:rsidRPr="00EB718A">
        <w:rPr>
          <w:rFonts w:ascii="Arial" w:hAnsi="Arial" w:cs="Arial"/>
          <w:bCs/>
        </w:rPr>
        <w:t>]</w:t>
      </w:r>
      <w:r w:rsidRPr="00EB718A">
        <w:rPr>
          <w:rFonts w:ascii="Arial" w:hAnsi="Arial" w:cs="Arial"/>
          <w:bCs/>
          <w:vertAlign w:val="superscript"/>
        </w:rPr>
        <w:t>1/2</w:t>
      </w:r>
      <w:r w:rsidRPr="00EB718A">
        <w:rPr>
          <w:rFonts w:ascii="Arial" w:hAnsi="Arial" w:cs="Arial"/>
          <w:bCs/>
        </w:rPr>
        <w:t xml:space="preserve">  =  0.186</w:t>
      </w:r>
    </w:p>
    <w:p w:rsidR="00EB718A" w:rsidRPr="00EB718A" w:rsidRDefault="00EB718A" w:rsidP="00EB718A">
      <w:pPr>
        <w:pStyle w:val="Textoindependiente"/>
        <w:ind w:left="142"/>
        <w:rPr>
          <w:rFonts w:ascii="Arial" w:hAnsi="Arial" w:cs="Arial"/>
          <w:bCs/>
        </w:rPr>
      </w:pPr>
      <w:r w:rsidRPr="00EB718A">
        <w:rPr>
          <w:rFonts w:ascii="Arial" w:hAnsi="Arial" w:cs="Arial"/>
          <w:bCs/>
        </w:rPr>
        <w:t>β = Coeficiente que depende de la intensidad del sísmico = 0.04 sismo fuerte</w:t>
      </w:r>
    </w:p>
    <w:p w:rsidR="00EB718A" w:rsidRPr="00EB718A" w:rsidRDefault="00EB718A" w:rsidP="00EB718A">
      <w:pPr>
        <w:pStyle w:val="Textoindependiente"/>
        <w:rPr>
          <w:rFonts w:ascii="Arial" w:hAnsi="Arial" w:cs="Arial"/>
          <w:bCs/>
        </w:rPr>
      </w:pPr>
      <w:r w:rsidRPr="00EB718A">
        <w:rPr>
          <w:rFonts w:ascii="Arial" w:hAnsi="Arial" w:cs="Arial"/>
          <w:bCs/>
        </w:rPr>
        <w:t xml:space="preserve">  H = 0.79 m.</w:t>
      </w:r>
    </w:p>
    <w:p w:rsidR="00EB718A" w:rsidRPr="00EB718A" w:rsidRDefault="00EB718A" w:rsidP="00EB718A">
      <w:pPr>
        <w:pStyle w:val="Textoindependiente"/>
        <w:ind w:left="142"/>
        <w:rPr>
          <w:rFonts w:ascii="Arial" w:hAnsi="Arial" w:cs="Arial"/>
          <w:bCs/>
        </w:rPr>
      </w:pPr>
      <w:r w:rsidRPr="00EB718A">
        <w:rPr>
          <w:rFonts w:ascii="Arial" w:hAnsi="Arial" w:cs="Arial"/>
          <w:bCs/>
        </w:rPr>
        <w:t>Ps = 0.003 aplicado a 0.4 H</w:t>
      </w:r>
    </w:p>
    <w:p w:rsidR="00924C0D" w:rsidRDefault="00924C0D" w:rsidP="00AE72A8">
      <w:pPr>
        <w:pStyle w:val="Textoindependiente"/>
        <w:rPr>
          <w:bCs/>
        </w:rPr>
      </w:pPr>
    </w:p>
    <w:p w:rsidR="00AE72A8" w:rsidRDefault="00924C0D" w:rsidP="00924C0D">
      <w:pPr>
        <w:pStyle w:val="Textoindependiente"/>
        <w:jc w:val="center"/>
        <w:rPr>
          <w:rFonts w:ascii="Arial" w:hAnsi="Arial" w:cs="Arial"/>
          <w:b/>
          <w:bCs/>
        </w:rPr>
      </w:pPr>
      <w:r w:rsidRPr="00924C0D">
        <w:rPr>
          <w:rFonts w:ascii="Arial" w:hAnsi="Arial" w:cs="Arial"/>
          <w:b/>
          <w:bCs/>
        </w:rPr>
        <w:t>Tabla</w:t>
      </w:r>
      <w:r>
        <w:rPr>
          <w:rFonts w:ascii="Arial" w:hAnsi="Arial" w:cs="Arial"/>
          <w:b/>
          <w:bCs/>
        </w:rPr>
        <w:t xml:space="preserve"> </w:t>
      </w:r>
      <w:r w:rsidR="005965F8">
        <w:rPr>
          <w:rFonts w:ascii="Arial" w:hAnsi="Arial" w:cs="Arial"/>
          <w:b/>
          <w:bCs/>
        </w:rPr>
        <w:t>3</w:t>
      </w:r>
      <w:r w:rsidRPr="00924C0D">
        <w:rPr>
          <w:rFonts w:ascii="Arial" w:hAnsi="Arial" w:cs="Arial"/>
          <w:b/>
          <w:bCs/>
        </w:rPr>
        <w:t>. Análisis estructural</w:t>
      </w:r>
      <w:r w:rsidR="005965F8">
        <w:rPr>
          <w:rFonts w:ascii="Arial" w:hAnsi="Arial" w:cs="Arial"/>
          <w:b/>
          <w:bCs/>
        </w:rPr>
        <w:t xml:space="preserve"> </w:t>
      </w:r>
      <w:r w:rsidR="001824C2" w:rsidRPr="005965F8">
        <w:rPr>
          <w:rFonts w:ascii="Arial" w:hAnsi="Arial" w:cs="Arial"/>
          <w:b/>
          <w:bCs/>
          <w:lang w:val="es-CO"/>
        </w:rPr>
        <w:t>estructura de servicio</w:t>
      </w:r>
    </w:p>
    <w:p w:rsidR="00924C0D" w:rsidRPr="00924C0D" w:rsidRDefault="00924C0D" w:rsidP="00924C0D">
      <w:pPr>
        <w:pStyle w:val="Textoindependiente"/>
        <w:jc w:val="center"/>
        <w:rPr>
          <w:rFonts w:ascii="Arial" w:hAnsi="Arial" w:cs="Arial"/>
          <w:b/>
          <w:bCs/>
        </w:rPr>
      </w:pPr>
    </w:p>
    <w:tbl>
      <w:tblPr>
        <w:tblW w:w="85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1143"/>
        <w:gridCol w:w="1257"/>
        <w:gridCol w:w="2010"/>
        <w:gridCol w:w="879"/>
        <w:gridCol w:w="879"/>
        <w:gridCol w:w="1381"/>
      </w:tblGrid>
      <w:tr w:rsidR="00EB718A" w:rsidRPr="00EB718A" w:rsidTr="00232650">
        <w:trPr>
          <w:trHeight w:val="284"/>
          <w:tblHeader/>
        </w:trPr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B718A">
              <w:rPr>
                <w:rFonts w:ascii="Arial" w:hAnsi="Arial" w:cs="Arial"/>
                <w:b/>
                <w:bCs/>
                <w:sz w:val="20"/>
              </w:rPr>
              <w:t>Nombre</w:t>
            </w:r>
          </w:p>
        </w:tc>
        <w:tc>
          <w:tcPr>
            <w:tcW w:w="240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B718A">
              <w:rPr>
                <w:rFonts w:ascii="Arial" w:hAnsi="Arial" w:cs="Arial"/>
                <w:b/>
                <w:bCs/>
                <w:sz w:val="20"/>
              </w:rPr>
              <w:t>Descripción</w:t>
            </w:r>
          </w:p>
        </w:tc>
        <w:tc>
          <w:tcPr>
            <w:tcW w:w="2889" w:type="dxa"/>
            <w:gridSpan w:val="2"/>
            <w:shd w:val="clear" w:color="auto" w:fill="D9D9D9" w:themeFill="background1" w:themeFillShade="D9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B718A">
              <w:rPr>
                <w:rFonts w:ascii="Arial" w:hAnsi="Arial" w:cs="Arial"/>
                <w:b/>
                <w:bCs/>
                <w:sz w:val="20"/>
              </w:rPr>
              <w:t>Evaluación</w:t>
            </w:r>
          </w:p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B718A">
              <w:rPr>
                <w:rFonts w:ascii="Arial" w:hAnsi="Arial" w:cs="Arial"/>
                <w:b/>
                <w:bCs/>
                <w:sz w:val="20"/>
              </w:rPr>
              <w:t>(ton/m)</w:t>
            </w:r>
          </w:p>
        </w:tc>
        <w:tc>
          <w:tcPr>
            <w:tcW w:w="879" w:type="dxa"/>
            <w:vMerge w:val="restart"/>
            <w:shd w:val="clear" w:color="auto" w:fill="D9D9D9" w:themeFill="background1" w:themeFillShade="D9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B718A">
              <w:rPr>
                <w:rFonts w:ascii="Arial" w:hAnsi="Arial" w:cs="Arial"/>
                <w:b/>
                <w:bCs/>
                <w:sz w:val="20"/>
              </w:rPr>
              <w:t>Brazo(0)</w:t>
            </w:r>
          </w:p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B718A">
              <w:rPr>
                <w:rFonts w:ascii="Arial" w:hAnsi="Arial" w:cs="Arial"/>
                <w:b/>
                <w:bCs/>
                <w:sz w:val="20"/>
              </w:rPr>
              <w:t>(m)</w:t>
            </w:r>
          </w:p>
        </w:tc>
        <w:tc>
          <w:tcPr>
            <w:tcW w:w="1381" w:type="dxa"/>
            <w:vMerge w:val="restart"/>
            <w:shd w:val="clear" w:color="auto" w:fill="D9D9D9" w:themeFill="background1" w:themeFillShade="D9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B718A">
              <w:rPr>
                <w:rFonts w:ascii="Arial" w:hAnsi="Arial" w:cs="Arial"/>
                <w:b/>
                <w:bCs/>
                <w:sz w:val="20"/>
              </w:rPr>
              <w:t>Momento(0)</w:t>
            </w:r>
          </w:p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B718A">
              <w:rPr>
                <w:rFonts w:ascii="Arial" w:hAnsi="Arial" w:cs="Arial"/>
                <w:b/>
                <w:bCs/>
                <w:sz w:val="20"/>
              </w:rPr>
              <w:t>(ton-m/m)</w:t>
            </w:r>
          </w:p>
        </w:tc>
      </w:tr>
      <w:tr w:rsidR="00EB718A" w:rsidRPr="00EB718A" w:rsidTr="00232650">
        <w:trPr>
          <w:trHeight w:val="284"/>
          <w:tblHeader/>
        </w:trPr>
        <w:tc>
          <w:tcPr>
            <w:tcW w:w="993" w:type="dxa"/>
            <w:vMerge/>
            <w:shd w:val="clear" w:color="auto" w:fill="D9D9D9" w:themeFill="background1" w:themeFillShade="D9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400" w:type="dxa"/>
            <w:gridSpan w:val="2"/>
            <w:vMerge/>
            <w:shd w:val="clear" w:color="auto" w:fill="D9D9D9" w:themeFill="background1" w:themeFillShade="D9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10" w:type="dxa"/>
            <w:shd w:val="clear" w:color="auto" w:fill="D9D9D9" w:themeFill="background1" w:themeFillShade="D9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B718A">
              <w:rPr>
                <w:rFonts w:ascii="Arial" w:hAnsi="Arial" w:cs="Arial"/>
                <w:b/>
                <w:bCs/>
                <w:sz w:val="20"/>
              </w:rPr>
              <w:t>Descripción</w:t>
            </w:r>
          </w:p>
        </w:tc>
        <w:tc>
          <w:tcPr>
            <w:tcW w:w="879" w:type="dxa"/>
            <w:shd w:val="clear" w:color="auto" w:fill="D9D9D9" w:themeFill="background1" w:themeFillShade="D9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B718A">
              <w:rPr>
                <w:rFonts w:ascii="Arial" w:hAnsi="Arial" w:cs="Arial"/>
                <w:b/>
                <w:bCs/>
                <w:sz w:val="20"/>
              </w:rPr>
              <w:t>Valor</w:t>
            </w:r>
          </w:p>
        </w:tc>
        <w:tc>
          <w:tcPr>
            <w:tcW w:w="879" w:type="dxa"/>
            <w:vMerge/>
            <w:shd w:val="clear" w:color="auto" w:fill="D9D9D9" w:themeFill="background1" w:themeFillShade="D9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381" w:type="dxa"/>
            <w:vMerge/>
            <w:shd w:val="clear" w:color="auto" w:fill="D9D9D9" w:themeFill="background1" w:themeFillShade="D9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718A" w:rsidRPr="00EB718A" w:rsidTr="005965F8">
        <w:trPr>
          <w:trHeight w:val="284"/>
        </w:trPr>
        <w:tc>
          <w:tcPr>
            <w:tcW w:w="993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(1)</w:t>
            </w:r>
          </w:p>
        </w:tc>
        <w:tc>
          <w:tcPr>
            <w:tcW w:w="2400" w:type="dxa"/>
            <w:gridSpan w:val="2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Peso líquido aguas arriba</w:t>
            </w:r>
          </w:p>
        </w:tc>
        <w:tc>
          <w:tcPr>
            <w:tcW w:w="2010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1.50 * 0.79 * 1.05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1.24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1.50</w:t>
            </w:r>
          </w:p>
        </w:tc>
        <w:tc>
          <w:tcPr>
            <w:tcW w:w="1381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1.86</w:t>
            </w:r>
          </w:p>
        </w:tc>
      </w:tr>
      <w:tr w:rsidR="00EB718A" w:rsidRPr="00EB718A" w:rsidTr="005965F8">
        <w:trPr>
          <w:trHeight w:val="284"/>
        </w:trPr>
        <w:tc>
          <w:tcPr>
            <w:tcW w:w="993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(2)</w:t>
            </w:r>
          </w:p>
        </w:tc>
        <w:tc>
          <w:tcPr>
            <w:tcW w:w="2400" w:type="dxa"/>
            <w:gridSpan w:val="2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Peso líquido creciente</w:t>
            </w:r>
          </w:p>
        </w:tc>
        <w:tc>
          <w:tcPr>
            <w:tcW w:w="2010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1381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---</w:t>
            </w:r>
          </w:p>
        </w:tc>
      </w:tr>
      <w:tr w:rsidR="00EB718A" w:rsidRPr="00EB718A" w:rsidTr="005965F8">
        <w:trPr>
          <w:trHeight w:val="284"/>
        </w:trPr>
        <w:tc>
          <w:tcPr>
            <w:tcW w:w="993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(3)</w:t>
            </w:r>
          </w:p>
        </w:tc>
        <w:tc>
          <w:tcPr>
            <w:tcW w:w="2400" w:type="dxa"/>
            <w:gridSpan w:val="2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Peso líquido aguas abajo</w:t>
            </w:r>
          </w:p>
        </w:tc>
        <w:tc>
          <w:tcPr>
            <w:tcW w:w="2010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1381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---</w:t>
            </w:r>
          </w:p>
        </w:tc>
      </w:tr>
      <w:tr w:rsidR="00EB718A" w:rsidRPr="00EB718A" w:rsidTr="005965F8">
        <w:trPr>
          <w:trHeight w:val="284"/>
        </w:trPr>
        <w:tc>
          <w:tcPr>
            <w:tcW w:w="993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(4)</w:t>
            </w:r>
          </w:p>
        </w:tc>
        <w:tc>
          <w:tcPr>
            <w:tcW w:w="2400" w:type="dxa"/>
            <w:gridSpan w:val="2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Peso dique</w:t>
            </w:r>
          </w:p>
        </w:tc>
        <w:tc>
          <w:tcPr>
            <w:tcW w:w="2010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1.29 * 0.75 * 2.40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2.32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0.38</w:t>
            </w:r>
          </w:p>
        </w:tc>
        <w:tc>
          <w:tcPr>
            <w:tcW w:w="1381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0.88</w:t>
            </w:r>
          </w:p>
        </w:tc>
      </w:tr>
      <w:tr w:rsidR="00EB718A" w:rsidRPr="00EB718A" w:rsidTr="005965F8">
        <w:trPr>
          <w:trHeight w:val="284"/>
        </w:trPr>
        <w:tc>
          <w:tcPr>
            <w:tcW w:w="993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(5)</w:t>
            </w:r>
          </w:p>
        </w:tc>
        <w:tc>
          <w:tcPr>
            <w:tcW w:w="2400" w:type="dxa"/>
            <w:gridSpan w:val="2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Peso fundación</w:t>
            </w:r>
          </w:p>
        </w:tc>
        <w:tc>
          <w:tcPr>
            <w:tcW w:w="2010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1.50 * 0.20 * 2.40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0.72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1.125</w:t>
            </w:r>
          </w:p>
        </w:tc>
        <w:tc>
          <w:tcPr>
            <w:tcW w:w="1381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0.81</w:t>
            </w:r>
          </w:p>
        </w:tc>
      </w:tr>
      <w:tr w:rsidR="00EB718A" w:rsidRPr="00EB718A" w:rsidTr="005965F8">
        <w:trPr>
          <w:trHeight w:val="284"/>
        </w:trPr>
        <w:tc>
          <w:tcPr>
            <w:tcW w:w="993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(6)</w:t>
            </w:r>
          </w:p>
        </w:tc>
        <w:tc>
          <w:tcPr>
            <w:tcW w:w="2400" w:type="dxa"/>
            <w:gridSpan w:val="2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Peso dentellón aguas arriba</w:t>
            </w:r>
          </w:p>
        </w:tc>
        <w:tc>
          <w:tcPr>
            <w:tcW w:w="2010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0.20 * 0.30 * 2.40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0.14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2.15</w:t>
            </w:r>
          </w:p>
        </w:tc>
        <w:tc>
          <w:tcPr>
            <w:tcW w:w="1381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0.31</w:t>
            </w:r>
          </w:p>
        </w:tc>
      </w:tr>
      <w:tr w:rsidR="00EB718A" w:rsidRPr="00EB718A" w:rsidTr="005965F8">
        <w:trPr>
          <w:trHeight w:val="284"/>
        </w:trPr>
        <w:tc>
          <w:tcPr>
            <w:tcW w:w="993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(7)</w:t>
            </w:r>
          </w:p>
        </w:tc>
        <w:tc>
          <w:tcPr>
            <w:tcW w:w="2400" w:type="dxa"/>
            <w:gridSpan w:val="2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Peso dentellón aguas abajo</w:t>
            </w:r>
          </w:p>
        </w:tc>
        <w:tc>
          <w:tcPr>
            <w:tcW w:w="2010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1381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---</w:t>
            </w:r>
          </w:p>
        </w:tc>
      </w:tr>
      <w:tr w:rsidR="00EB718A" w:rsidRPr="00EB718A" w:rsidTr="005965F8">
        <w:trPr>
          <w:trHeight w:val="284"/>
        </w:trPr>
        <w:tc>
          <w:tcPr>
            <w:tcW w:w="993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(8)</w:t>
            </w:r>
          </w:p>
        </w:tc>
        <w:tc>
          <w:tcPr>
            <w:tcW w:w="2400" w:type="dxa"/>
            <w:gridSpan w:val="2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Empuje líquido</w:t>
            </w:r>
          </w:p>
        </w:tc>
        <w:tc>
          <w:tcPr>
            <w:tcW w:w="2010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0.79</w:t>
            </w:r>
            <w:r w:rsidRPr="00EB718A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EB718A">
              <w:rPr>
                <w:rFonts w:ascii="Arial" w:hAnsi="Arial" w:cs="Arial"/>
                <w:bCs/>
                <w:sz w:val="20"/>
              </w:rPr>
              <w:t xml:space="preserve"> * 1.05/2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0.33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0.26</w:t>
            </w:r>
          </w:p>
        </w:tc>
        <w:tc>
          <w:tcPr>
            <w:tcW w:w="1381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0.09</w:t>
            </w:r>
          </w:p>
        </w:tc>
      </w:tr>
      <w:tr w:rsidR="00EB718A" w:rsidRPr="00EB718A" w:rsidTr="005965F8">
        <w:trPr>
          <w:trHeight w:val="284"/>
        </w:trPr>
        <w:tc>
          <w:tcPr>
            <w:tcW w:w="993" w:type="dxa"/>
            <w:vMerge w:val="restart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(9)</w:t>
            </w:r>
          </w:p>
        </w:tc>
        <w:tc>
          <w:tcPr>
            <w:tcW w:w="1143" w:type="dxa"/>
            <w:vMerge w:val="restart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EB718A">
              <w:rPr>
                <w:rFonts w:ascii="Arial" w:hAnsi="Arial" w:cs="Arial"/>
                <w:sz w:val="20"/>
              </w:rPr>
              <w:t>Peso puntual por sobre tamaño y sismo</w:t>
            </w:r>
          </w:p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7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EB718A">
              <w:rPr>
                <w:rFonts w:ascii="Arial" w:hAnsi="Arial" w:cs="Arial"/>
                <w:sz w:val="20"/>
              </w:rPr>
              <w:t>Inercia presa</w:t>
            </w:r>
          </w:p>
        </w:tc>
        <w:tc>
          <w:tcPr>
            <w:tcW w:w="2010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0.12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0.12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0.33</w:t>
            </w:r>
          </w:p>
        </w:tc>
        <w:tc>
          <w:tcPr>
            <w:tcW w:w="1381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0.04</w:t>
            </w:r>
          </w:p>
        </w:tc>
      </w:tr>
      <w:tr w:rsidR="00EB718A" w:rsidRPr="00EB718A" w:rsidTr="005965F8">
        <w:trPr>
          <w:trHeight w:val="284"/>
        </w:trPr>
        <w:tc>
          <w:tcPr>
            <w:tcW w:w="993" w:type="dxa"/>
            <w:vMerge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143" w:type="dxa"/>
            <w:vMerge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7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EB718A">
              <w:rPr>
                <w:rFonts w:ascii="Arial" w:hAnsi="Arial" w:cs="Arial"/>
                <w:sz w:val="20"/>
              </w:rPr>
              <w:t>Inercia agua</w:t>
            </w:r>
          </w:p>
        </w:tc>
        <w:tc>
          <w:tcPr>
            <w:tcW w:w="2010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0.003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0.003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0.32</w:t>
            </w:r>
          </w:p>
        </w:tc>
        <w:tc>
          <w:tcPr>
            <w:tcW w:w="1381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Despreciable</w:t>
            </w:r>
          </w:p>
        </w:tc>
      </w:tr>
      <w:tr w:rsidR="00EB718A" w:rsidRPr="00EB718A" w:rsidTr="005965F8">
        <w:trPr>
          <w:trHeight w:val="284"/>
        </w:trPr>
        <w:tc>
          <w:tcPr>
            <w:tcW w:w="993" w:type="dxa"/>
            <w:vMerge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143" w:type="dxa"/>
            <w:vMerge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7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EB718A">
              <w:rPr>
                <w:rFonts w:ascii="Arial" w:hAnsi="Arial" w:cs="Arial"/>
                <w:sz w:val="20"/>
              </w:rPr>
              <w:t xml:space="preserve">Puntual sobre </w:t>
            </w:r>
            <w:r w:rsidRPr="00EB718A">
              <w:rPr>
                <w:rFonts w:ascii="Arial" w:hAnsi="Arial" w:cs="Arial"/>
                <w:sz w:val="20"/>
              </w:rPr>
              <w:lastRenderedPageBreak/>
              <w:t>tamaño</w:t>
            </w:r>
          </w:p>
        </w:tc>
        <w:tc>
          <w:tcPr>
            <w:tcW w:w="2010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lastRenderedPageBreak/>
              <w:t>0.1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0.1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0.79</w:t>
            </w:r>
          </w:p>
        </w:tc>
        <w:tc>
          <w:tcPr>
            <w:tcW w:w="1381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0.08</w:t>
            </w:r>
          </w:p>
        </w:tc>
      </w:tr>
      <w:tr w:rsidR="00EB718A" w:rsidRPr="00EB718A" w:rsidTr="005965F8">
        <w:trPr>
          <w:trHeight w:val="284"/>
        </w:trPr>
        <w:tc>
          <w:tcPr>
            <w:tcW w:w="993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lastRenderedPageBreak/>
              <w:t>(10)</w:t>
            </w:r>
          </w:p>
        </w:tc>
        <w:tc>
          <w:tcPr>
            <w:tcW w:w="2400" w:type="dxa"/>
            <w:gridSpan w:val="2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Subpresión</w:t>
            </w:r>
          </w:p>
        </w:tc>
        <w:tc>
          <w:tcPr>
            <w:tcW w:w="2010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0.79 * 1.50 * 1.00/2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0.59</w:t>
            </w:r>
          </w:p>
        </w:tc>
        <w:tc>
          <w:tcPr>
            <w:tcW w:w="879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1.00</w:t>
            </w:r>
          </w:p>
        </w:tc>
        <w:tc>
          <w:tcPr>
            <w:tcW w:w="1381" w:type="dxa"/>
            <w:vAlign w:val="center"/>
          </w:tcPr>
          <w:p w:rsidR="00EB718A" w:rsidRPr="00EB718A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EB718A">
              <w:rPr>
                <w:rFonts w:ascii="Arial" w:hAnsi="Arial" w:cs="Arial"/>
                <w:bCs/>
                <w:sz w:val="20"/>
              </w:rPr>
              <w:t>0.59</w:t>
            </w:r>
          </w:p>
        </w:tc>
      </w:tr>
    </w:tbl>
    <w:p w:rsidR="00EB718A" w:rsidRPr="00EB718A" w:rsidRDefault="00EB718A" w:rsidP="00EB718A">
      <w:pPr>
        <w:pStyle w:val="Textoindependiente"/>
        <w:ind w:left="142"/>
        <w:rPr>
          <w:rFonts w:ascii="Arial" w:hAnsi="Arial" w:cs="Arial"/>
          <w:bCs/>
        </w:rPr>
      </w:pPr>
      <w:r w:rsidRPr="00EB718A">
        <w:rPr>
          <w:rFonts w:ascii="Arial" w:hAnsi="Arial" w:cs="Arial"/>
          <w:bCs/>
        </w:rPr>
        <w:t>Nota: La carga puntual sobre tamaño propuesta.</w:t>
      </w:r>
    </w:p>
    <w:p w:rsidR="00AE72A8" w:rsidRDefault="00AE72A8" w:rsidP="00AE72A8">
      <w:pPr>
        <w:pStyle w:val="Ttulo"/>
        <w:rPr>
          <w:b w:val="0"/>
          <w:bCs/>
        </w:rPr>
      </w:pPr>
    </w:p>
    <w:p w:rsidR="00AE72A8" w:rsidRPr="00924C0D" w:rsidRDefault="008B6575" w:rsidP="00924C0D">
      <w:pPr>
        <w:pStyle w:val="Ttul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2.3.1.1 </w:t>
      </w:r>
      <w:r w:rsidR="00872EBC">
        <w:rPr>
          <w:sz w:val="24"/>
          <w:szCs w:val="24"/>
        </w:rPr>
        <w:t>CÁLCULOS DE ESTABILIDAD</w:t>
      </w:r>
    </w:p>
    <w:p w:rsidR="00924C0D" w:rsidRDefault="00924C0D" w:rsidP="00924C0D">
      <w:pPr>
        <w:pStyle w:val="Ttulo"/>
        <w:jc w:val="left"/>
        <w:rPr>
          <w:b w:val="0"/>
          <w:bCs/>
          <w:lang w:val="fr-FR"/>
        </w:rPr>
      </w:pPr>
    </w:p>
    <w:p w:rsidR="00EB718A" w:rsidRPr="00EB718A" w:rsidRDefault="00EB718A" w:rsidP="00EB718A">
      <w:pPr>
        <w:spacing w:after="0"/>
        <w:ind w:left="1416" w:firstLine="708"/>
        <w:jc w:val="left"/>
        <w:rPr>
          <w:rFonts w:cs="Arial"/>
          <w:lang w:val="fr-FR"/>
        </w:rPr>
      </w:pPr>
      <w:r w:rsidRPr="00EB718A">
        <w:rPr>
          <w:rFonts w:cs="Arial"/>
          <w:lang w:val="es-ES"/>
        </w:rPr>
        <w:sym w:font="Symbol" w:char="F053"/>
      </w:r>
      <w:r w:rsidRPr="00EB718A">
        <w:rPr>
          <w:rFonts w:cs="Arial"/>
          <w:lang w:val="fr-FR"/>
        </w:rPr>
        <w:t xml:space="preserve"> Fv  = V</w:t>
      </w:r>
      <w:r w:rsidRPr="00EB718A">
        <w:rPr>
          <w:rFonts w:cs="Arial"/>
          <w:vertAlign w:val="subscript"/>
          <w:lang w:val="fr-FR"/>
        </w:rPr>
        <w:t xml:space="preserve">1  </w:t>
      </w:r>
      <w:r w:rsidRPr="00EB718A">
        <w:rPr>
          <w:rFonts w:cs="Arial"/>
          <w:lang w:val="fr-FR"/>
        </w:rPr>
        <w:t>+ V</w:t>
      </w:r>
      <w:r w:rsidRPr="00EB718A">
        <w:rPr>
          <w:rFonts w:cs="Arial"/>
          <w:vertAlign w:val="subscript"/>
          <w:lang w:val="fr-FR"/>
        </w:rPr>
        <w:t xml:space="preserve">4  </w:t>
      </w:r>
      <w:r w:rsidRPr="00EB718A">
        <w:rPr>
          <w:rFonts w:cs="Arial"/>
          <w:lang w:val="fr-FR"/>
        </w:rPr>
        <w:t>+ V</w:t>
      </w:r>
      <w:r w:rsidRPr="00EB718A">
        <w:rPr>
          <w:rFonts w:cs="Arial"/>
          <w:vertAlign w:val="subscript"/>
          <w:lang w:val="fr-FR"/>
        </w:rPr>
        <w:t xml:space="preserve">5 </w:t>
      </w:r>
      <w:r w:rsidRPr="00EB718A">
        <w:rPr>
          <w:rFonts w:cs="Arial"/>
          <w:lang w:val="fr-FR"/>
        </w:rPr>
        <w:t>+</w:t>
      </w:r>
      <w:r w:rsidRPr="00EB718A">
        <w:rPr>
          <w:rFonts w:cs="Arial"/>
          <w:vertAlign w:val="subscript"/>
          <w:lang w:val="fr-FR"/>
        </w:rPr>
        <w:t xml:space="preserve"> </w:t>
      </w:r>
      <w:r w:rsidRPr="00EB718A">
        <w:rPr>
          <w:rFonts w:cs="Arial"/>
          <w:lang w:val="fr-FR"/>
        </w:rPr>
        <w:t>V</w:t>
      </w:r>
      <w:r w:rsidRPr="00EB718A">
        <w:rPr>
          <w:rFonts w:cs="Arial"/>
          <w:vertAlign w:val="subscript"/>
          <w:lang w:val="fr-FR"/>
        </w:rPr>
        <w:t xml:space="preserve">6 </w:t>
      </w:r>
      <w:r w:rsidRPr="00EB718A">
        <w:rPr>
          <w:rFonts w:cs="Arial"/>
          <w:lang w:val="fr-FR"/>
        </w:rPr>
        <w:t>- V</w:t>
      </w:r>
      <w:r w:rsidRPr="00EB718A">
        <w:rPr>
          <w:rFonts w:cs="Arial"/>
          <w:vertAlign w:val="subscript"/>
          <w:lang w:val="fr-FR"/>
        </w:rPr>
        <w:t>10</w:t>
      </w:r>
    </w:p>
    <w:p w:rsidR="00EB718A" w:rsidRPr="00EB718A" w:rsidRDefault="00EB718A" w:rsidP="00EB718A">
      <w:pPr>
        <w:tabs>
          <w:tab w:val="left" w:pos="2610"/>
        </w:tabs>
        <w:spacing w:after="0"/>
        <w:ind w:left="1416" w:firstLine="708"/>
        <w:jc w:val="left"/>
        <w:rPr>
          <w:rFonts w:cs="Arial"/>
          <w:lang w:val="fr-FR"/>
        </w:rPr>
      </w:pPr>
      <w:r w:rsidRPr="00EB718A">
        <w:rPr>
          <w:rFonts w:cs="Arial"/>
          <w:lang w:val="fr-FR"/>
        </w:rPr>
        <w:tab/>
      </w:r>
    </w:p>
    <w:p w:rsidR="00EB718A" w:rsidRPr="00EB718A" w:rsidRDefault="00EB718A" w:rsidP="00EB718A">
      <w:pPr>
        <w:spacing w:after="0"/>
        <w:ind w:left="1416" w:firstLine="708"/>
        <w:jc w:val="left"/>
        <w:rPr>
          <w:rFonts w:cs="Arial"/>
          <w:lang w:val="fr-FR"/>
        </w:rPr>
      </w:pPr>
      <w:r w:rsidRPr="00EB718A">
        <w:rPr>
          <w:rFonts w:cs="Arial"/>
          <w:lang w:val="es-ES"/>
        </w:rPr>
        <w:sym w:font="Symbol" w:char="F053"/>
      </w:r>
      <w:r w:rsidRPr="00EB718A">
        <w:rPr>
          <w:rFonts w:cs="Arial"/>
          <w:lang w:val="fr-FR"/>
        </w:rPr>
        <w:t xml:space="preserve"> Fv  =  3.83 ton/m</w:t>
      </w:r>
    </w:p>
    <w:p w:rsidR="00EB718A" w:rsidRPr="00EB718A" w:rsidRDefault="00EB718A" w:rsidP="00EB718A">
      <w:pPr>
        <w:spacing w:after="0"/>
        <w:ind w:left="1416" w:firstLine="708"/>
        <w:jc w:val="left"/>
        <w:rPr>
          <w:rFonts w:cs="Arial"/>
          <w:lang w:val="fr-FR"/>
        </w:rPr>
      </w:pPr>
    </w:p>
    <w:p w:rsidR="00EB718A" w:rsidRPr="00EB718A" w:rsidRDefault="00EB718A" w:rsidP="00EB718A">
      <w:pPr>
        <w:spacing w:after="0"/>
        <w:ind w:left="1416" w:firstLine="708"/>
        <w:jc w:val="left"/>
        <w:rPr>
          <w:rFonts w:cs="Arial"/>
          <w:b/>
          <w:bCs/>
          <w:lang w:val="fr-FR"/>
        </w:rPr>
      </w:pPr>
      <w:r w:rsidRPr="00EB718A">
        <w:rPr>
          <w:rFonts w:cs="Arial"/>
          <w:lang w:val="es-ES"/>
        </w:rPr>
        <w:sym w:font="Symbol" w:char="F053"/>
      </w:r>
      <w:r w:rsidRPr="00EB718A">
        <w:rPr>
          <w:rFonts w:cs="Arial"/>
          <w:lang w:val="fr-FR"/>
        </w:rPr>
        <w:t xml:space="preserve"> M</w:t>
      </w:r>
      <w:r w:rsidRPr="00EB718A">
        <w:rPr>
          <w:rFonts w:cs="Arial"/>
          <w:vertAlign w:val="superscript"/>
          <w:lang w:val="fr-FR"/>
        </w:rPr>
        <w:t>(+)</w:t>
      </w:r>
      <w:r w:rsidRPr="00EB718A">
        <w:rPr>
          <w:rFonts w:cs="Arial"/>
          <w:lang w:val="fr-FR"/>
        </w:rPr>
        <w:t xml:space="preserve"> = M</w:t>
      </w:r>
      <w:r w:rsidRPr="00EB718A">
        <w:rPr>
          <w:rFonts w:cs="Arial"/>
          <w:vertAlign w:val="subscript"/>
          <w:lang w:val="fr-FR"/>
        </w:rPr>
        <w:t xml:space="preserve">1  </w:t>
      </w:r>
      <w:r w:rsidRPr="00EB718A">
        <w:rPr>
          <w:rFonts w:cs="Arial"/>
          <w:lang w:val="fr-FR"/>
        </w:rPr>
        <w:t>+</w:t>
      </w:r>
      <w:r w:rsidRPr="00EB718A">
        <w:rPr>
          <w:rFonts w:cs="Arial"/>
          <w:vertAlign w:val="subscript"/>
          <w:lang w:val="fr-FR"/>
        </w:rPr>
        <w:t xml:space="preserve">  </w:t>
      </w:r>
      <w:r w:rsidRPr="00EB718A">
        <w:rPr>
          <w:rFonts w:cs="Arial"/>
          <w:lang w:val="fr-FR"/>
        </w:rPr>
        <w:t>M</w:t>
      </w:r>
      <w:r w:rsidRPr="00EB718A">
        <w:rPr>
          <w:rFonts w:cs="Arial"/>
          <w:vertAlign w:val="subscript"/>
          <w:lang w:val="fr-FR"/>
        </w:rPr>
        <w:t xml:space="preserve">4  </w:t>
      </w:r>
      <w:r w:rsidRPr="00EB718A">
        <w:rPr>
          <w:rFonts w:cs="Arial"/>
          <w:lang w:val="fr-FR"/>
        </w:rPr>
        <w:t>+ M</w:t>
      </w:r>
      <w:r w:rsidRPr="00EB718A">
        <w:rPr>
          <w:rFonts w:cs="Arial"/>
          <w:vertAlign w:val="subscript"/>
          <w:lang w:val="fr-FR"/>
        </w:rPr>
        <w:t xml:space="preserve">5  </w:t>
      </w:r>
      <w:r w:rsidRPr="00EB718A">
        <w:rPr>
          <w:rFonts w:cs="Arial"/>
          <w:lang w:val="fr-FR"/>
        </w:rPr>
        <w:t>+</w:t>
      </w:r>
      <w:r w:rsidRPr="00EB718A">
        <w:rPr>
          <w:rFonts w:cs="Arial"/>
          <w:vertAlign w:val="subscript"/>
          <w:lang w:val="fr-FR"/>
        </w:rPr>
        <w:t xml:space="preserve"> </w:t>
      </w:r>
      <w:r w:rsidRPr="00EB718A">
        <w:rPr>
          <w:rFonts w:cs="Arial"/>
          <w:lang w:val="fr-FR"/>
        </w:rPr>
        <w:t>M</w:t>
      </w:r>
      <w:r w:rsidRPr="00EB718A">
        <w:rPr>
          <w:rFonts w:cs="Arial"/>
          <w:vertAlign w:val="subscript"/>
          <w:lang w:val="fr-FR"/>
        </w:rPr>
        <w:t xml:space="preserve">6 </w:t>
      </w:r>
    </w:p>
    <w:p w:rsidR="00EB718A" w:rsidRPr="00EB718A" w:rsidRDefault="00EB718A" w:rsidP="00EB718A">
      <w:pPr>
        <w:spacing w:after="0"/>
        <w:jc w:val="left"/>
        <w:rPr>
          <w:rFonts w:cs="Arial"/>
          <w:b/>
          <w:bCs/>
          <w:lang w:val="fr-FR"/>
        </w:rPr>
      </w:pPr>
    </w:p>
    <w:p w:rsidR="00EB718A" w:rsidRPr="00EB718A" w:rsidRDefault="00EB718A" w:rsidP="00EB718A">
      <w:pPr>
        <w:spacing w:after="0"/>
        <w:jc w:val="left"/>
        <w:rPr>
          <w:rFonts w:cs="Arial"/>
          <w:b/>
          <w:bCs/>
          <w:lang w:val="fr-FR"/>
        </w:rPr>
      </w:pPr>
      <w:r w:rsidRPr="00EB718A">
        <w:rPr>
          <w:rFonts w:cs="Arial"/>
          <w:b/>
          <w:bCs/>
          <w:lang w:val="fr-FR"/>
        </w:rPr>
        <w:tab/>
      </w:r>
      <w:r w:rsidRPr="00EB718A">
        <w:rPr>
          <w:rFonts w:cs="Arial"/>
          <w:b/>
          <w:bCs/>
          <w:lang w:val="fr-FR"/>
        </w:rPr>
        <w:tab/>
      </w:r>
      <w:r w:rsidRPr="00EB718A"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 w:rsidRPr="00EB718A">
        <w:rPr>
          <w:rFonts w:cs="Arial"/>
          <w:lang w:val="es-ES"/>
        </w:rPr>
        <w:sym w:font="Symbol" w:char="F053"/>
      </w:r>
      <w:r w:rsidRPr="00EB718A">
        <w:rPr>
          <w:rFonts w:cs="Arial"/>
          <w:lang w:val="fr-FR"/>
        </w:rPr>
        <w:t xml:space="preserve"> M</w:t>
      </w:r>
      <w:r w:rsidRPr="00EB718A">
        <w:rPr>
          <w:rFonts w:cs="Arial"/>
          <w:vertAlign w:val="superscript"/>
          <w:lang w:val="fr-FR"/>
        </w:rPr>
        <w:t>(+)</w:t>
      </w:r>
      <w:r w:rsidRPr="00EB718A">
        <w:rPr>
          <w:rFonts w:cs="Arial"/>
          <w:lang w:val="fr-FR"/>
        </w:rPr>
        <w:t xml:space="preserve"> = 3.86 ton-m/m</w:t>
      </w:r>
    </w:p>
    <w:p w:rsidR="00EB718A" w:rsidRPr="00EB718A" w:rsidRDefault="00EB718A" w:rsidP="00EB718A">
      <w:pPr>
        <w:spacing w:after="0"/>
        <w:jc w:val="center"/>
        <w:rPr>
          <w:rFonts w:cs="Arial"/>
          <w:b/>
          <w:bCs/>
          <w:lang w:val="fr-FR"/>
        </w:rPr>
      </w:pPr>
    </w:p>
    <w:p w:rsidR="00EB718A" w:rsidRPr="00EB718A" w:rsidRDefault="00EB718A" w:rsidP="00EB718A">
      <w:pPr>
        <w:spacing w:after="0"/>
        <w:ind w:left="1416" w:firstLine="708"/>
        <w:jc w:val="left"/>
        <w:rPr>
          <w:rFonts w:cs="Arial"/>
          <w:b/>
          <w:bCs/>
          <w:lang w:val="fr-FR"/>
        </w:rPr>
      </w:pPr>
      <w:r w:rsidRPr="00EB718A">
        <w:rPr>
          <w:rFonts w:cs="Arial"/>
          <w:lang w:val="es-ES"/>
        </w:rPr>
        <w:sym w:font="Symbol" w:char="F053"/>
      </w:r>
      <w:r w:rsidRPr="00EB718A">
        <w:rPr>
          <w:rFonts w:cs="Arial"/>
          <w:lang w:val="fr-FR"/>
        </w:rPr>
        <w:t xml:space="preserve"> M</w:t>
      </w:r>
      <w:r w:rsidRPr="00EB718A">
        <w:rPr>
          <w:rFonts w:cs="Arial"/>
          <w:vertAlign w:val="superscript"/>
          <w:lang w:val="fr-FR"/>
        </w:rPr>
        <w:t>(-)</w:t>
      </w:r>
      <w:r w:rsidRPr="00EB718A">
        <w:rPr>
          <w:rFonts w:cs="Arial"/>
          <w:lang w:val="fr-FR"/>
        </w:rPr>
        <w:t xml:space="preserve"> = </w:t>
      </w:r>
      <w:r w:rsidRPr="00EB718A">
        <w:rPr>
          <w:rFonts w:cs="Arial"/>
          <w:vertAlign w:val="subscript"/>
          <w:lang w:val="fr-FR"/>
        </w:rPr>
        <w:t xml:space="preserve"> </w:t>
      </w:r>
      <w:r w:rsidRPr="00EB718A">
        <w:rPr>
          <w:rFonts w:cs="Arial"/>
          <w:lang w:val="fr-FR"/>
        </w:rPr>
        <w:t>M</w:t>
      </w:r>
      <w:r w:rsidRPr="00EB718A">
        <w:rPr>
          <w:rFonts w:cs="Arial"/>
          <w:vertAlign w:val="subscript"/>
          <w:lang w:val="fr-FR"/>
        </w:rPr>
        <w:t xml:space="preserve">8  </w:t>
      </w:r>
      <w:r w:rsidRPr="00EB718A">
        <w:rPr>
          <w:rFonts w:cs="Arial"/>
          <w:lang w:val="fr-FR"/>
        </w:rPr>
        <w:t>+</w:t>
      </w:r>
      <w:r w:rsidRPr="00EB718A">
        <w:rPr>
          <w:rFonts w:cs="Arial"/>
          <w:vertAlign w:val="subscript"/>
          <w:lang w:val="fr-FR"/>
        </w:rPr>
        <w:t xml:space="preserve">  </w:t>
      </w:r>
      <w:r w:rsidRPr="00EB718A">
        <w:rPr>
          <w:rFonts w:cs="Arial"/>
          <w:lang w:val="fr-FR"/>
        </w:rPr>
        <w:t>M</w:t>
      </w:r>
      <w:r w:rsidRPr="00EB718A">
        <w:rPr>
          <w:rFonts w:cs="Arial"/>
          <w:vertAlign w:val="subscript"/>
          <w:lang w:val="fr-FR"/>
        </w:rPr>
        <w:t xml:space="preserve">9  </w:t>
      </w:r>
      <w:r w:rsidRPr="00EB718A">
        <w:rPr>
          <w:rFonts w:cs="Arial"/>
          <w:lang w:val="fr-FR"/>
        </w:rPr>
        <w:t>+ M</w:t>
      </w:r>
      <w:r w:rsidRPr="00EB718A">
        <w:rPr>
          <w:rFonts w:cs="Arial"/>
          <w:vertAlign w:val="subscript"/>
          <w:lang w:val="fr-FR"/>
        </w:rPr>
        <w:t>10</w:t>
      </w:r>
      <w:r w:rsidRPr="00EB718A">
        <w:rPr>
          <w:rFonts w:cs="Arial"/>
          <w:lang w:val="fr-FR"/>
        </w:rPr>
        <w:t xml:space="preserve"> </w:t>
      </w:r>
    </w:p>
    <w:p w:rsidR="00EB718A" w:rsidRPr="00EB718A" w:rsidRDefault="00EB718A" w:rsidP="00EB718A">
      <w:pPr>
        <w:spacing w:after="0"/>
        <w:jc w:val="left"/>
        <w:rPr>
          <w:rFonts w:cs="Arial"/>
          <w:b/>
          <w:bCs/>
          <w:lang w:val="fr-FR"/>
        </w:rPr>
      </w:pPr>
    </w:p>
    <w:p w:rsidR="00EB718A" w:rsidRPr="00EB718A" w:rsidRDefault="00EB718A" w:rsidP="00EB718A">
      <w:pPr>
        <w:spacing w:after="0"/>
        <w:jc w:val="left"/>
        <w:rPr>
          <w:rFonts w:cs="Arial"/>
          <w:b/>
          <w:bCs/>
        </w:rPr>
      </w:pPr>
      <w:r w:rsidRPr="00EB718A">
        <w:rPr>
          <w:rFonts w:cs="Arial"/>
          <w:b/>
          <w:bCs/>
          <w:lang w:val="fr-FR"/>
        </w:rPr>
        <w:tab/>
      </w:r>
      <w:r w:rsidRPr="00EB718A"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>
        <w:rPr>
          <w:rFonts w:cs="Arial"/>
          <w:b/>
          <w:bCs/>
          <w:lang w:val="fr-FR"/>
        </w:rPr>
        <w:tab/>
      </w:r>
      <w:r w:rsidRPr="00EB718A">
        <w:rPr>
          <w:rFonts w:cs="Arial"/>
          <w:b/>
          <w:bCs/>
          <w:lang w:val="fr-FR"/>
        </w:rPr>
        <w:tab/>
      </w:r>
      <w:r w:rsidRPr="00EB718A">
        <w:rPr>
          <w:rFonts w:cs="Arial"/>
          <w:lang w:val="es-ES"/>
        </w:rPr>
        <w:sym w:font="Symbol" w:char="F053"/>
      </w:r>
      <w:r w:rsidRPr="00EB718A">
        <w:rPr>
          <w:rFonts w:cs="Arial"/>
          <w:lang w:val="fr-FR"/>
        </w:rPr>
        <w:t xml:space="preserve"> M</w:t>
      </w:r>
      <w:r w:rsidRPr="00EB718A">
        <w:rPr>
          <w:rFonts w:cs="Arial"/>
          <w:vertAlign w:val="superscript"/>
          <w:lang w:val="fr-FR"/>
        </w:rPr>
        <w:t>(-)</w:t>
      </w:r>
      <w:r w:rsidRPr="00EB718A">
        <w:rPr>
          <w:rFonts w:cs="Arial"/>
          <w:lang w:val="fr-FR"/>
        </w:rPr>
        <w:t xml:space="preserve"> = 0.80 </w:t>
      </w:r>
      <w:r w:rsidRPr="00EB718A">
        <w:rPr>
          <w:rFonts w:cs="Arial"/>
        </w:rPr>
        <w:t>ton-m/m</w:t>
      </w:r>
    </w:p>
    <w:p w:rsidR="00EB718A" w:rsidRPr="00EB718A" w:rsidRDefault="00EB718A" w:rsidP="00EB718A">
      <w:pPr>
        <w:spacing w:after="0"/>
        <w:jc w:val="left"/>
        <w:rPr>
          <w:rFonts w:cs="Arial"/>
          <w:b/>
          <w:bCs/>
        </w:rPr>
      </w:pPr>
    </w:p>
    <w:p w:rsidR="00EB718A" w:rsidRPr="00EB718A" w:rsidRDefault="00EB718A" w:rsidP="00EB718A">
      <w:pPr>
        <w:spacing w:after="0"/>
        <w:ind w:left="1416" w:firstLine="708"/>
        <w:jc w:val="left"/>
        <w:rPr>
          <w:rFonts w:cs="Arial"/>
          <w:lang w:val="fr-FR"/>
        </w:rPr>
      </w:pPr>
      <w:r w:rsidRPr="00EB718A">
        <w:rPr>
          <w:rFonts w:cs="Arial"/>
          <w:lang w:val="es-ES"/>
        </w:rPr>
        <w:sym w:font="Symbol" w:char="F053"/>
      </w:r>
      <w:r w:rsidRPr="00EB718A">
        <w:rPr>
          <w:rFonts w:cs="Arial"/>
          <w:lang w:val="fr-FR"/>
        </w:rPr>
        <w:t xml:space="preserve"> F</w:t>
      </w:r>
      <w:r w:rsidRPr="00EB718A">
        <w:rPr>
          <w:rFonts w:cs="Arial"/>
          <w:vertAlign w:val="subscript"/>
          <w:lang w:val="fr-FR"/>
        </w:rPr>
        <w:t>H</w:t>
      </w:r>
      <w:r w:rsidRPr="00EB718A">
        <w:rPr>
          <w:rFonts w:cs="Arial"/>
          <w:lang w:val="fr-FR"/>
        </w:rPr>
        <w:t xml:space="preserve">  = V</w:t>
      </w:r>
      <w:r w:rsidRPr="00EB718A">
        <w:rPr>
          <w:rFonts w:cs="Arial"/>
          <w:vertAlign w:val="subscript"/>
          <w:lang w:val="fr-FR"/>
        </w:rPr>
        <w:t>8</w:t>
      </w:r>
      <w:r w:rsidRPr="00EB718A">
        <w:rPr>
          <w:rFonts w:cs="Arial"/>
          <w:lang w:val="fr-FR"/>
        </w:rPr>
        <w:t xml:space="preserve"> + V</w:t>
      </w:r>
      <w:r w:rsidRPr="00EB718A">
        <w:rPr>
          <w:rFonts w:cs="Arial"/>
          <w:vertAlign w:val="subscript"/>
          <w:lang w:val="fr-FR"/>
        </w:rPr>
        <w:t>9</w:t>
      </w:r>
    </w:p>
    <w:p w:rsidR="00EB718A" w:rsidRPr="00EB718A" w:rsidRDefault="00EB718A" w:rsidP="00EB718A">
      <w:pPr>
        <w:spacing w:after="0"/>
        <w:ind w:left="1416" w:firstLine="708"/>
        <w:jc w:val="left"/>
        <w:rPr>
          <w:rFonts w:cs="Arial"/>
          <w:lang w:val="fr-FR"/>
        </w:rPr>
      </w:pPr>
    </w:p>
    <w:p w:rsidR="00EB718A" w:rsidRPr="00EB718A" w:rsidRDefault="00EB718A" w:rsidP="00EB718A">
      <w:pPr>
        <w:spacing w:after="0"/>
        <w:ind w:left="1416" w:firstLine="708"/>
        <w:jc w:val="left"/>
        <w:rPr>
          <w:rFonts w:cs="Arial"/>
          <w:lang w:val="fr-FR"/>
        </w:rPr>
      </w:pPr>
      <w:r w:rsidRPr="00EB718A">
        <w:rPr>
          <w:rFonts w:cs="Arial"/>
          <w:lang w:val="es-ES"/>
        </w:rPr>
        <w:sym w:font="Symbol" w:char="F053"/>
      </w:r>
      <w:r w:rsidRPr="00EB718A">
        <w:rPr>
          <w:rFonts w:cs="Arial"/>
          <w:lang w:val="fr-FR"/>
        </w:rPr>
        <w:t xml:space="preserve"> F</w:t>
      </w:r>
      <w:r w:rsidRPr="00EB718A">
        <w:rPr>
          <w:rFonts w:cs="Arial"/>
          <w:vertAlign w:val="subscript"/>
          <w:lang w:val="fr-FR"/>
        </w:rPr>
        <w:t>H</w:t>
      </w:r>
      <w:r w:rsidRPr="00EB718A">
        <w:rPr>
          <w:rFonts w:cs="Arial"/>
          <w:lang w:val="fr-FR"/>
        </w:rPr>
        <w:t xml:space="preserve">  =  0.55 ton/m</w:t>
      </w:r>
    </w:p>
    <w:p w:rsidR="00EB718A" w:rsidRPr="00EB718A" w:rsidRDefault="00EB718A" w:rsidP="00EB718A">
      <w:pPr>
        <w:spacing w:after="0"/>
        <w:jc w:val="center"/>
        <w:rPr>
          <w:rFonts w:ascii="Tahoma" w:hAnsi="Tahoma" w:cs="Tahoma"/>
          <w:b/>
          <w:bCs/>
          <w:lang w:val="fr-FR"/>
        </w:rPr>
      </w:pPr>
    </w:p>
    <w:p w:rsidR="00AE72A8" w:rsidRDefault="00AE72A8" w:rsidP="00AE72A8">
      <w:pPr>
        <w:pStyle w:val="Ttulo"/>
        <w:rPr>
          <w:lang w:val="es-ES"/>
        </w:rPr>
      </w:pPr>
    </w:p>
    <w:p w:rsidR="00AE72A8" w:rsidRPr="00446B59" w:rsidRDefault="00AE72A8" w:rsidP="00AE72A8">
      <w:pPr>
        <w:pStyle w:val="Ttulo"/>
        <w:jc w:val="left"/>
        <w:rPr>
          <w:sz w:val="24"/>
          <w:szCs w:val="24"/>
          <w:lang w:val="es-ES"/>
        </w:rPr>
      </w:pPr>
      <w:r w:rsidRPr="00446B59">
        <w:rPr>
          <w:sz w:val="24"/>
          <w:szCs w:val="24"/>
        </w:rPr>
        <w:t>Seguridad contra Volcamiento</w:t>
      </w:r>
    </w:p>
    <w:p w:rsidR="00AE72A8" w:rsidRPr="00446B59" w:rsidRDefault="00AE72A8" w:rsidP="00AE72A8">
      <w:pPr>
        <w:pStyle w:val="Ttulo"/>
        <w:jc w:val="left"/>
        <w:rPr>
          <w:sz w:val="24"/>
          <w:szCs w:val="24"/>
        </w:rPr>
      </w:pPr>
    </w:p>
    <w:p w:rsidR="00EB718A" w:rsidRPr="00EB718A" w:rsidRDefault="00AE72A8" w:rsidP="00EB718A">
      <w:pPr>
        <w:pStyle w:val="Ttulo"/>
        <w:jc w:val="left"/>
        <w:rPr>
          <w:b w:val="0"/>
          <w:bCs/>
          <w:sz w:val="24"/>
          <w:szCs w:val="24"/>
          <w:lang w:val="es-CO"/>
        </w:rPr>
      </w:pPr>
      <w:r w:rsidRPr="00446B59">
        <w:rPr>
          <w:b w:val="0"/>
          <w:bCs/>
          <w:sz w:val="24"/>
          <w:szCs w:val="24"/>
        </w:rPr>
        <w:tab/>
      </w:r>
      <w:r w:rsidRPr="00446B59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="00EB718A">
        <w:rPr>
          <w:b w:val="0"/>
          <w:bCs/>
          <w:sz w:val="24"/>
          <w:szCs w:val="24"/>
        </w:rPr>
        <w:tab/>
      </w:r>
      <w:r w:rsidRPr="00446B59">
        <w:rPr>
          <w:b w:val="0"/>
          <w:bCs/>
          <w:sz w:val="24"/>
          <w:szCs w:val="24"/>
        </w:rPr>
        <w:tab/>
      </w:r>
      <w:r w:rsidRPr="00446B59">
        <w:rPr>
          <w:b w:val="0"/>
          <w:bCs/>
          <w:sz w:val="24"/>
          <w:szCs w:val="24"/>
        </w:rPr>
        <w:tab/>
      </w:r>
      <w:r w:rsidR="00EB718A" w:rsidRPr="00EB718A">
        <w:rPr>
          <w:b w:val="0"/>
          <w:bCs/>
          <w:sz w:val="24"/>
          <w:szCs w:val="24"/>
          <w:lang w:val="es-CO"/>
        </w:rPr>
        <w:t>f</w:t>
      </w:r>
      <w:r w:rsidR="00EB718A" w:rsidRPr="00EB718A">
        <w:rPr>
          <w:b w:val="0"/>
          <w:bCs/>
          <w:sz w:val="24"/>
          <w:szCs w:val="24"/>
          <w:vertAlign w:val="subscript"/>
          <w:lang w:val="es-CO"/>
        </w:rPr>
        <w:t>sv</w:t>
      </w:r>
      <w:r w:rsidR="00EB718A" w:rsidRPr="00EB718A">
        <w:rPr>
          <w:b w:val="0"/>
          <w:bCs/>
          <w:sz w:val="24"/>
          <w:szCs w:val="24"/>
          <w:lang w:val="es-CO"/>
        </w:rPr>
        <w:t xml:space="preserve">  </w:t>
      </w:r>
      <w:r w:rsidR="00EB718A" w:rsidRPr="00EB718A">
        <w:rPr>
          <w:b w:val="0"/>
          <w:bCs/>
          <w:sz w:val="24"/>
          <w:szCs w:val="24"/>
          <w:u w:val="single"/>
          <w:lang w:val="es-CO"/>
        </w:rPr>
        <w:t xml:space="preserve">=  </w:t>
      </w:r>
      <w:r w:rsidR="00EB718A" w:rsidRPr="00EB718A">
        <w:rPr>
          <w:b w:val="0"/>
          <w:bCs/>
          <w:sz w:val="24"/>
          <w:szCs w:val="24"/>
          <w:u w:val="single"/>
        </w:rPr>
        <w:sym w:font="Symbol" w:char="F053"/>
      </w:r>
      <w:r w:rsidR="00EB718A" w:rsidRPr="00EB718A">
        <w:rPr>
          <w:b w:val="0"/>
          <w:bCs/>
          <w:sz w:val="24"/>
          <w:szCs w:val="24"/>
          <w:u w:val="single"/>
          <w:lang w:val="es-CO"/>
        </w:rPr>
        <w:t xml:space="preserve"> M</w:t>
      </w:r>
      <w:r w:rsidR="00EB718A" w:rsidRPr="00EB718A">
        <w:rPr>
          <w:b w:val="0"/>
          <w:bCs/>
          <w:sz w:val="24"/>
          <w:szCs w:val="24"/>
          <w:u w:val="single"/>
          <w:vertAlign w:val="subscript"/>
          <w:lang w:val="es-CO"/>
        </w:rPr>
        <w:t>u</w:t>
      </w:r>
      <w:r w:rsidR="00EB718A" w:rsidRPr="00EB718A">
        <w:rPr>
          <w:b w:val="0"/>
          <w:bCs/>
          <w:sz w:val="24"/>
          <w:szCs w:val="24"/>
          <w:vertAlign w:val="superscript"/>
          <w:lang w:val="es-CO"/>
        </w:rPr>
        <w:t xml:space="preserve"> (+)</w:t>
      </w:r>
      <w:r w:rsidR="00EB718A" w:rsidRPr="00EB718A">
        <w:rPr>
          <w:b w:val="0"/>
          <w:bCs/>
          <w:sz w:val="24"/>
          <w:szCs w:val="24"/>
          <w:lang w:val="es-CO"/>
        </w:rPr>
        <w:t xml:space="preserve"> </w:t>
      </w:r>
    </w:p>
    <w:p w:rsidR="00EB718A" w:rsidRPr="00EB718A" w:rsidRDefault="00EB718A" w:rsidP="00EB718A">
      <w:pPr>
        <w:pStyle w:val="Ttulo"/>
        <w:jc w:val="left"/>
        <w:rPr>
          <w:sz w:val="24"/>
          <w:szCs w:val="24"/>
          <w:lang w:val="fr-FR"/>
        </w:rPr>
      </w:pPr>
      <w:r w:rsidRPr="00EB718A">
        <w:rPr>
          <w:sz w:val="24"/>
          <w:szCs w:val="24"/>
          <w:lang w:val="es-CO"/>
        </w:rPr>
        <w:tab/>
      </w:r>
      <w:r w:rsidRPr="00EB718A">
        <w:rPr>
          <w:sz w:val="24"/>
          <w:szCs w:val="24"/>
          <w:lang w:val="es-CO"/>
        </w:rPr>
        <w:tab/>
      </w:r>
      <w:r w:rsidRPr="00EB718A">
        <w:rPr>
          <w:sz w:val="24"/>
          <w:szCs w:val="24"/>
          <w:lang w:val="es-CO"/>
        </w:rPr>
        <w:tab/>
      </w:r>
      <w:r w:rsidRPr="00EB718A">
        <w:rPr>
          <w:sz w:val="24"/>
          <w:szCs w:val="24"/>
          <w:lang w:val="es-CO"/>
        </w:rPr>
        <w:tab/>
      </w:r>
      <w:r w:rsidRPr="00EB718A"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 w:rsidRPr="00EB718A">
        <w:rPr>
          <w:b w:val="0"/>
          <w:bCs/>
          <w:sz w:val="24"/>
          <w:szCs w:val="24"/>
        </w:rPr>
        <w:sym w:font="Symbol" w:char="F053"/>
      </w:r>
      <w:r w:rsidRPr="00EB718A">
        <w:rPr>
          <w:b w:val="0"/>
          <w:bCs/>
          <w:sz w:val="24"/>
          <w:szCs w:val="24"/>
          <w:lang w:val="fr-FR"/>
        </w:rPr>
        <w:t xml:space="preserve"> M</w:t>
      </w:r>
      <w:r w:rsidRPr="00EB718A">
        <w:rPr>
          <w:b w:val="0"/>
          <w:bCs/>
          <w:sz w:val="24"/>
          <w:szCs w:val="24"/>
          <w:vertAlign w:val="subscript"/>
          <w:lang w:val="fr-FR"/>
        </w:rPr>
        <w:t>u</w:t>
      </w:r>
      <w:r w:rsidRPr="00EB718A">
        <w:rPr>
          <w:b w:val="0"/>
          <w:bCs/>
          <w:sz w:val="24"/>
          <w:szCs w:val="24"/>
          <w:vertAlign w:val="superscript"/>
          <w:lang w:val="fr-FR"/>
        </w:rPr>
        <w:t xml:space="preserve"> (-)</w:t>
      </w:r>
    </w:p>
    <w:p w:rsidR="00EB718A" w:rsidRPr="00EB718A" w:rsidRDefault="00EB718A" w:rsidP="00EB718A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EB718A">
        <w:rPr>
          <w:b w:val="0"/>
          <w:bCs/>
          <w:sz w:val="24"/>
          <w:szCs w:val="24"/>
        </w:rPr>
        <w:sym w:font="Symbol" w:char="F053"/>
      </w:r>
      <w:r w:rsidRPr="00EB718A">
        <w:rPr>
          <w:b w:val="0"/>
          <w:bCs/>
          <w:sz w:val="24"/>
          <w:szCs w:val="24"/>
          <w:lang w:val="fr-FR"/>
        </w:rPr>
        <w:t xml:space="preserve"> M</w:t>
      </w:r>
      <w:r w:rsidRPr="00EB718A">
        <w:rPr>
          <w:b w:val="0"/>
          <w:bCs/>
          <w:sz w:val="24"/>
          <w:szCs w:val="24"/>
          <w:vertAlign w:val="subscript"/>
          <w:lang w:val="fr-FR"/>
        </w:rPr>
        <w:t>0</w:t>
      </w:r>
      <w:r w:rsidRPr="00EB718A">
        <w:rPr>
          <w:b w:val="0"/>
          <w:bCs/>
          <w:sz w:val="24"/>
          <w:szCs w:val="24"/>
          <w:vertAlign w:val="superscript"/>
          <w:lang w:val="fr-FR"/>
        </w:rPr>
        <w:t xml:space="preserve"> (+)</w:t>
      </w:r>
      <w:r w:rsidRPr="00EB718A">
        <w:rPr>
          <w:b w:val="0"/>
          <w:bCs/>
          <w:sz w:val="24"/>
          <w:szCs w:val="24"/>
          <w:lang w:val="fr-FR"/>
        </w:rPr>
        <w:t xml:space="preserve">  =    3.86 ton-m/m</w:t>
      </w:r>
    </w:p>
    <w:p w:rsidR="00EB718A" w:rsidRPr="00EB718A" w:rsidRDefault="00EB718A" w:rsidP="00EB718A">
      <w:pPr>
        <w:pStyle w:val="Ttulo"/>
        <w:jc w:val="left"/>
        <w:rPr>
          <w:b w:val="0"/>
          <w:bCs/>
          <w:sz w:val="24"/>
          <w:szCs w:val="24"/>
          <w:lang w:val="fr-FR"/>
        </w:rPr>
      </w:pPr>
      <w:r w:rsidRPr="00EB718A">
        <w:rPr>
          <w:sz w:val="24"/>
          <w:szCs w:val="24"/>
          <w:lang w:val="fr-FR"/>
        </w:rPr>
        <w:tab/>
      </w:r>
      <w:r w:rsidRPr="00EB718A">
        <w:rPr>
          <w:sz w:val="24"/>
          <w:szCs w:val="24"/>
          <w:lang w:val="fr-FR"/>
        </w:rPr>
        <w:tab/>
      </w:r>
      <w:r w:rsidRPr="00EB718A">
        <w:rPr>
          <w:sz w:val="24"/>
          <w:szCs w:val="24"/>
          <w:lang w:val="fr-FR"/>
        </w:rPr>
        <w:tab/>
      </w:r>
      <w:r w:rsidRPr="00EB718A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Pr="00EB718A">
        <w:rPr>
          <w:b w:val="0"/>
          <w:bCs/>
          <w:sz w:val="24"/>
          <w:szCs w:val="24"/>
        </w:rPr>
        <w:sym w:font="Symbol" w:char="F053"/>
      </w:r>
      <w:r w:rsidRPr="00EB718A">
        <w:rPr>
          <w:b w:val="0"/>
          <w:bCs/>
          <w:sz w:val="24"/>
          <w:szCs w:val="24"/>
          <w:lang w:val="fr-FR"/>
        </w:rPr>
        <w:t xml:space="preserve"> M</w:t>
      </w:r>
      <w:r w:rsidRPr="00EB718A">
        <w:rPr>
          <w:b w:val="0"/>
          <w:bCs/>
          <w:sz w:val="24"/>
          <w:szCs w:val="24"/>
          <w:vertAlign w:val="subscript"/>
          <w:lang w:val="fr-FR"/>
        </w:rPr>
        <w:t>0</w:t>
      </w:r>
      <w:r w:rsidRPr="00EB718A">
        <w:rPr>
          <w:b w:val="0"/>
          <w:bCs/>
          <w:sz w:val="24"/>
          <w:szCs w:val="24"/>
          <w:vertAlign w:val="superscript"/>
          <w:lang w:val="fr-FR"/>
        </w:rPr>
        <w:t xml:space="preserve">(-) </w:t>
      </w:r>
      <w:r w:rsidRPr="00EB718A">
        <w:rPr>
          <w:b w:val="0"/>
          <w:bCs/>
          <w:sz w:val="24"/>
          <w:szCs w:val="24"/>
          <w:lang w:val="fr-FR"/>
        </w:rPr>
        <w:t xml:space="preserve">   =    0.80 ton-m/m</w:t>
      </w:r>
    </w:p>
    <w:p w:rsidR="00EB718A" w:rsidRPr="00EB718A" w:rsidRDefault="00EB718A" w:rsidP="00EB718A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EB718A">
        <w:rPr>
          <w:sz w:val="24"/>
          <w:szCs w:val="24"/>
          <w:lang w:val="fr-FR"/>
        </w:rPr>
        <w:sym w:font="Symbol" w:char="F05C"/>
      </w:r>
      <w:r w:rsidRPr="00EB718A">
        <w:rPr>
          <w:sz w:val="24"/>
          <w:szCs w:val="24"/>
          <w:lang w:val="fr-FR"/>
        </w:rPr>
        <w:t xml:space="preserve">     </w:t>
      </w:r>
      <w:r w:rsidRPr="00EB718A">
        <w:rPr>
          <w:b w:val="0"/>
          <w:bCs/>
          <w:sz w:val="24"/>
          <w:szCs w:val="24"/>
          <w:lang w:val="fr-FR"/>
        </w:rPr>
        <w:t>f</w:t>
      </w:r>
      <w:r w:rsidRPr="00EB718A">
        <w:rPr>
          <w:b w:val="0"/>
          <w:bCs/>
          <w:sz w:val="24"/>
          <w:szCs w:val="24"/>
          <w:vertAlign w:val="subscript"/>
          <w:lang w:val="fr-FR"/>
        </w:rPr>
        <w:t>sv</w:t>
      </w:r>
      <w:r w:rsidRPr="00EB718A">
        <w:rPr>
          <w:b w:val="0"/>
          <w:bCs/>
          <w:sz w:val="24"/>
          <w:szCs w:val="24"/>
          <w:lang w:val="fr-FR"/>
        </w:rPr>
        <w:t xml:space="preserve">  =    4.82   </w:t>
      </w:r>
      <w:r w:rsidRPr="00EB718A">
        <w:rPr>
          <w:i/>
          <w:iCs/>
          <w:sz w:val="24"/>
          <w:szCs w:val="24"/>
          <w:lang w:val="fr-FR"/>
        </w:rPr>
        <w:t>Bien!</w:t>
      </w:r>
      <w:r w:rsidRPr="00EB718A">
        <w:rPr>
          <w:b w:val="0"/>
          <w:bCs/>
          <w:sz w:val="24"/>
          <w:szCs w:val="24"/>
          <w:lang w:val="fr-FR"/>
        </w:rPr>
        <w:t xml:space="preserve"> &gt; 3.0 </w:t>
      </w:r>
    </w:p>
    <w:p w:rsidR="00EB718A" w:rsidRDefault="00EB718A" w:rsidP="00EB718A">
      <w:pPr>
        <w:pStyle w:val="Ttulo"/>
        <w:rPr>
          <w:lang w:val="fr-FR"/>
        </w:rPr>
      </w:pPr>
    </w:p>
    <w:p w:rsidR="00AE72A8" w:rsidRPr="00446B59" w:rsidRDefault="00AE72A8" w:rsidP="00EB718A">
      <w:pPr>
        <w:pStyle w:val="Ttulo"/>
        <w:jc w:val="left"/>
        <w:rPr>
          <w:sz w:val="24"/>
          <w:szCs w:val="24"/>
          <w:lang w:val="es-ES"/>
        </w:rPr>
      </w:pPr>
      <w:r w:rsidRPr="00446B59">
        <w:rPr>
          <w:sz w:val="24"/>
          <w:szCs w:val="24"/>
        </w:rPr>
        <w:t>Punto de aplicación</w:t>
      </w:r>
    </w:p>
    <w:p w:rsidR="00AE72A8" w:rsidRPr="00446B59" w:rsidRDefault="00AE72A8" w:rsidP="00AE72A8">
      <w:pPr>
        <w:pStyle w:val="Ttulo"/>
        <w:jc w:val="left"/>
        <w:rPr>
          <w:b w:val="0"/>
          <w:sz w:val="24"/>
          <w:szCs w:val="24"/>
        </w:rPr>
      </w:pPr>
      <w:r w:rsidRPr="00446B59">
        <w:rPr>
          <w:b w:val="0"/>
          <w:bCs/>
          <w:sz w:val="24"/>
          <w:szCs w:val="24"/>
        </w:rPr>
        <w:tab/>
      </w:r>
      <w:r w:rsidRPr="00446B59">
        <w:rPr>
          <w:b w:val="0"/>
          <w:bCs/>
          <w:sz w:val="24"/>
          <w:szCs w:val="24"/>
        </w:rPr>
        <w:tab/>
      </w:r>
      <w:r w:rsidRPr="00446B59">
        <w:rPr>
          <w:b w:val="0"/>
          <w:bCs/>
          <w:sz w:val="24"/>
          <w:szCs w:val="24"/>
        </w:rPr>
        <w:tab/>
      </w:r>
      <w:r w:rsidRPr="00446B59">
        <w:rPr>
          <w:b w:val="0"/>
          <w:bCs/>
          <w:sz w:val="24"/>
          <w:szCs w:val="24"/>
        </w:rPr>
        <w:tab/>
      </w:r>
    </w:p>
    <w:p w:rsidR="00EB718A" w:rsidRPr="00EB718A" w:rsidRDefault="00EB718A" w:rsidP="00EB718A">
      <w:pPr>
        <w:pStyle w:val="Ttulo"/>
        <w:ind w:left="2832"/>
        <w:jc w:val="left"/>
        <w:rPr>
          <w:b w:val="0"/>
          <w:bCs/>
          <w:sz w:val="24"/>
          <w:szCs w:val="24"/>
        </w:rPr>
      </w:pPr>
      <w:r w:rsidRPr="00EB718A">
        <w:rPr>
          <w:b w:val="0"/>
          <w:bCs/>
          <w:sz w:val="24"/>
          <w:szCs w:val="24"/>
        </w:rPr>
        <w:t>X</w:t>
      </w:r>
      <w:r w:rsidRPr="00EB718A">
        <w:rPr>
          <w:b w:val="0"/>
          <w:bCs/>
          <w:sz w:val="24"/>
          <w:szCs w:val="24"/>
          <w:vertAlign w:val="subscript"/>
        </w:rPr>
        <w:t>0</w:t>
      </w:r>
      <w:r w:rsidRPr="00EB718A">
        <w:rPr>
          <w:b w:val="0"/>
          <w:bCs/>
          <w:sz w:val="24"/>
          <w:szCs w:val="24"/>
        </w:rPr>
        <w:t xml:space="preserve">  = </w:t>
      </w:r>
      <w:r w:rsidRPr="00EB718A">
        <w:rPr>
          <w:b w:val="0"/>
          <w:bCs/>
          <w:sz w:val="24"/>
          <w:szCs w:val="24"/>
          <w:u w:val="single"/>
        </w:rPr>
        <w:t xml:space="preserve"> </w:t>
      </w:r>
      <w:r w:rsidRPr="00EB718A">
        <w:rPr>
          <w:b w:val="0"/>
          <w:bCs/>
          <w:sz w:val="24"/>
          <w:szCs w:val="24"/>
          <w:u w:val="single"/>
        </w:rPr>
        <w:sym w:font="Symbol" w:char="F053"/>
      </w:r>
      <w:r w:rsidRPr="00EB718A">
        <w:rPr>
          <w:b w:val="0"/>
          <w:bCs/>
          <w:sz w:val="24"/>
          <w:szCs w:val="24"/>
          <w:u w:val="single"/>
        </w:rPr>
        <w:t xml:space="preserve"> </w:t>
      </w:r>
      <w:r w:rsidRPr="00EB718A">
        <w:rPr>
          <w:b w:val="0"/>
          <w:bCs/>
          <w:sz w:val="24"/>
          <w:szCs w:val="24"/>
        </w:rPr>
        <w:t>M</w:t>
      </w:r>
      <w:r w:rsidRPr="00EB718A">
        <w:rPr>
          <w:b w:val="0"/>
          <w:bCs/>
          <w:sz w:val="24"/>
          <w:szCs w:val="24"/>
          <w:vertAlign w:val="subscript"/>
        </w:rPr>
        <w:t>o</w:t>
      </w:r>
      <w:r w:rsidRPr="00EB718A">
        <w:rPr>
          <w:b w:val="0"/>
          <w:bCs/>
          <w:sz w:val="24"/>
          <w:szCs w:val="24"/>
        </w:rPr>
        <w:t xml:space="preserve"> </w:t>
      </w:r>
    </w:p>
    <w:p w:rsidR="00EB718A" w:rsidRPr="00EB718A" w:rsidRDefault="00EB718A" w:rsidP="00EB718A">
      <w:pPr>
        <w:pStyle w:val="Ttulo"/>
        <w:jc w:val="left"/>
        <w:rPr>
          <w:sz w:val="24"/>
          <w:szCs w:val="24"/>
        </w:rPr>
      </w:pPr>
      <w:r w:rsidRPr="00EB718A">
        <w:rPr>
          <w:sz w:val="24"/>
          <w:szCs w:val="24"/>
        </w:rPr>
        <w:tab/>
      </w:r>
      <w:r w:rsidRPr="00EB718A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B718A">
        <w:rPr>
          <w:sz w:val="24"/>
          <w:szCs w:val="24"/>
        </w:rPr>
        <w:tab/>
      </w:r>
      <w:r w:rsidRPr="00EB718A">
        <w:rPr>
          <w:sz w:val="24"/>
          <w:szCs w:val="24"/>
        </w:rPr>
        <w:tab/>
      </w:r>
      <w:r w:rsidRPr="00EB718A">
        <w:rPr>
          <w:sz w:val="24"/>
          <w:szCs w:val="24"/>
        </w:rPr>
        <w:tab/>
      </w:r>
      <w:r w:rsidRPr="00EB718A">
        <w:rPr>
          <w:b w:val="0"/>
          <w:bCs/>
          <w:sz w:val="24"/>
          <w:szCs w:val="24"/>
        </w:rPr>
        <w:sym w:font="Symbol" w:char="F053"/>
      </w:r>
      <w:r w:rsidRPr="00EB718A">
        <w:rPr>
          <w:b w:val="0"/>
          <w:bCs/>
          <w:sz w:val="24"/>
          <w:szCs w:val="24"/>
        </w:rPr>
        <w:t xml:space="preserve"> F</w:t>
      </w:r>
      <w:r w:rsidRPr="00EB718A">
        <w:rPr>
          <w:b w:val="0"/>
          <w:bCs/>
          <w:sz w:val="24"/>
          <w:szCs w:val="24"/>
          <w:vertAlign w:val="subscript"/>
        </w:rPr>
        <w:t>v</w:t>
      </w:r>
    </w:p>
    <w:p w:rsidR="00EB718A" w:rsidRPr="00EB718A" w:rsidRDefault="00EB718A" w:rsidP="00EB718A">
      <w:pPr>
        <w:pStyle w:val="Ttulo"/>
        <w:ind w:left="2124" w:firstLine="708"/>
        <w:jc w:val="left"/>
        <w:rPr>
          <w:b w:val="0"/>
          <w:bCs/>
          <w:sz w:val="24"/>
          <w:szCs w:val="24"/>
        </w:rPr>
      </w:pPr>
      <w:r w:rsidRPr="00EB718A">
        <w:rPr>
          <w:b w:val="0"/>
          <w:bCs/>
          <w:sz w:val="24"/>
          <w:szCs w:val="24"/>
        </w:rPr>
        <w:lastRenderedPageBreak/>
        <w:sym w:font="Symbol" w:char="F053"/>
      </w:r>
      <w:r w:rsidRPr="00EB718A">
        <w:rPr>
          <w:b w:val="0"/>
          <w:bCs/>
          <w:sz w:val="24"/>
          <w:szCs w:val="24"/>
        </w:rPr>
        <w:t xml:space="preserve"> M</w:t>
      </w:r>
      <w:r w:rsidRPr="00EB718A">
        <w:rPr>
          <w:b w:val="0"/>
          <w:bCs/>
          <w:sz w:val="24"/>
          <w:szCs w:val="24"/>
          <w:vertAlign w:val="subscript"/>
        </w:rPr>
        <w:t>0</w:t>
      </w:r>
      <w:r w:rsidRPr="00EB718A">
        <w:rPr>
          <w:b w:val="0"/>
          <w:bCs/>
          <w:sz w:val="24"/>
          <w:szCs w:val="24"/>
        </w:rPr>
        <w:t xml:space="preserve">  =  </w:t>
      </w:r>
      <w:r w:rsidRPr="00EB718A">
        <w:rPr>
          <w:b w:val="0"/>
          <w:bCs/>
          <w:sz w:val="24"/>
          <w:szCs w:val="24"/>
        </w:rPr>
        <w:sym w:font="Symbol" w:char="F053"/>
      </w:r>
      <w:r w:rsidRPr="00EB718A">
        <w:rPr>
          <w:b w:val="0"/>
          <w:bCs/>
          <w:sz w:val="24"/>
          <w:szCs w:val="24"/>
        </w:rPr>
        <w:t xml:space="preserve"> M</w:t>
      </w:r>
      <w:r w:rsidRPr="00EB718A">
        <w:rPr>
          <w:b w:val="0"/>
          <w:bCs/>
          <w:sz w:val="24"/>
          <w:szCs w:val="24"/>
          <w:vertAlign w:val="subscript"/>
        </w:rPr>
        <w:t>o</w:t>
      </w:r>
      <w:r w:rsidRPr="00EB718A">
        <w:rPr>
          <w:b w:val="0"/>
          <w:bCs/>
          <w:sz w:val="24"/>
          <w:szCs w:val="24"/>
          <w:vertAlign w:val="superscript"/>
        </w:rPr>
        <w:t>(+)</w:t>
      </w:r>
      <w:r w:rsidRPr="00EB718A">
        <w:rPr>
          <w:b w:val="0"/>
          <w:bCs/>
          <w:sz w:val="24"/>
          <w:szCs w:val="24"/>
        </w:rPr>
        <w:t xml:space="preserve">  -  </w:t>
      </w:r>
      <w:r w:rsidRPr="00EB718A">
        <w:rPr>
          <w:b w:val="0"/>
          <w:bCs/>
          <w:sz w:val="24"/>
          <w:szCs w:val="24"/>
        </w:rPr>
        <w:sym w:font="Symbol" w:char="F053"/>
      </w:r>
      <w:r w:rsidRPr="00EB718A">
        <w:rPr>
          <w:b w:val="0"/>
          <w:bCs/>
          <w:sz w:val="24"/>
          <w:szCs w:val="24"/>
        </w:rPr>
        <w:t xml:space="preserve"> M</w:t>
      </w:r>
      <w:r w:rsidRPr="00EB718A">
        <w:rPr>
          <w:b w:val="0"/>
          <w:bCs/>
          <w:sz w:val="24"/>
          <w:szCs w:val="24"/>
          <w:vertAlign w:val="subscript"/>
        </w:rPr>
        <w:t>o</w:t>
      </w:r>
      <w:r w:rsidRPr="00EB718A">
        <w:rPr>
          <w:b w:val="0"/>
          <w:bCs/>
          <w:sz w:val="24"/>
          <w:szCs w:val="24"/>
          <w:vertAlign w:val="superscript"/>
        </w:rPr>
        <w:t>(-)</w:t>
      </w:r>
      <w:r w:rsidRPr="00EB718A">
        <w:rPr>
          <w:b w:val="0"/>
          <w:bCs/>
          <w:sz w:val="24"/>
          <w:szCs w:val="24"/>
        </w:rPr>
        <w:t xml:space="preserve">    </w:t>
      </w:r>
    </w:p>
    <w:p w:rsidR="00EB718A" w:rsidRPr="00EB718A" w:rsidRDefault="00EB718A" w:rsidP="00EB718A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EB718A">
        <w:rPr>
          <w:b w:val="0"/>
          <w:bCs/>
          <w:sz w:val="24"/>
          <w:szCs w:val="24"/>
        </w:rPr>
        <w:sym w:font="Symbol" w:char="F053"/>
      </w:r>
      <w:r w:rsidRPr="00EB718A">
        <w:rPr>
          <w:b w:val="0"/>
          <w:bCs/>
          <w:sz w:val="24"/>
          <w:szCs w:val="24"/>
          <w:lang w:val="fr-FR"/>
        </w:rPr>
        <w:t xml:space="preserve"> M</w:t>
      </w:r>
      <w:r w:rsidRPr="00EB718A">
        <w:rPr>
          <w:b w:val="0"/>
          <w:bCs/>
          <w:sz w:val="24"/>
          <w:szCs w:val="24"/>
          <w:vertAlign w:val="subscript"/>
          <w:lang w:val="fr-FR"/>
        </w:rPr>
        <w:t>0</w:t>
      </w:r>
      <w:r w:rsidRPr="00EB718A">
        <w:rPr>
          <w:b w:val="0"/>
          <w:bCs/>
          <w:sz w:val="24"/>
          <w:szCs w:val="24"/>
          <w:lang w:val="fr-FR"/>
        </w:rPr>
        <w:t xml:space="preserve">  = (3.86 – 0.80) ton-m/m    </w:t>
      </w:r>
    </w:p>
    <w:p w:rsidR="00EB718A" w:rsidRPr="00EB718A" w:rsidRDefault="00EB718A" w:rsidP="00EB718A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EB718A">
        <w:rPr>
          <w:b w:val="0"/>
          <w:bCs/>
          <w:sz w:val="24"/>
          <w:szCs w:val="24"/>
        </w:rPr>
        <w:sym w:font="Symbol" w:char="F053"/>
      </w:r>
      <w:r w:rsidRPr="00EB718A">
        <w:rPr>
          <w:b w:val="0"/>
          <w:bCs/>
          <w:sz w:val="24"/>
          <w:szCs w:val="24"/>
          <w:lang w:val="fr-FR"/>
        </w:rPr>
        <w:t xml:space="preserve"> M</w:t>
      </w:r>
      <w:r w:rsidRPr="00EB718A">
        <w:rPr>
          <w:b w:val="0"/>
          <w:bCs/>
          <w:sz w:val="24"/>
          <w:szCs w:val="24"/>
          <w:vertAlign w:val="subscript"/>
          <w:lang w:val="fr-FR"/>
        </w:rPr>
        <w:t>0</w:t>
      </w:r>
      <w:r w:rsidRPr="00EB718A">
        <w:rPr>
          <w:b w:val="0"/>
          <w:bCs/>
          <w:sz w:val="24"/>
          <w:szCs w:val="24"/>
          <w:lang w:val="fr-FR"/>
        </w:rPr>
        <w:t xml:space="preserve">  = 3.06  ton-m/m</w:t>
      </w:r>
    </w:p>
    <w:p w:rsidR="00EB718A" w:rsidRPr="00EB718A" w:rsidRDefault="00EB718A" w:rsidP="00EB718A">
      <w:pPr>
        <w:pStyle w:val="Ttulo"/>
        <w:ind w:left="2124" w:firstLine="708"/>
        <w:jc w:val="left"/>
        <w:rPr>
          <w:b w:val="0"/>
          <w:bCs/>
          <w:sz w:val="24"/>
          <w:szCs w:val="24"/>
          <w:lang w:val="en-US"/>
        </w:rPr>
      </w:pPr>
      <w:r w:rsidRPr="00EB718A">
        <w:rPr>
          <w:b w:val="0"/>
          <w:bCs/>
          <w:sz w:val="24"/>
          <w:szCs w:val="24"/>
          <w:lang w:val="fr-FR"/>
        </w:rPr>
        <w:t xml:space="preserve"> </w:t>
      </w:r>
      <w:r w:rsidRPr="00EB718A">
        <w:rPr>
          <w:b w:val="0"/>
          <w:bCs/>
          <w:sz w:val="24"/>
          <w:szCs w:val="24"/>
        </w:rPr>
        <w:sym w:font="Symbol" w:char="F053"/>
      </w:r>
      <w:r w:rsidRPr="00EB718A">
        <w:rPr>
          <w:b w:val="0"/>
          <w:bCs/>
          <w:sz w:val="24"/>
          <w:szCs w:val="24"/>
          <w:lang w:val="en-US"/>
        </w:rPr>
        <w:t xml:space="preserve"> f</w:t>
      </w:r>
      <w:r w:rsidRPr="00EB718A">
        <w:rPr>
          <w:b w:val="0"/>
          <w:bCs/>
          <w:sz w:val="24"/>
          <w:szCs w:val="24"/>
          <w:vertAlign w:val="subscript"/>
          <w:lang w:val="en-US"/>
        </w:rPr>
        <w:t>V</w:t>
      </w:r>
      <w:r w:rsidRPr="00EB718A">
        <w:rPr>
          <w:b w:val="0"/>
          <w:bCs/>
          <w:sz w:val="24"/>
          <w:szCs w:val="24"/>
          <w:lang w:val="en-US"/>
        </w:rPr>
        <w:t xml:space="preserve">  =  3.83 ton/m</w:t>
      </w:r>
    </w:p>
    <w:p w:rsidR="00EB718A" w:rsidRPr="00EB718A" w:rsidRDefault="00EB718A" w:rsidP="00EB718A">
      <w:pPr>
        <w:pStyle w:val="Ttulo"/>
        <w:ind w:left="2124" w:firstLine="708"/>
        <w:jc w:val="left"/>
        <w:rPr>
          <w:sz w:val="24"/>
          <w:szCs w:val="24"/>
          <w:lang w:val="en-US"/>
        </w:rPr>
      </w:pPr>
    </w:p>
    <w:p w:rsidR="00EB718A" w:rsidRPr="00EB718A" w:rsidRDefault="00EB718A" w:rsidP="00EB718A">
      <w:pPr>
        <w:pStyle w:val="Ttulo"/>
        <w:ind w:left="2124" w:firstLine="708"/>
        <w:jc w:val="left"/>
        <w:rPr>
          <w:b w:val="0"/>
          <w:bCs/>
          <w:sz w:val="24"/>
          <w:szCs w:val="24"/>
        </w:rPr>
      </w:pPr>
      <w:r w:rsidRPr="00EB718A">
        <w:rPr>
          <w:sz w:val="24"/>
          <w:szCs w:val="24"/>
          <w:lang w:val="fr-FR"/>
        </w:rPr>
        <w:sym w:font="Symbol" w:char="F05C"/>
      </w:r>
      <w:r w:rsidRPr="00EB718A">
        <w:rPr>
          <w:sz w:val="24"/>
          <w:szCs w:val="24"/>
        </w:rPr>
        <w:t xml:space="preserve">  </w:t>
      </w:r>
      <w:r w:rsidRPr="00EB718A">
        <w:rPr>
          <w:b w:val="0"/>
          <w:bCs/>
          <w:sz w:val="24"/>
          <w:szCs w:val="24"/>
        </w:rPr>
        <w:t>X</w:t>
      </w:r>
      <w:r w:rsidRPr="00EB718A">
        <w:rPr>
          <w:b w:val="0"/>
          <w:bCs/>
          <w:sz w:val="24"/>
          <w:szCs w:val="24"/>
          <w:vertAlign w:val="subscript"/>
        </w:rPr>
        <w:t>0</w:t>
      </w:r>
      <w:r w:rsidRPr="00EB718A">
        <w:rPr>
          <w:b w:val="0"/>
          <w:bCs/>
          <w:sz w:val="24"/>
          <w:szCs w:val="24"/>
        </w:rPr>
        <w:t xml:space="preserve">  = 0.80 m Dentro del tercio medio</w:t>
      </w:r>
    </w:p>
    <w:p w:rsidR="00EB718A" w:rsidRPr="00EB718A" w:rsidRDefault="00EB718A" w:rsidP="00EB718A">
      <w:pPr>
        <w:pStyle w:val="Ttulo"/>
        <w:ind w:left="4248"/>
        <w:jc w:val="left"/>
        <w:rPr>
          <w:b w:val="0"/>
          <w:bCs/>
          <w:sz w:val="24"/>
          <w:szCs w:val="24"/>
        </w:rPr>
      </w:pPr>
      <w:r w:rsidRPr="00EB718A">
        <w:rPr>
          <w:sz w:val="24"/>
          <w:szCs w:val="24"/>
        </w:rPr>
        <w:t xml:space="preserve">     </w:t>
      </w:r>
      <w:r w:rsidRPr="00EB718A">
        <w:rPr>
          <w:b w:val="0"/>
          <w:bCs/>
          <w:sz w:val="24"/>
          <w:szCs w:val="24"/>
        </w:rPr>
        <w:t xml:space="preserve"> </w:t>
      </w:r>
      <w:r w:rsidR="00D96A60" w:rsidRPr="00EB718A">
        <w:rPr>
          <w:b w:val="0"/>
          <w:bCs/>
          <w:sz w:val="24"/>
          <w:szCs w:val="24"/>
        </w:rPr>
        <w:t>Rango</w:t>
      </w:r>
      <w:r w:rsidRPr="00EB718A">
        <w:rPr>
          <w:b w:val="0"/>
          <w:bCs/>
          <w:sz w:val="24"/>
          <w:szCs w:val="24"/>
        </w:rPr>
        <w:t xml:space="preserve"> 0.75 m. a 1.50 m. </w:t>
      </w:r>
      <w:r w:rsidRPr="00EB718A">
        <w:rPr>
          <w:i/>
          <w:iCs/>
          <w:sz w:val="24"/>
          <w:szCs w:val="24"/>
        </w:rPr>
        <w:t>Bien!</w:t>
      </w:r>
    </w:p>
    <w:p w:rsidR="00EB718A" w:rsidRDefault="00EB718A" w:rsidP="00EB718A">
      <w:pPr>
        <w:pStyle w:val="Ttulo"/>
      </w:pPr>
    </w:p>
    <w:p w:rsidR="00AE72A8" w:rsidRDefault="00AE72A8" w:rsidP="00AE72A8">
      <w:pPr>
        <w:pStyle w:val="Ttulo"/>
        <w:ind w:left="2124"/>
        <w:jc w:val="left"/>
      </w:pPr>
    </w:p>
    <w:p w:rsidR="00AE72A8" w:rsidRPr="00446B59" w:rsidRDefault="00AE72A8" w:rsidP="00446B59">
      <w:pPr>
        <w:pStyle w:val="Ttulo"/>
        <w:jc w:val="left"/>
        <w:rPr>
          <w:sz w:val="24"/>
          <w:szCs w:val="24"/>
        </w:rPr>
      </w:pPr>
      <w:r w:rsidRPr="00446B59">
        <w:rPr>
          <w:sz w:val="24"/>
          <w:szCs w:val="24"/>
        </w:rPr>
        <w:t>Seguridad contra deslizamiento</w:t>
      </w:r>
    </w:p>
    <w:p w:rsidR="00AE72A8" w:rsidRPr="00446B59" w:rsidRDefault="00AE72A8" w:rsidP="00AE72A8">
      <w:pPr>
        <w:pStyle w:val="Ttulo"/>
        <w:rPr>
          <w:sz w:val="24"/>
          <w:szCs w:val="24"/>
        </w:rPr>
      </w:pPr>
    </w:p>
    <w:p w:rsidR="00EB718A" w:rsidRPr="00EB718A" w:rsidRDefault="00EB718A" w:rsidP="00EB718A">
      <w:pPr>
        <w:pStyle w:val="Ttulo"/>
        <w:ind w:left="2124" w:firstLine="708"/>
        <w:jc w:val="left"/>
        <w:rPr>
          <w:sz w:val="24"/>
          <w:szCs w:val="24"/>
          <w:lang w:val="fr-FR"/>
        </w:rPr>
      </w:pPr>
      <w:r w:rsidRPr="00EB718A">
        <w:rPr>
          <w:b w:val="0"/>
          <w:bCs/>
          <w:sz w:val="24"/>
          <w:szCs w:val="24"/>
          <w:lang w:val="fr-FR"/>
        </w:rPr>
        <w:t>f</w:t>
      </w:r>
      <w:r w:rsidRPr="00EB718A">
        <w:rPr>
          <w:b w:val="0"/>
          <w:bCs/>
          <w:sz w:val="24"/>
          <w:szCs w:val="24"/>
          <w:vertAlign w:val="subscript"/>
          <w:lang w:val="fr-FR"/>
        </w:rPr>
        <w:t>f</w:t>
      </w:r>
      <w:r w:rsidRPr="00EB718A">
        <w:rPr>
          <w:b w:val="0"/>
          <w:bCs/>
          <w:sz w:val="24"/>
          <w:szCs w:val="24"/>
          <w:lang w:val="fr-FR"/>
        </w:rPr>
        <w:t xml:space="preserve">  </w:t>
      </w:r>
      <w:r w:rsidRPr="00EB718A">
        <w:rPr>
          <w:b w:val="0"/>
          <w:bCs/>
          <w:sz w:val="24"/>
          <w:szCs w:val="24"/>
          <w:lang w:val="fr-FR"/>
        </w:rPr>
        <w:tab/>
        <w:t>=  0.60</w:t>
      </w:r>
    </w:p>
    <w:p w:rsidR="00EB718A" w:rsidRPr="00EB718A" w:rsidRDefault="00EB718A" w:rsidP="00EB718A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EB718A">
        <w:rPr>
          <w:b w:val="0"/>
          <w:bCs/>
          <w:sz w:val="24"/>
          <w:szCs w:val="24"/>
        </w:rPr>
        <w:sym w:font="Symbol" w:char="F053"/>
      </w:r>
      <w:r w:rsidRPr="00EB718A">
        <w:rPr>
          <w:b w:val="0"/>
          <w:bCs/>
          <w:sz w:val="24"/>
          <w:szCs w:val="24"/>
          <w:lang w:val="fr-FR"/>
        </w:rPr>
        <w:t xml:space="preserve"> f</w:t>
      </w:r>
      <w:r w:rsidRPr="00EB718A">
        <w:rPr>
          <w:b w:val="0"/>
          <w:bCs/>
          <w:sz w:val="24"/>
          <w:szCs w:val="24"/>
          <w:vertAlign w:val="subscript"/>
          <w:lang w:val="fr-FR"/>
        </w:rPr>
        <w:t>V</w:t>
      </w:r>
      <w:r w:rsidRPr="00EB718A">
        <w:rPr>
          <w:b w:val="0"/>
          <w:bCs/>
          <w:sz w:val="24"/>
          <w:szCs w:val="24"/>
          <w:lang w:val="fr-FR"/>
        </w:rPr>
        <w:t xml:space="preserve">  </w:t>
      </w:r>
      <w:r w:rsidRPr="00EB718A">
        <w:rPr>
          <w:b w:val="0"/>
          <w:bCs/>
          <w:sz w:val="24"/>
          <w:szCs w:val="24"/>
          <w:lang w:val="fr-FR"/>
        </w:rPr>
        <w:tab/>
        <w:t>=  3.83 ton/m</w:t>
      </w:r>
    </w:p>
    <w:p w:rsidR="00EB718A" w:rsidRPr="00EB718A" w:rsidRDefault="00EB718A" w:rsidP="00EB718A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EB718A">
        <w:rPr>
          <w:b w:val="0"/>
          <w:bCs/>
          <w:sz w:val="24"/>
          <w:szCs w:val="24"/>
        </w:rPr>
        <w:sym w:font="Symbol" w:char="F053"/>
      </w:r>
      <w:r w:rsidRPr="00EB718A">
        <w:rPr>
          <w:b w:val="0"/>
          <w:bCs/>
          <w:sz w:val="24"/>
          <w:szCs w:val="24"/>
          <w:lang w:val="fr-FR"/>
        </w:rPr>
        <w:t xml:space="preserve"> F</w:t>
      </w:r>
      <w:r w:rsidRPr="00EB718A">
        <w:rPr>
          <w:b w:val="0"/>
          <w:bCs/>
          <w:sz w:val="24"/>
          <w:szCs w:val="24"/>
          <w:vertAlign w:val="subscript"/>
          <w:lang w:val="fr-FR"/>
        </w:rPr>
        <w:t>H</w:t>
      </w:r>
      <w:r w:rsidRPr="00EB718A">
        <w:rPr>
          <w:b w:val="0"/>
          <w:bCs/>
          <w:sz w:val="24"/>
          <w:szCs w:val="24"/>
          <w:lang w:val="fr-FR"/>
        </w:rPr>
        <w:t xml:space="preserve">  =   0.55 ton/m</w:t>
      </w:r>
    </w:p>
    <w:p w:rsidR="00EB718A" w:rsidRPr="00EB718A" w:rsidRDefault="00EB718A" w:rsidP="00EB718A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EB718A">
        <w:rPr>
          <w:sz w:val="24"/>
          <w:szCs w:val="24"/>
          <w:lang w:val="fr-FR"/>
        </w:rPr>
        <w:tab/>
      </w:r>
      <w:r w:rsidRPr="00EB718A">
        <w:rPr>
          <w:sz w:val="24"/>
          <w:szCs w:val="24"/>
          <w:lang w:val="fr-FR"/>
        </w:rPr>
        <w:tab/>
      </w:r>
      <w:r w:rsidRPr="00EB718A">
        <w:rPr>
          <w:sz w:val="24"/>
          <w:szCs w:val="24"/>
          <w:lang w:val="fr-FR"/>
        </w:rPr>
        <w:tab/>
      </w:r>
      <w:r w:rsidRPr="00EB718A">
        <w:rPr>
          <w:sz w:val="24"/>
          <w:szCs w:val="24"/>
          <w:lang w:val="fr-FR"/>
        </w:rPr>
        <w:tab/>
      </w:r>
    </w:p>
    <w:p w:rsidR="00EB718A" w:rsidRPr="00EB718A" w:rsidRDefault="00EB718A" w:rsidP="00EB718A">
      <w:pPr>
        <w:pStyle w:val="Ttulo"/>
        <w:jc w:val="left"/>
        <w:rPr>
          <w:b w:val="0"/>
          <w:bCs/>
          <w:sz w:val="24"/>
          <w:szCs w:val="24"/>
          <w:lang w:val="es-CO"/>
        </w:rPr>
      </w:pPr>
      <w:r w:rsidRPr="00EB718A">
        <w:rPr>
          <w:b w:val="0"/>
          <w:bCs/>
          <w:sz w:val="24"/>
          <w:szCs w:val="24"/>
          <w:lang w:val="es-CO"/>
        </w:rPr>
        <w:tab/>
      </w:r>
      <w:r w:rsidRPr="00EB718A">
        <w:rPr>
          <w:b w:val="0"/>
          <w:bCs/>
          <w:sz w:val="24"/>
          <w:szCs w:val="24"/>
          <w:lang w:val="es-CO"/>
        </w:rPr>
        <w:tab/>
      </w:r>
      <w:r w:rsidRPr="00EB718A"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>
        <w:rPr>
          <w:b w:val="0"/>
          <w:bCs/>
          <w:sz w:val="24"/>
          <w:szCs w:val="24"/>
          <w:lang w:val="es-CO"/>
        </w:rPr>
        <w:tab/>
      </w:r>
      <w:r w:rsidRPr="00EB718A">
        <w:rPr>
          <w:b w:val="0"/>
          <w:bCs/>
          <w:sz w:val="24"/>
          <w:szCs w:val="24"/>
          <w:lang w:val="es-CO"/>
        </w:rPr>
        <w:tab/>
        <w:t>f</w:t>
      </w:r>
      <w:r w:rsidRPr="00EB718A">
        <w:rPr>
          <w:b w:val="0"/>
          <w:bCs/>
          <w:sz w:val="24"/>
          <w:szCs w:val="24"/>
          <w:vertAlign w:val="subscript"/>
          <w:lang w:val="es-CO"/>
        </w:rPr>
        <w:t>sD</w:t>
      </w:r>
      <w:r w:rsidRPr="00EB718A">
        <w:rPr>
          <w:b w:val="0"/>
          <w:bCs/>
          <w:sz w:val="24"/>
          <w:szCs w:val="24"/>
          <w:lang w:val="es-CO"/>
        </w:rPr>
        <w:t xml:space="preserve"> = </w:t>
      </w:r>
      <w:r w:rsidRPr="00EB718A">
        <w:rPr>
          <w:b w:val="0"/>
          <w:bCs/>
          <w:sz w:val="24"/>
          <w:szCs w:val="24"/>
          <w:u w:val="single"/>
          <w:lang w:val="es-CO"/>
        </w:rPr>
        <w:t xml:space="preserve"> ff</w:t>
      </w:r>
      <w:r w:rsidRPr="00EB718A">
        <w:rPr>
          <w:b w:val="0"/>
          <w:bCs/>
          <w:sz w:val="24"/>
          <w:szCs w:val="24"/>
          <w:u w:val="single"/>
        </w:rPr>
        <w:sym w:font="Symbol" w:char="F053"/>
      </w:r>
      <w:r w:rsidRPr="00EB718A">
        <w:rPr>
          <w:b w:val="0"/>
          <w:bCs/>
          <w:sz w:val="24"/>
          <w:szCs w:val="24"/>
          <w:u w:val="single"/>
          <w:lang w:val="es-CO"/>
        </w:rPr>
        <w:t xml:space="preserve"> f</w:t>
      </w:r>
      <w:r w:rsidRPr="00EB718A">
        <w:rPr>
          <w:b w:val="0"/>
          <w:bCs/>
          <w:sz w:val="24"/>
          <w:szCs w:val="24"/>
          <w:vertAlign w:val="subscript"/>
          <w:lang w:val="es-CO"/>
        </w:rPr>
        <w:t>V</w:t>
      </w:r>
      <w:r w:rsidRPr="00EB718A">
        <w:rPr>
          <w:b w:val="0"/>
          <w:bCs/>
          <w:sz w:val="24"/>
          <w:szCs w:val="24"/>
          <w:lang w:val="es-CO"/>
        </w:rPr>
        <w:t xml:space="preserve">  =  4.18,  </w:t>
      </w:r>
      <w:r w:rsidRPr="00EB718A">
        <w:rPr>
          <w:i/>
          <w:iCs/>
          <w:sz w:val="24"/>
          <w:szCs w:val="24"/>
          <w:lang w:val="es-CO"/>
        </w:rPr>
        <w:t xml:space="preserve">Bien! </w:t>
      </w:r>
      <w:r w:rsidRPr="00EB718A">
        <w:rPr>
          <w:b w:val="0"/>
          <w:iCs/>
          <w:sz w:val="24"/>
          <w:szCs w:val="24"/>
          <w:lang w:val="es-CO"/>
        </w:rPr>
        <w:t>&gt; 2.0</w:t>
      </w:r>
    </w:p>
    <w:p w:rsidR="00EB718A" w:rsidRPr="00EB718A" w:rsidRDefault="00EB718A" w:rsidP="00EB718A">
      <w:pPr>
        <w:pStyle w:val="Ttulo"/>
        <w:jc w:val="left"/>
        <w:rPr>
          <w:sz w:val="24"/>
          <w:szCs w:val="24"/>
          <w:lang w:val="es-CO"/>
        </w:rPr>
      </w:pPr>
      <w:r w:rsidRPr="00EB718A">
        <w:rPr>
          <w:b w:val="0"/>
          <w:bCs/>
          <w:sz w:val="24"/>
          <w:szCs w:val="24"/>
          <w:lang w:val="es-CO"/>
        </w:rPr>
        <w:t xml:space="preserve">   </w:t>
      </w:r>
      <w:r w:rsidRPr="00EB718A">
        <w:rPr>
          <w:b w:val="0"/>
          <w:bCs/>
          <w:sz w:val="24"/>
          <w:szCs w:val="24"/>
          <w:lang w:val="es-CO"/>
        </w:rPr>
        <w:tab/>
      </w:r>
      <w:r w:rsidRPr="00EB718A">
        <w:rPr>
          <w:sz w:val="24"/>
          <w:szCs w:val="24"/>
          <w:lang w:val="es-CO"/>
        </w:rPr>
        <w:tab/>
      </w:r>
      <w:r w:rsidRPr="00EB718A">
        <w:rPr>
          <w:sz w:val="24"/>
          <w:szCs w:val="24"/>
          <w:lang w:val="es-CO"/>
        </w:rPr>
        <w:tab/>
      </w:r>
      <w:r w:rsidRPr="00EB718A"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>
        <w:rPr>
          <w:sz w:val="24"/>
          <w:szCs w:val="24"/>
          <w:lang w:val="es-CO"/>
        </w:rPr>
        <w:tab/>
      </w:r>
      <w:r w:rsidRPr="00EB718A">
        <w:rPr>
          <w:sz w:val="24"/>
          <w:szCs w:val="24"/>
          <w:lang w:val="es-CO"/>
        </w:rPr>
        <w:tab/>
      </w:r>
      <w:r w:rsidRPr="00EB718A">
        <w:rPr>
          <w:b w:val="0"/>
          <w:bCs/>
          <w:sz w:val="24"/>
          <w:szCs w:val="24"/>
        </w:rPr>
        <w:sym w:font="Symbol" w:char="F053"/>
      </w:r>
      <w:r w:rsidRPr="00EB718A">
        <w:rPr>
          <w:b w:val="0"/>
          <w:bCs/>
          <w:sz w:val="24"/>
          <w:szCs w:val="24"/>
          <w:lang w:val="es-CO"/>
        </w:rPr>
        <w:t xml:space="preserve"> f</w:t>
      </w:r>
      <w:r w:rsidRPr="00EB718A">
        <w:rPr>
          <w:b w:val="0"/>
          <w:bCs/>
          <w:sz w:val="24"/>
          <w:szCs w:val="24"/>
          <w:vertAlign w:val="subscript"/>
          <w:lang w:val="es-CO"/>
        </w:rPr>
        <w:t>H</w:t>
      </w:r>
      <w:r w:rsidRPr="00EB718A">
        <w:rPr>
          <w:b w:val="0"/>
          <w:bCs/>
          <w:sz w:val="24"/>
          <w:szCs w:val="24"/>
          <w:lang w:val="es-CO"/>
        </w:rPr>
        <w:tab/>
      </w:r>
      <w:r w:rsidRPr="00EB718A">
        <w:rPr>
          <w:b w:val="0"/>
          <w:bCs/>
          <w:sz w:val="24"/>
          <w:szCs w:val="24"/>
          <w:lang w:val="es-CO"/>
        </w:rPr>
        <w:tab/>
      </w:r>
    </w:p>
    <w:p w:rsidR="00EB718A" w:rsidRPr="00EB718A" w:rsidRDefault="00EB718A" w:rsidP="00EB718A">
      <w:pPr>
        <w:pStyle w:val="Ttulo"/>
        <w:rPr>
          <w:sz w:val="24"/>
          <w:szCs w:val="24"/>
          <w:lang w:val="es-CO"/>
        </w:rPr>
      </w:pPr>
    </w:p>
    <w:p w:rsidR="00AE72A8" w:rsidRDefault="00AE72A8" w:rsidP="00AE72A8">
      <w:pPr>
        <w:rPr>
          <w:szCs w:val="24"/>
          <w:lang w:val="es-ES"/>
        </w:rPr>
      </w:pPr>
    </w:p>
    <w:p w:rsidR="005965F8" w:rsidRDefault="005965F8" w:rsidP="00AE72A8">
      <w:pPr>
        <w:rPr>
          <w:szCs w:val="24"/>
          <w:lang w:val="es-ES"/>
        </w:rPr>
      </w:pPr>
    </w:p>
    <w:p w:rsidR="005965F8" w:rsidRDefault="005965F8" w:rsidP="00AE72A8">
      <w:pPr>
        <w:rPr>
          <w:szCs w:val="24"/>
          <w:lang w:val="es-ES"/>
        </w:rPr>
      </w:pPr>
    </w:p>
    <w:p w:rsidR="005965F8" w:rsidRDefault="005965F8" w:rsidP="00AE72A8">
      <w:pPr>
        <w:rPr>
          <w:szCs w:val="24"/>
          <w:lang w:val="es-ES"/>
        </w:rPr>
      </w:pPr>
    </w:p>
    <w:p w:rsidR="005965F8" w:rsidRDefault="005965F8" w:rsidP="00AE72A8">
      <w:pPr>
        <w:rPr>
          <w:szCs w:val="24"/>
          <w:lang w:val="es-ES"/>
        </w:rPr>
      </w:pPr>
    </w:p>
    <w:p w:rsidR="005965F8" w:rsidRDefault="005965F8" w:rsidP="00AE72A8">
      <w:pPr>
        <w:rPr>
          <w:szCs w:val="24"/>
          <w:lang w:val="es-ES"/>
        </w:rPr>
      </w:pPr>
    </w:p>
    <w:p w:rsidR="005965F8" w:rsidRDefault="005965F8" w:rsidP="00AE72A8">
      <w:pPr>
        <w:rPr>
          <w:szCs w:val="24"/>
          <w:lang w:val="es-ES"/>
        </w:rPr>
      </w:pPr>
    </w:p>
    <w:p w:rsidR="005965F8" w:rsidRDefault="005965F8" w:rsidP="00AE72A8">
      <w:pPr>
        <w:rPr>
          <w:szCs w:val="24"/>
          <w:lang w:val="es-ES"/>
        </w:rPr>
      </w:pPr>
    </w:p>
    <w:p w:rsidR="005965F8" w:rsidRDefault="005965F8" w:rsidP="00AE72A8">
      <w:pPr>
        <w:rPr>
          <w:szCs w:val="24"/>
          <w:lang w:val="es-ES"/>
        </w:rPr>
      </w:pPr>
    </w:p>
    <w:p w:rsidR="005965F8" w:rsidRDefault="005965F8" w:rsidP="00AE72A8">
      <w:pPr>
        <w:rPr>
          <w:szCs w:val="24"/>
          <w:lang w:val="es-ES"/>
        </w:rPr>
      </w:pPr>
    </w:p>
    <w:p w:rsidR="005965F8" w:rsidRPr="00EB718A" w:rsidRDefault="005965F8" w:rsidP="00AE72A8">
      <w:pPr>
        <w:rPr>
          <w:szCs w:val="24"/>
          <w:lang w:val="es-ES"/>
        </w:rPr>
      </w:pPr>
    </w:p>
    <w:p w:rsidR="00EB718A" w:rsidRPr="005965F8" w:rsidRDefault="005965F8" w:rsidP="00EB718A">
      <w:pPr>
        <w:pStyle w:val="Textoindependiente"/>
        <w:ind w:left="14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2.3.2 </w:t>
      </w:r>
      <w:r w:rsidR="00EB718A" w:rsidRPr="005965F8">
        <w:rPr>
          <w:rFonts w:ascii="Arial" w:hAnsi="Arial" w:cs="Arial"/>
          <w:b/>
          <w:bCs/>
        </w:rPr>
        <w:t>Sección propuesta estructura sumergida parcialmente.</w:t>
      </w: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429" type="#_x0000_t32" style="position:absolute;left:0;text-align:left;margin-left:164.15pt;margin-top:7.3pt;width:187.7pt;height:0;flip:x;z-index:251962368" o:connectortype="straight">
            <v:stroke dashstyle="1 1"/>
          </v:shape>
        </w:pict>
      </w:r>
      <w:r w:rsidRPr="008F068E">
        <w:rPr>
          <w:b/>
          <w:bCs/>
          <w:noProof/>
          <w:sz w:val="20"/>
        </w:rPr>
        <w:pict>
          <v:shape id="_x0000_s1442" type="#_x0000_t32" style="position:absolute;left:0;text-align:left;margin-left:162.8pt;margin-top:7.3pt;width:1.35pt;height:211.9pt;flip:x;z-index:251975680" o:connectortype="straight"/>
        </w:pict>
      </w:r>
      <w:r w:rsidRPr="008F068E">
        <w:rPr>
          <w:b/>
          <w:bCs/>
          <w:noProof/>
          <w:sz w:val="20"/>
        </w:rPr>
        <w:pict>
          <v:line id="_x0000_s1396" style="position:absolute;left:0;text-align:left;z-index:251932672" from="351.85pt,7.3pt" to="409.6pt,152.2pt"/>
        </w:pict>
      </w:r>
      <w:r w:rsidRPr="008F068E">
        <w:rPr>
          <w:b/>
          <w:bCs/>
          <w:noProof/>
          <w:sz w:val="20"/>
        </w:rPr>
        <w:pict>
          <v:line id="_x0000_s1395" style="position:absolute;left:0;text-align:left;flip:x;z-index:251931648" from="349.6pt,152.1pt" to="409.6pt,152.1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line id="_x0000_s1394" style="position:absolute;left:0;text-align:left;z-index:251930624" from="351.85pt,7.3pt" to="351.85pt,151.5pt"/>
        </w:pict>
      </w:r>
      <w:r w:rsidRPr="008F068E">
        <w:rPr>
          <w:b/>
          <w:bCs/>
          <w:noProof/>
          <w:sz w:val="20"/>
        </w:rPr>
        <w:pict>
          <v:line id="_x0000_s1435" style="position:absolute;left:0;text-align:left;z-index:251968512" from="27.05pt,7.3pt" to="39.05pt,7.3pt"/>
        </w:pict>
      </w:r>
      <w:r w:rsidRPr="008F068E">
        <w:rPr>
          <w:b/>
          <w:bCs/>
          <w:noProof/>
          <w:sz w:val="20"/>
        </w:rPr>
        <w:pict>
          <v:line id="_x0000_s1416" style="position:absolute;left:0;text-align:left;flip:x;z-index:251949056" from="33pt,7.3pt" to="33pt,152.15pt"/>
        </w:pict>
      </w: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</w:rPr>
        <w:pict>
          <v:line id="_x0000_s1431" style="position:absolute;left:0;text-align:left;z-index:251964416" from="272.85pt,13.8pt" to="272.85pt,38.25pt">
            <v:stroke endarrow="block"/>
          </v:line>
        </w:pict>
      </w:r>
      <w:r w:rsidRPr="008F068E">
        <w:rPr>
          <w:b/>
          <w:bCs/>
          <w:noProof/>
        </w:rPr>
        <w:pict>
          <v:shape id="_x0000_s1432" type="#_x0000_t202" style="position:absolute;left:0;text-align:left;margin-left:260.3pt;margin-top:1.6pt;width:30pt;height:19.5pt;z-index:251965440" stroked="f">
            <v:textbox style="mso-next-textbox:#_x0000_s1432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(2)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shape id="_x0000_s1375" type="#_x0000_t202" style="position:absolute;left:0;text-align:left;margin-left:3.1pt;margin-top:11.25pt;width:36pt;height:24.45pt;z-index:251911168" stroked="f">
            <v:textbox style="mso-next-textbox:#_x0000_s1375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0.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41</w:t>
                  </w:r>
                </w:p>
              </w:txbxContent>
            </v:textbox>
          </v:shape>
        </w:pict>
      </w: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line id="_x0000_s1399" style="position:absolute;left:0;text-align:left;flip:x;z-index:251935744" from="351.9pt,11.05pt" to="363.9pt,11.05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shape id="_x0000_s1382" type="#_x0000_t202" style="position:absolute;left:0;text-align:left;margin-left:300pt;margin-top:9.7pt;width:36pt;height:24.45pt;z-index:251918336" stroked="f">
            <v:textbox style="mso-next-textbox:#_x0000_s1382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(9)</w:t>
                  </w:r>
                </w:p>
              </w:txbxContent>
            </v:textbox>
          </v:shape>
        </w:pict>
      </w: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430" type="#_x0000_t32" style="position:absolute;left:0;text-align:left;margin-left:66pt;margin-top:9.3pt;width:0;height:99.45pt;flip:y;z-index:251963392" o:connectortype="straight">
            <v:stroke dashstyle="1 1"/>
          </v:shape>
        </w:pict>
      </w:r>
      <w:r w:rsidRPr="008F068E">
        <w:rPr>
          <w:b/>
          <w:bCs/>
          <w:noProof/>
          <w:sz w:val="20"/>
        </w:rPr>
        <w:pict>
          <v:line id="_x0000_s1433" style="position:absolute;left:0;text-align:left;flip:x;z-index:251966464" from="352.25pt,12.25pt" to="371pt,12.25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line id="_x0000_s1397" style="position:absolute;left:0;text-align:left;flip:x;z-index:251933696" from="256.35pt,10.35pt" to="304.35pt,10.35pt">
            <v:stroke endarrow="block"/>
          </v:line>
        </w:pict>
      </w:r>
      <w:r w:rsidRPr="008F068E">
        <w:rPr>
          <w:b/>
          <w:bCs/>
          <w:noProof/>
        </w:rPr>
        <w:pict>
          <v:shape id="_x0000_s1439" type="#_x0000_t32" style="position:absolute;left:0;text-align:left;margin-left:67.35pt;margin-top:10.35pt;width:284.35pt;height:0;flip:x;z-index:251972608" o:connectortype="straight">
            <v:stroke dashstyle="1 1"/>
          </v:shape>
        </w:pict>
      </w:r>
      <w:r w:rsidRPr="008F068E">
        <w:rPr>
          <w:b/>
          <w:bCs/>
          <w:noProof/>
        </w:rPr>
        <w:pict>
          <v:shape id="_x0000_s1443" type="#_x0000_t32" style="position:absolute;left:0;text-align:left;margin-left:208.1pt;margin-top:10.05pt;width:1.35pt;height:165.4pt;flip:x;z-index:251976704" o:connectortype="straight"/>
        </w:pict>
      </w:r>
      <w:r w:rsidRPr="008F068E">
        <w:rPr>
          <w:b/>
          <w:bCs/>
          <w:noProof/>
          <w:sz w:val="20"/>
        </w:rPr>
        <w:pict>
          <v:line id="_x0000_s1414" style="position:absolute;left:0;text-align:left;z-index:251947008" from="208.1pt,207.1pt" to="208.1pt,215.25pt"/>
        </w:pict>
      </w:r>
      <w:r w:rsidRPr="008F068E">
        <w:rPr>
          <w:b/>
          <w:bCs/>
          <w:noProof/>
          <w:sz w:val="20"/>
        </w:rPr>
        <w:pict>
          <v:shape id="_x0000_s1438" type="#_x0000_t32" style="position:absolute;left:0;text-align:left;margin-left:209.65pt;margin-top:10.9pt;width:46.85pt;height:0;z-index:251971584" o:connectortype="straight"/>
        </w:pict>
      </w:r>
      <w:r w:rsidRPr="008F068E">
        <w:rPr>
          <w:b/>
          <w:bCs/>
          <w:noProof/>
          <w:sz w:val="20"/>
        </w:rPr>
        <w:pict>
          <v:line id="_x0000_s1417" style="position:absolute;left:0;text-align:left;z-index:251950080" from="27pt,108.7pt" to="39pt,108.7pt"/>
        </w:pict>
      </w:r>
      <w:r w:rsidRPr="008F068E">
        <w:rPr>
          <w:b/>
          <w:bCs/>
          <w:noProof/>
          <w:sz w:val="20"/>
        </w:rPr>
        <w:pict>
          <v:line id="_x0000_s1418" style="position:absolute;left:0;text-align:left;z-index:251951104" from="27pt,10.9pt" to="39pt,10.9pt"/>
        </w:pict>
      </w:r>
      <w:r w:rsidRPr="008F068E">
        <w:rPr>
          <w:b/>
          <w:bCs/>
          <w:noProof/>
          <w:sz w:val="20"/>
        </w:rPr>
        <w:pict>
          <v:line id="_x0000_s1392" style="position:absolute;left:0;text-align:left;z-index:251928576" from="256.5pt,10.9pt" to="352.5pt,10.9pt">
            <v:stroke dashstyle="1 1" endcap="round"/>
          </v:line>
        </w:pict>
      </w:r>
      <w:r w:rsidRPr="008F068E">
        <w:rPr>
          <w:b/>
          <w:bCs/>
          <w:noProof/>
          <w:sz w:val="20"/>
        </w:rPr>
        <w:pict>
          <v:line id="_x0000_s1393" style="position:absolute;left:0;text-align:left;z-index:251929600" from="351.75pt,10.9pt" to="351.75pt,108.7pt">
            <v:stroke dashstyle="1 1" endcap="round"/>
          </v:line>
        </w:pict>
      </w: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line id="_x0000_s1436" style="position:absolute;left:0;text-align:left;flip:x;z-index:251969536" from="352.45pt,13.85pt" to="376.75pt,13.85pt">
            <v:stroke endarrow="block"/>
          </v:line>
        </w:pict>
      </w: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441" type="#_x0000_t202" style="position:absolute;left:0;text-align:left;margin-left:101.7pt;margin-top:1.9pt;width:30pt;height:19.5pt;z-index:251974656" stroked="f">
            <v:textbox style="mso-next-textbox:#_x0000_s1441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(3)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shape id="_x0000_s1383" type="#_x0000_t202" style="position:absolute;left:0;text-align:left;margin-left:259pt;margin-top:.8pt;width:30pt;height:24.45pt;z-index:251919360" stroked="f">
            <v:textbox style="mso-next-textbox:#_x0000_s1383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(1)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shape id="_x0000_s1387" type="#_x0000_t202" style="position:absolute;left:0;text-align:left;margin-left:172.7pt;margin-top:.55pt;width:30pt;height:24.45pt;z-index:251923456" stroked="f">
            <v:textbox style="mso-next-textbox:#_x0000_s1387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(4)</w:t>
                  </w:r>
                </w:p>
              </w:txbxContent>
            </v:textbox>
          </v:shape>
        </w:pict>
      </w:r>
      <w:r w:rsidR="00EB718A">
        <w:rPr>
          <w:b/>
          <w:bCs/>
        </w:rPr>
        <w:tab/>
      </w:r>
      <w:r w:rsidR="00EB718A">
        <w:rPr>
          <w:b/>
          <w:bCs/>
        </w:rPr>
        <w:tab/>
        <w:t xml:space="preserve"> </w:t>
      </w: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line id="_x0000_s1437" style="position:absolute;left:0;text-align:left;flip:x;z-index:251970560" from="350pt,2pt" to="384.2pt,2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shape id="_x0000_s1376" type="#_x0000_t202" style="position:absolute;left:0;text-align:left;margin-left:394pt;margin-top:3.85pt;width:29.25pt;height:24.45pt;z-index:251912192" stroked="f">
            <v:textbox style="mso-next-textbox:#_x0000_s1376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(8)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line id="_x0000_s1440" style="position:absolute;left:0;text-align:left;z-index:251973632" from="115.9pt,4.55pt" to="115.9pt,29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line id="_x0000_s1406" style="position:absolute;left:0;text-align:left;z-index:251942912" from="274.1pt,6.45pt" to="274.1pt,30.9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line id="_x0000_s1405" style="position:absolute;left:0;text-align:left;z-index:251941888" from="185.65pt,4.55pt" to="185.65pt,29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shape id="_x0000_s1374" type="#_x0000_t202" style="position:absolute;left:0;text-align:left;margin-left:.75pt;margin-top:1.5pt;width:36pt;height:24.45pt;z-index:251910144" stroked="f">
            <v:textbox style="mso-next-textbox:#_x0000_s1374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0.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7</w:t>
                  </w: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9</w:t>
                  </w:r>
                </w:p>
              </w:txbxContent>
            </v:textbox>
          </v:shape>
        </w:pict>
      </w: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line id="_x0000_s1400" style="position:absolute;left:0;text-align:left;flip:x;z-index:251936768" from="351.1pt,1.25pt" to="389.05pt,1.25pt">
            <v:stroke endarrow="block"/>
          </v:line>
        </w:pict>
      </w:r>
      <w:r w:rsidR="00EB718A">
        <w:rPr>
          <w:b/>
          <w:bCs/>
        </w:rPr>
        <w:tab/>
      </w:r>
      <w:r w:rsidR="00EB718A">
        <w:rPr>
          <w:b/>
          <w:bCs/>
        </w:rPr>
        <w:tab/>
      </w:r>
      <w:r w:rsidR="00EB718A">
        <w:rPr>
          <w:b/>
          <w:bCs/>
        </w:rPr>
        <w:tab/>
      </w:r>
    </w:p>
    <w:p w:rsidR="00EB718A" w:rsidRPr="00555947" w:rsidRDefault="008F068E" w:rsidP="00EB718A">
      <w:pPr>
        <w:pStyle w:val="Textoindependiente"/>
        <w:ind w:left="720" w:firstLine="696"/>
        <w:rPr>
          <w:bCs/>
        </w:rPr>
      </w:pPr>
      <w:r w:rsidRPr="008F068E">
        <w:rPr>
          <w:b/>
          <w:bCs/>
          <w:noProof/>
          <w:sz w:val="20"/>
        </w:rPr>
        <w:pict>
          <v:line id="_x0000_s1401" style="position:absolute;left:0;text-align:left;flip:x;z-index:251937792" from="351.6pt,.85pt" to="394.25pt,.85pt">
            <v:stroke endarrow="block"/>
          </v:line>
        </w:pict>
      </w:r>
      <w:r w:rsidRPr="008F068E">
        <w:rPr>
          <w:b/>
          <w:bCs/>
          <w:noProof/>
        </w:rPr>
        <w:pict>
          <v:line id="_x0000_s1428" style="position:absolute;left:0;text-align:left;flip:x;z-index:251961344" from="350.5pt,12.4pt" to="400.15pt,12.4pt">
            <v:stroke endarrow="block"/>
          </v:line>
        </w:pict>
      </w:r>
      <w:r w:rsidR="00EB718A">
        <w:rPr>
          <w:b/>
          <w:bCs/>
        </w:rPr>
        <w:tab/>
      </w:r>
      <w:r w:rsidR="00EB718A">
        <w:rPr>
          <w:b/>
          <w:bCs/>
        </w:rPr>
        <w:tab/>
      </w:r>
      <w:r w:rsidR="00EB718A">
        <w:rPr>
          <w:b/>
          <w:bCs/>
        </w:rPr>
        <w:tab/>
      </w: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377" type="#_x0000_t202" style="position:absolute;left:0;text-align:left;margin-left:141.15pt;margin-top:5.55pt;width:30pt;height:19.2pt;z-index:251913216" stroked="f">
            <v:textbox style="mso-next-textbox:#_x0000_s1377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bCs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bCs/>
                      <w:sz w:val="18"/>
                      <w:szCs w:val="18"/>
                    </w:rPr>
                    <w:t>(0)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line id="_x0000_s1398" style="position:absolute;left:0;text-align:left;flip:x;z-index:251934720" from="352.3pt,10.6pt" to="403.35pt,10.6pt">
            <v:stroke endarrow="block"/>
          </v:line>
        </w:pict>
      </w:r>
    </w:p>
    <w:p w:rsidR="00EB718A" w:rsidRDefault="008F068E" w:rsidP="00EB718A">
      <w:pPr>
        <w:pStyle w:val="Textoindependiente"/>
        <w:ind w:left="720" w:firstLine="696"/>
        <w:jc w:val="left"/>
        <w:rPr>
          <w:b/>
          <w:bCs/>
          <w:sz w:val="18"/>
          <w:szCs w:val="18"/>
        </w:rPr>
      </w:pPr>
      <w:r w:rsidRPr="008F068E">
        <w:rPr>
          <w:b/>
          <w:bCs/>
          <w:noProof/>
          <w:sz w:val="20"/>
        </w:rPr>
        <w:pict>
          <v:shape id="_x0000_s1385" type="#_x0000_t202" style="position:absolute;left:0;text-align:left;margin-left:250.3pt;margin-top:10.3pt;width:30pt;height:24.45pt;z-index:251921408" stroked="f">
            <v:textbox style="mso-next-textbox:#_x0000_s1385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(5)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line id="_x0000_s1426" style="position:absolute;left:0;text-align:left;z-index:251959296" from="67.5pt,7.1pt" to="351pt,7.1pt"/>
        </w:pict>
      </w:r>
      <w:r w:rsidRPr="008F068E">
        <w:rPr>
          <w:b/>
          <w:bCs/>
          <w:noProof/>
          <w:sz w:val="20"/>
        </w:rPr>
        <w:pict>
          <v:line id="_x0000_s1419" style="position:absolute;left:0;text-align:left;z-index:251952128" from="351.75pt,6.25pt" to="351.75pt,38.85pt"/>
        </w:pict>
      </w:r>
      <w:r w:rsidRPr="008F068E">
        <w:rPr>
          <w:b/>
          <w:bCs/>
          <w:noProof/>
          <w:sz w:val="20"/>
        </w:rPr>
        <w:pict>
          <v:line id="_x0000_s1425" style="position:absolute;left:0;text-align:left;z-index:251958272" from="66pt,5.8pt" to="66pt,42.2pt"/>
        </w:pict>
      </w:r>
    </w:p>
    <w:p w:rsidR="00EB718A" w:rsidRPr="00341B2C" w:rsidRDefault="008F068E" w:rsidP="00EB718A">
      <w:pPr>
        <w:pStyle w:val="Textoindependiente"/>
        <w:ind w:left="720" w:firstLine="698"/>
        <w:jc w:val="left"/>
        <w:rPr>
          <w:b/>
          <w:bCs/>
          <w:sz w:val="18"/>
          <w:szCs w:val="18"/>
        </w:rPr>
      </w:pPr>
      <w:r w:rsidRPr="008F068E">
        <w:rPr>
          <w:bCs/>
          <w:noProof/>
          <w:sz w:val="16"/>
          <w:szCs w:val="16"/>
        </w:rPr>
        <w:pict>
          <v:line id="_x0000_s1404" style="position:absolute;left:0;text-align:left;z-index:251940864" from="271.3pt,3.95pt" to="271.3pt,20.25pt">
            <v:stroke endarrow="block"/>
          </v:line>
        </w:pict>
      </w:r>
      <w:r w:rsidR="00EB718A" w:rsidRPr="00341B2C">
        <w:rPr>
          <w:bCs/>
          <w:sz w:val="16"/>
          <w:szCs w:val="16"/>
        </w:rPr>
        <w:t>Estructura independiente</w:t>
      </w:r>
    </w:p>
    <w:p w:rsidR="00EB718A" w:rsidRDefault="00EB718A" w:rsidP="00EB718A">
      <w:pPr>
        <w:pStyle w:val="Textoindependiente"/>
        <w:ind w:left="720" w:firstLine="696"/>
        <w:jc w:val="left"/>
        <w:rPr>
          <w:bCs/>
          <w:sz w:val="18"/>
          <w:szCs w:val="18"/>
        </w:rPr>
      </w:pP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384" type="#_x0000_t202" style="position:absolute;left:0;text-align:left;margin-left:72.75pt;margin-top:10.8pt;width:30pt;height:24.45pt;z-index:251920384" stroked="f">
            <v:textbox style="mso-next-textbox:#_x0000_s1384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(7)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shape id="_x0000_s1386" type="#_x0000_t202" style="position:absolute;left:0;text-align:left;margin-left:322.1pt;margin-top:9.4pt;width:30pt;height:24.45pt;z-index:251922432" stroked="f">
            <v:textbox style="mso-next-textbox:#_x0000_s1386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(6)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line id="_x0000_s1421" style="position:absolute;left:0;text-align:left;z-index:251954176" from="321.75pt,10.9pt" to="321.75pt,42pt"/>
        </w:pict>
      </w:r>
      <w:r w:rsidRPr="008F068E">
        <w:rPr>
          <w:b/>
          <w:bCs/>
          <w:noProof/>
          <w:sz w:val="20"/>
        </w:rPr>
        <w:pict>
          <v:line id="_x0000_s1391" style="position:absolute;left:0;text-align:left;z-index:251927552" from="351.75pt,8.4pt" to="351.75pt,41pt"/>
        </w:pict>
      </w:r>
      <w:r w:rsidRPr="008F068E">
        <w:rPr>
          <w:b/>
          <w:bCs/>
          <w:noProof/>
          <w:sz w:val="20"/>
        </w:rPr>
        <w:pict>
          <v:line id="_x0000_s1434" style="position:absolute;left:0;text-align:left;z-index:251967488" from="316.35pt,11.05pt" to="352.35pt,11.05pt">
            <v:stroke dashstyle="1 1"/>
          </v:line>
        </w:pict>
      </w:r>
      <w:r w:rsidRPr="008F068E">
        <w:rPr>
          <w:b/>
          <w:bCs/>
          <w:noProof/>
          <w:sz w:val="20"/>
        </w:rPr>
        <w:pict>
          <v:line id="_x0000_s1388" style="position:absolute;left:0;text-align:left;z-index:251924480" from="65.7pt,10.95pt" to="101.7pt,10.95pt">
            <v:stroke dashstyle="1 1"/>
          </v:line>
        </w:pict>
      </w:r>
      <w:r w:rsidRPr="008F068E">
        <w:rPr>
          <w:b/>
          <w:bCs/>
          <w:noProof/>
          <w:sz w:val="20"/>
        </w:rPr>
        <w:pict>
          <v:line id="_x0000_s1420" style="position:absolute;left:0;text-align:left;z-index:251953152" from="100.5pt,10.8pt" to="321.75pt,10.95pt"/>
        </w:pict>
      </w:r>
      <w:r w:rsidRPr="008F068E">
        <w:rPr>
          <w:b/>
          <w:bCs/>
          <w:noProof/>
          <w:sz w:val="20"/>
        </w:rPr>
        <w:pict>
          <v:line id="_x0000_s1389" style="position:absolute;left:0;text-align:left;z-index:251925504" from="65.25pt,43.55pt" to="101.25pt,43.55pt"/>
        </w:pict>
      </w:r>
      <w:r w:rsidRPr="008F068E">
        <w:rPr>
          <w:b/>
          <w:bCs/>
          <w:noProof/>
          <w:sz w:val="20"/>
        </w:rPr>
        <w:pict>
          <v:line id="_x0000_s1427" style="position:absolute;left:0;text-align:left;z-index:251960320" from="66pt,10.8pt" to="66pt,43.4pt"/>
        </w:pict>
      </w:r>
      <w:r w:rsidRPr="008F068E">
        <w:rPr>
          <w:b/>
          <w:bCs/>
          <w:noProof/>
          <w:sz w:val="20"/>
        </w:rPr>
        <w:pict>
          <v:line id="_x0000_s1390" style="position:absolute;left:0;text-align:left;z-index:251926528" from="100.5pt,10.95pt" to="100.5pt,43.55pt"/>
        </w:pict>
      </w:r>
      <w:r w:rsidRPr="008F068E">
        <w:rPr>
          <w:b/>
          <w:bCs/>
          <w:noProof/>
          <w:sz w:val="20"/>
        </w:rPr>
        <w:pict>
          <v:line id="_x0000_s1422" style="position:absolute;left:0;text-align:left;z-index:251955200" from="321.75pt,42pt" to="351.75pt,42pt"/>
        </w:pict>
      </w: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line id="_x0000_s1402" style="position:absolute;left:0;text-align:left;z-index:251938816" from="83.85pt,10.45pt" to="83.85pt,26.75pt">
            <v:stroke endarrow="block"/>
          </v:line>
        </w:pict>
      </w:r>
      <w:r w:rsidRPr="008F068E">
        <w:rPr>
          <w:b/>
          <w:bCs/>
          <w:noProof/>
          <w:sz w:val="20"/>
        </w:rPr>
        <w:pict>
          <v:line id="_x0000_s1403" style="position:absolute;left:0;text-align:left;z-index:251939840" from="335.25pt,9.9pt" to="335.25pt,26.2pt">
            <v:stroke endarrow="block"/>
          </v:line>
        </w:pict>
      </w: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</w:rPr>
        <w:pict>
          <v:shape id="_x0000_s1444" type="#_x0000_t32" style="position:absolute;left:0;text-align:left;margin-left:162.8pt;margin-top:13.75pt;width:45.1pt;height:.2pt;z-index:251977728" o:connectortype="straight"/>
        </w:pict>
      </w:r>
      <w:r w:rsidRPr="008F068E">
        <w:rPr>
          <w:b/>
          <w:bCs/>
          <w:noProof/>
          <w:sz w:val="20"/>
        </w:rPr>
        <w:pict>
          <v:line id="_x0000_s1412" style="position:absolute;left:0;text-align:left;z-index:251944960" from="48pt,6.4pt" to="48pt,6.4pt"/>
        </w:pict>
      </w:r>
    </w:p>
    <w:p w:rsidR="00EB718A" w:rsidRDefault="00EB718A" w:rsidP="00EB718A">
      <w:pPr>
        <w:pStyle w:val="Textoindependiente"/>
        <w:ind w:left="720" w:firstLine="696"/>
        <w:rPr>
          <w:b/>
          <w:bCs/>
        </w:rPr>
      </w:pP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378" type="#_x0000_t202" style="position:absolute;left:0;text-align:left;margin-left:270.4pt;margin-top:2pt;width:36pt;height:24.45pt;z-index:251914240" stroked="f">
            <v:textbox style="mso-next-textbox:#_x0000_s1378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1.50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shape id="_x0000_s1380" type="#_x0000_t202" style="position:absolute;left:0;text-align:left;margin-left:166.6pt;margin-top:2.5pt;width:36pt;height:24.45pt;z-index:251916288" stroked="f">
            <v:textbox style="mso-next-textbox:#_x0000_s1380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0.75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shape id="_x0000_s1379" type="#_x0000_t202" style="position:absolute;left:0;text-align:left;margin-left:92.55pt;margin-top:2.75pt;width:36pt;height:24.45pt;z-index:251915264" stroked="f">
            <v:textbox style="mso-next-textbox:#_x0000_s1379">
              <w:txbxContent>
                <w:p w:rsidR="008C67AE" w:rsidRPr="00FA498F" w:rsidRDefault="008C67AE" w:rsidP="00EB71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A498F">
                    <w:rPr>
                      <w:rFonts w:ascii="Tahoma" w:hAnsi="Tahoma" w:cs="Tahoma"/>
                      <w:sz w:val="18"/>
                      <w:szCs w:val="18"/>
                    </w:rPr>
                    <w:t>1.00</w:t>
                  </w:r>
                </w:p>
              </w:txbxContent>
            </v:textbox>
          </v:shape>
        </w:pict>
      </w: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line id="_x0000_s1415" style="position:absolute;left:0;text-align:left;z-index:251948032" from="162.9pt,.55pt" to="162.9pt,8.7pt"/>
        </w:pict>
      </w:r>
      <w:r w:rsidRPr="008F068E">
        <w:rPr>
          <w:b/>
          <w:bCs/>
          <w:noProof/>
          <w:sz w:val="20"/>
        </w:rPr>
        <w:pict>
          <v:line id="_x0000_s1424" style="position:absolute;left:0;text-align:left;z-index:251957248" from="65.55pt,-.05pt" to="65.55pt,8.1pt"/>
        </w:pict>
      </w:r>
      <w:r w:rsidRPr="008F068E">
        <w:rPr>
          <w:b/>
          <w:bCs/>
          <w:noProof/>
          <w:sz w:val="20"/>
        </w:rPr>
        <w:pict>
          <v:line id="_x0000_s1423" style="position:absolute;left:0;text-align:left;z-index:251956224" from="60pt,4.45pt" to="5in,4.45pt"/>
        </w:pict>
      </w:r>
      <w:r w:rsidRPr="008F068E">
        <w:rPr>
          <w:b/>
          <w:bCs/>
          <w:noProof/>
          <w:sz w:val="20"/>
        </w:rPr>
        <w:pict>
          <v:line id="_x0000_s1413" style="position:absolute;left:0;text-align:left;z-index:251945984" from="351.75pt,.35pt" to="351.75pt,8.5pt"/>
        </w:pict>
      </w:r>
    </w:p>
    <w:p w:rsidR="00EB718A" w:rsidRDefault="00EB718A" w:rsidP="00EB718A">
      <w:pPr>
        <w:pStyle w:val="Textoindependiente"/>
        <w:ind w:left="720" w:firstLine="696"/>
        <w:rPr>
          <w:b/>
          <w:bCs/>
        </w:rPr>
      </w:pPr>
    </w:p>
    <w:p w:rsidR="00EB718A" w:rsidRDefault="008F068E" w:rsidP="00EB718A">
      <w:pPr>
        <w:pStyle w:val="Textoindependiente"/>
        <w:ind w:left="720" w:firstLine="696"/>
        <w:rPr>
          <w:b/>
          <w:bCs/>
        </w:rPr>
      </w:pPr>
      <w:r w:rsidRPr="008F068E">
        <w:rPr>
          <w:b/>
          <w:bCs/>
          <w:noProof/>
          <w:sz w:val="20"/>
        </w:rPr>
        <w:pict>
          <v:shape id="_x0000_s1381" type="#_x0000_t202" style="position:absolute;left:0;text-align:left;margin-left:279.75pt;margin-top:5.3pt;width:36pt;height:24.45pt;z-index:251917312" stroked="f">
            <v:textbox style="mso-next-textbox:#_x0000_s1381">
              <w:txbxContent>
                <w:p w:rsidR="008C67AE" w:rsidRDefault="008C67AE" w:rsidP="00EB718A">
                  <w:pPr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sz w:val="20"/>
                    </w:rPr>
                    <w:t>(10)</w:t>
                  </w:r>
                </w:p>
              </w:txbxContent>
            </v:textbox>
          </v:shape>
        </w:pict>
      </w:r>
      <w:r w:rsidRPr="008F068E">
        <w:rPr>
          <w:b/>
          <w:bCs/>
          <w:noProof/>
          <w:sz w:val="20"/>
        </w:rPr>
        <w:pict>
          <v:group id="_x0000_s1407" style="position:absolute;left:0;text-align:left;margin-left:207.9pt;margin-top:2.8pt;width:143.1pt;height:53.45pt;z-index:251943936" coordorigin="2661,9029" coordsize="5400,1141">
            <v:line id="_x0000_s1408" style="position:absolute" from="2661,9029" to="8061,9029"/>
            <v:line id="_x0000_s1409" style="position:absolute" from="8061,9029" to="8061,10170"/>
            <v:line id="_x0000_s1410" style="position:absolute" from="2661,9029" to="8061,10170"/>
            <v:line id="_x0000_s1411" style="position:absolute;flip:y" from="6741,9147" to="6741,9799">
              <v:stroke endarrow="block"/>
            </v:line>
          </v:group>
        </w:pict>
      </w:r>
      <w:r w:rsidRPr="008F068E">
        <w:rPr>
          <w:b/>
          <w:bCs/>
          <w:noProof/>
          <w:sz w:val="20"/>
        </w:rPr>
        <w:pict>
          <v:line id="_x0000_s1445" style="position:absolute;left:0;text-align:left;z-index:251978752" from="207.9pt,0" to="207.9pt,8.15pt"/>
        </w:pict>
      </w:r>
    </w:p>
    <w:p w:rsidR="00EB718A" w:rsidRDefault="00EB718A" w:rsidP="005965F8">
      <w:pPr>
        <w:pStyle w:val="Textoindependiente"/>
        <w:rPr>
          <w:b/>
          <w:bCs/>
        </w:rPr>
      </w:pPr>
    </w:p>
    <w:p w:rsidR="00EB718A" w:rsidRPr="005965F8" w:rsidRDefault="00EB718A" w:rsidP="00EB718A">
      <w:pPr>
        <w:pStyle w:val="Textoindependiente"/>
        <w:ind w:left="720" w:firstLine="696"/>
        <w:rPr>
          <w:rFonts w:ascii="Arial" w:hAnsi="Arial" w:cs="Arial"/>
          <w:b/>
          <w:bCs/>
        </w:rPr>
      </w:pPr>
      <w:r w:rsidRPr="005965F8">
        <w:rPr>
          <w:rFonts w:ascii="Arial" w:hAnsi="Arial" w:cs="Arial"/>
          <w:b/>
          <w:bCs/>
        </w:rPr>
        <w:t xml:space="preserve">Nombre </w:t>
      </w:r>
      <w:r w:rsidRPr="005965F8">
        <w:rPr>
          <w:rFonts w:ascii="Arial" w:hAnsi="Arial" w:cs="Arial"/>
          <w:b/>
          <w:bCs/>
        </w:rPr>
        <w:tab/>
      </w:r>
      <w:r w:rsidRPr="005965F8">
        <w:rPr>
          <w:rFonts w:ascii="Arial" w:hAnsi="Arial" w:cs="Arial"/>
          <w:b/>
          <w:bCs/>
        </w:rPr>
        <w:tab/>
        <w:t>Descripción</w:t>
      </w:r>
    </w:p>
    <w:p w:rsidR="00EB718A" w:rsidRPr="005965F8" w:rsidRDefault="00EB718A" w:rsidP="00EB718A">
      <w:pPr>
        <w:pStyle w:val="Textoindependiente"/>
        <w:ind w:left="720" w:firstLine="696"/>
        <w:rPr>
          <w:rFonts w:ascii="Arial" w:hAnsi="Arial" w:cs="Arial"/>
        </w:rPr>
      </w:pPr>
    </w:p>
    <w:p w:rsidR="00EB718A" w:rsidRPr="005965F8" w:rsidRDefault="00EB718A" w:rsidP="00EB718A">
      <w:pPr>
        <w:pStyle w:val="Textoindependiente"/>
        <w:ind w:left="1428"/>
        <w:rPr>
          <w:rFonts w:ascii="Arial" w:hAnsi="Arial" w:cs="Arial"/>
        </w:rPr>
      </w:pPr>
      <w:r w:rsidRPr="005965F8">
        <w:rPr>
          <w:rFonts w:ascii="Arial" w:hAnsi="Arial" w:cs="Arial"/>
        </w:rPr>
        <w:t xml:space="preserve">   (1)</w:t>
      </w:r>
      <w:r w:rsidRPr="005965F8">
        <w:rPr>
          <w:rFonts w:ascii="Arial" w:hAnsi="Arial" w:cs="Arial"/>
          <w:b/>
          <w:bCs/>
        </w:rPr>
        <w:tab/>
      </w:r>
      <w:r w:rsidRPr="005965F8">
        <w:rPr>
          <w:rFonts w:ascii="Arial" w:hAnsi="Arial" w:cs="Arial"/>
        </w:rPr>
        <w:tab/>
        <w:t>Peso líquido aguas arriba.</w:t>
      </w:r>
    </w:p>
    <w:p w:rsidR="00EB718A" w:rsidRPr="005965F8" w:rsidRDefault="00EB718A" w:rsidP="00EB718A">
      <w:pPr>
        <w:pStyle w:val="Textoindependiente"/>
        <w:ind w:left="708" w:firstLine="708"/>
        <w:rPr>
          <w:rFonts w:ascii="Arial" w:hAnsi="Arial" w:cs="Arial"/>
        </w:rPr>
      </w:pPr>
      <w:r w:rsidRPr="005965F8">
        <w:rPr>
          <w:rFonts w:ascii="Arial" w:hAnsi="Arial" w:cs="Arial"/>
        </w:rPr>
        <w:t xml:space="preserve">   (2)</w:t>
      </w:r>
      <w:r w:rsidRPr="005965F8">
        <w:rPr>
          <w:rFonts w:ascii="Arial" w:hAnsi="Arial" w:cs="Arial"/>
        </w:rPr>
        <w:tab/>
      </w:r>
      <w:r w:rsidRPr="005965F8">
        <w:rPr>
          <w:rFonts w:ascii="Arial" w:hAnsi="Arial" w:cs="Arial"/>
          <w:b/>
          <w:bCs/>
        </w:rPr>
        <w:tab/>
      </w:r>
      <w:r w:rsidRPr="005965F8">
        <w:rPr>
          <w:rFonts w:ascii="Arial" w:hAnsi="Arial" w:cs="Arial"/>
        </w:rPr>
        <w:t>Peso líquido creciente.</w:t>
      </w:r>
    </w:p>
    <w:p w:rsidR="00EB718A" w:rsidRPr="005965F8" w:rsidRDefault="00EB718A" w:rsidP="00EB718A">
      <w:pPr>
        <w:pStyle w:val="Textoindependiente"/>
        <w:ind w:left="720" w:firstLine="696"/>
        <w:rPr>
          <w:rFonts w:ascii="Arial" w:hAnsi="Arial" w:cs="Arial"/>
        </w:rPr>
      </w:pPr>
      <w:r w:rsidRPr="005965F8">
        <w:rPr>
          <w:rFonts w:ascii="Arial" w:hAnsi="Arial" w:cs="Arial"/>
        </w:rPr>
        <w:t xml:space="preserve">   (3)</w:t>
      </w:r>
      <w:r w:rsidRPr="005965F8">
        <w:rPr>
          <w:rFonts w:ascii="Arial" w:hAnsi="Arial" w:cs="Arial"/>
        </w:rPr>
        <w:tab/>
      </w:r>
      <w:r w:rsidRPr="005965F8">
        <w:rPr>
          <w:rFonts w:ascii="Arial" w:hAnsi="Arial" w:cs="Arial"/>
        </w:rPr>
        <w:tab/>
        <w:t xml:space="preserve">Peso líquido aguas abajo.  </w:t>
      </w:r>
    </w:p>
    <w:p w:rsidR="00EB718A" w:rsidRPr="005965F8" w:rsidRDefault="00EB718A" w:rsidP="00EB718A">
      <w:pPr>
        <w:pStyle w:val="Textoindependiente"/>
        <w:ind w:left="720" w:firstLine="696"/>
        <w:rPr>
          <w:rFonts w:ascii="Arial" w:hAnsi="Arial" w:cs="Arial"/>
        </w:rPr>
      </w:pPr>
      <w:r w:rsidRPr="005965F8">
        <w:rPr>
          <w:rFonts w:ascii="Arial" w:hAnsi="Arial" w:cs="Arial"/>
        </w:rPr>
        <w:t xml:space="preserve">   (4)</w:t>
      </w:r>
      <w:r w:rsidRPr="005965F8">
        <w:rPr>
          <w:rFonts w:ascii="Arial" w:hAnsi="Arial" w:cs="Arial"/>
        </w:rPr>
        <w:tab/>
      </w:r>
      <w:r w:rsidRPr="005965F8">
        <w:rPr>
          <w:rFonts w:ascii="Arial" w:hAnsi="Arial" w:cs="Arial"/>
        </w:rPr>
        <w:tab/>
        <w:t>Peso dique.</w:t>
      </w:r>
    </w:p>
    <w:p w:rsidR="00EB718A" w:rsidRPr="005965F8" w:rsidRDefault="00EB718A" w:rsidP="00EB718A">
      <w:pPr>
        <w:pStyle w:val="Textoindependiente"/>
        <w:ind w:left="720" w:firstLine="696"/>
        <w:rPr>
          <w:rFonts w:ascii="Arial" w:hAnsi="Arial" w:cs="Arial"/>
        </w:rPr>
      </w:pPr>
      <w:r w:rsidRPr="005965F8">
        <w:rPr>
          <w:rFonts w:ascii="Arial" w:hAnsi="Arial" w:cs="Arial"/>
        </w:rPr>
        <w:t xml:space="preserve">   (5)</w:t>
      </w:r>
      <w:r w:rsidRPr="005965F8">
        <w:rPr>
          <w:rFonts w:ascii="Arial" w:hAnsi="Arial" w:cs="Arial"/>
        </w:rPr>
        <w:tab/>
      </w:r>
      <w:r w:rsidRPr="005965F8">
        <w:rPr>
          <w:rFonts w:ascii="Arial" w:hAnsi="Arial" w:cs="Arial"/>
        </w:rPr>
        <w:tab/>
        <w:t>Peso fundación.</w:t>
      </w:r>
    </w:p>
    <w:p w:rsidR="00EB718A" w:rsidRPr="005965F8" w:rsidRDefault="00EB718A" w:rsidP="00EB718A">
      <w:pPr>
        <w:pStyle w:val="Textoindependiente"/>
        <w:ind w:left="720" w:firstLine="696"/>
        <w:rPr>
          <w:rFonts w:ascii="Arial" w:hAnsi="Arial" w:cs="Arial"/>
        </w:rPr>
      </w:pPr>
      <w:r w:rsidRPr="005965F8">
        <w:rPr>
          <w:rFonts w:ascii="Arial" w:hAnsi="Arial" w:cs="Arial"/>
        </w:rPr>
        <w:t xml:space="preserve">   (6)</w:t>
      </w:r>
      <w:r w:rsidRPr="005965F8">
        <w:rPr>
          <w:rFonts w:ascii="Arial" w:hAnsi="Arial" w:cs="Arial"/>
          <w:b/>
          <w:bCs/>
        </w:rPr>
        <w:tab/>
      </w:r>
      <w:r w:rsidRPr="005965F8">
        <w:rPr>
          <w:rFonts w:ascii="Arial" w:hAnsi="Arial" w:cs="Arial"/>
        </w:rPr>
        <w:tab/>
        <w:t xml:space="preserve">Peso dentellón aguas arriba. </w:t>
      </w:r>
    </w:p>
    <w:p w:rsidR="00EB718A" w:rsidRPr="005965F8" w:rsidRDefault="00EB718A" w:rsidP="00EB718A">
      <w:pPr>
        <w:pStyle w:val="Textoindependiente"/>
        <w:ind w:left="720" w:firstLine="696"/>
        <w:rPr>
          <w:rFonts w:ascii="Arial" w:hAnsi="Arial" w:cs="Arial"/>
        </w:rPr>
      </w:pPr>
      <w:r w:rsidRPr="005965F8">
        <w:rPr>
          <w:rFonts w:ascii="Arial" w:hAnsi="Arial" w:cs="Arial"/>
        </w:rPr>
        <w:t xml:space="preserve">   (7)</w:t>
      </w:r>
      <w:r w:rsidRPr="005965F8">
        <w:rPr>
          <w:rFonts w:ascii="Arial" w:hAnsi="Arial" w:cs="Arial"/>
        </w:rPr>
        <w:tab/>
      </w:r>
      <w:r w:rsidRPr="005965F8">
        <w:rPr>
          <w:rFonts w:ascii="Arial" w:hAnsi="Arial" w:cs="Arial"/>
        </w:rPr>
        <w:tab/>
        <w:t>Peso dentellón aguas abajo.</w:t>
      </w:r>
    </w:p>
    <w:p w:rsidR="00EB718A" w:rsidRPr="005965F8" w:rsidRDefault="00EB718A" w:rsidP="00EB718A">
      <w:pPr>
        <w:pStyle w:val="Textoindependiente"/>
        <w:ind w:left="720" w:firstLine="696"/>
        <w:rPr>
          <w:rFonts w:ascii="Arial" w:hAnsi="Arial" w:cs="Arial"/>
        </w:rPr>
      </w:pPr>
      <w:r w:rsidRPr="005965F8">
        <w:rPr>
          <w:rFonts w:ascii="Arial" w:hAnsi="Arial" w:cs="Arial"/>
        </w:rPr>
        <w:t xml:space="preserve">   (8)</w:t>
      </w:r>
      <w:r w:rsidRPr="005965F8">
        <w:rPr>
          <w:rFonts w:ascii="Arial" w:hAnsi="Arial" w:cs="Arial"/>
        </w:rPr>
        <w:tab/>
      </w:r>
      <w:r w:rsidRPr="005965F8">
        <w:rPr>
          <w:rFonts w:ascii="Arial" w:hAnsi="Arial" w:cs="Arial"/>
        </w:rPr>
        <w:tab/>
        <w:t>Empuje líquido almacenado.</w:t>
      </w:r>
    </w:p>
    <w:p w:rsidR="00EB718A" w:rsidRPr="005965F8" w:rsidRDefault="00EB718A" w:rsidP="00EB718A">
      <w:pPr>
        <w:pStyle w:val="Textoindependiente"/>
        <w:ind w:left="720" w:firstLine="696"/>
        <w:rPr>
          <w:rFonts w:ascii="Arial" w:hAnsi="Arial" w:cs="Arial"/>
        </w:rPr>
      </w:pPr>
      <w:r w:rsidRPr="005965F8">
        <w:rPr>
          <w:rFonts w:ascii="Arial" w:hAnsi="Arial" w:cs="Arial"/>
        </w:rPr>
        <w:t xml:space="preserve">   (9)</w:t>
      </w:r>
      <w:r w:rsidRPr="005965F8">
        <w:rPr>
          <w:rFonts w:ascii="Arial" w:hAnsi="Arial" w:cs="Arial"/>
        </w:rPr>
        <w:tab/>
      </w:r>
      <w:r w:rsidRPr="005965F8">
        <w:rPr>
          <w:rFonts w:ascii="Arial" w:hAnsi="Arial" w:cs="Arial"/>
        </w:rPr>
        <w:tab/>
        <w:t xml:space="preserve">Peso puntual por sobre tamaño y sismo </w:t>
      </w:r>
    </w:p>
    <w:p w:rsidR="00EB718A" w:rsidRPr="005965F8" w:rsidRDefault="00EB718A" w:rsidP="00EB718A">
      <w:pPr>
        <w:pStyle w:val="Textoindependiente"/>
        <w:ind w:left="720" w:firstLine="696"/>
        <w:rPr>
          <w:rFonts w:ascii="Arial" w:hAnsi="Arial" w:cs="Arial"/>
        </w:rPr>
      </w:pPr>
      <w:r w:rsidRPr="005965F8">
        <w:rPr>
          <w:rFonts w:ascii="Arial" w:hAnsi="Arial" w:cs="Arial"/>
        </w:rPr>
        <w:t xml:space="preserve">  (10)</w:t>
      </w:r>
      <w:r w:rsidRPr="005965F8">
        <w:rPr>
          <w:rFonts w:ascii="Arial" w:hAnsi="Arial" w:cs="Arial"/>
        </w:rPr>
        <w:tab/>
      </w:r>
      <w:r w:rsidRPr="005965F8">
        <w:rPr>
          <w:rFonts w:ascii="Arial" w:hAnsi="Arial" w:cs="Arial"/>
        </w:rPr>
        <w:tab/>
        <w:t>Subpresión.</w:t>
      </w:r>
    </w:p>
    <w:p w:rsidR="00EB718A" w:rsidRPr="005965F8" w:rsidRDefault="00EB718A" w:rsidP="00EB718A">
      <w:pPr>
        <w:pStyle w:val="Textoindependiente"/>
        <w:ind w:left="720" w:firstLine="696"/>
        <w:rPr>
          <w:rFonts w:ascii="Arial" w:hAnsi="Arial" w:cs="Arial"/>
        </w:rPr>
      </w:pPr>
    </w:p>
    <w:p w:rsidR="00EB718A" w:rsidRPr="005965F8" w:rsidRDefault="00EB718A" w:rsidP="00EB718A">
      <w:pPr>
        <w:pStyle w:val="Textoindependiente"/>
        <w:ind w:left="720" w:firstLine="696"/>
        <w:rPr>
          <w:rFonts w:ascii="Arial" w:hAnsi="Arial" w:cs="Arial"/>
        </w:rPr>
      </w:pPr>
    </w:p>
    <w:p w:rsidR="00EB718A" w:rsidRDefault="00EB718A" w:rsidP="00EB718A">
      <w:pPr>
        <w:pStyle w:val="Textoindependiente"/>
        <w:ind w:left="720" w:firstLine="696"/>
      </w:pPr>
    </w:p>
    <w:p w:rsidR="00EB718A" w:rsidRPr="005965F8" w:rsidRDefault="005965F8" w:rsidP="00EB718A">
      <w:pPr>
        <w:pStyle w:val="Textoindependiente"/>
        <w:rPr>
          <w:rFonts w:ascii="Arial" w:hAnsi="Arial" w:cs="Arial"/>
          <w:b/>
          <w:bCs/>
        </w:rPr>
      </w:pPr>
      <w:r w:rsidRPr="005965F8">
        <w:rPr>
          <w:rFonts w:ascii="Arial" w:hAnsi="Arial" w:cs="Arial"/>
          <w:b/>
          <w:bCs/>
        </w:rPr>
        <w:lastRenderedPageBreak/>
        <w:t>Solic</w:t>
      </w:r>
      <w:r>
        <w:rPr>
          <w:rFonts w:ascii="Arial" w:hAnsi="Arial" w:cs="Arial"/>
          <w:b/>
          <w:bCs/>
        </w:rPr>
        <w:t>i</w:t>
      </w:r>
      <w:r w:rsidRPr="005965F8">
        <w:rPr>
          <w:rFonts w:ascii="Arial" w:hAnsi="Arial" w:cs="Arial"/>
          <w:b/>
          <w:bCs/>
        </w:rPr>
        <w:t>taciones por sismo</w:t>
      </w:r>
    </w:p>
    <w:p w:rsidR="005965F8" w:rsidRPr="005965F8" w:rsidRDefault="005965F8" w:rsidP="00EB718A">
      <w:pPr>
        <w:pStyle w:val="Textoindependiente"/>
        <w:rPr>
          <w:rFonts w:ascii="Arial" w:hAnsi="Arial" w:cs="Arial"/>
          <w:b/>
          <w:bCs/>
        </w:rPr>
      </w:pPr>
    </w:p>
    <w:p w:rsidR="00EB718A" w:rsidRPr="005965F8" w:rsidRDefault="00EB718A" w:rsidP="008B3490">
      <w:pPr>
        <w:pStyle w:val="Textoindependiente"/>
        <w:numPr>
          <w:ilvl w:val="0"/>
          <w:numId w:val="10"/>
        </w:numPr>
        <w:ind w:left="142" w:firstLine="0"/>
        <w:rPr>
          <w:rFonts w:ascii="Arial" w:hAnsi="Arial" w:cs="Arial"/>
          <w:bCs/>
        </w:rPr>
      </w:pPr>
      <w:r w:rsidRPr="005965F8">
        <w:rPr>
          <w:rFonts w:ascii="Arial" w:hAnsi="Arial" w:cs="Arial"/>
          <w:bCs/>
        </w:rPr>
        <w:t>Inercia de la presa:</w:t>
      </w:r>
    </w:p>
    <w:p w:rsidR="00EB718A" w:rsidRPr="005965F8" w:rsidRDefault="00EB718A" w:rsidP="00EB718A">
      <w:pPr>
        <w:pStyle w:val="Textoindependiente"/>
        <w:ind w:left="142"/>
        <w:rPr>
          <w:rFonts w:ascii="Arial" w:hAnsi="Arial" w:cs="Arial"/>
          <w:bCs/>
        </w:rPr>
      </w:pPr>
      <w:r w:rsidRPr="005965F8">
        <w:rPr>
          <w:rFonts w:ascii="Arial" w:hAnsi="Arial" w:cs="Arial"/>
          <w:bCs/>
        </w:rPr>
        <w:t xml:space="preserve">Fs = G * Ks * ∞ </w:t>
      </w:r>
      <w:r w:rsidRPr="005965F8">
        <w:rPr>
          <w:rFonts w:ascii="Arial" w:hAnsi="Arial" w:cs="Arial"/>
          <w:bCs/>
        </w:rPr>
        <w:tab/>
      </w:r>
    </w:p>
    <w:p w:rsidR="00EB718A" w:rsidRPr="005965F8" w:rsidRDefault="00EB718A" w:rsidP="00EB718A">
      <w:pPr>
        <w:pStyle w:val="Textoindependiente"/>
        <w:ind w:left="142"/>
        <w:rPr>
          <w:rFonts w:ascii="Arial" w:hAnsi="Arial" w:cs="Arial"/>
          <w:bCs/>
        </w:rPr>
      </w:pPr>
      <w:r w:rsidRPr="005965F8">
        <w:rPr>
          <w:rFonts w:ascii="Arial" w:hAnsi="Arial" w:cs="Arial"/>
          <w:bCs/>
        </w:rPr>
        <w:t>G = Peso de la presa  =  3.18 ton/m.</w:t>
      </w:r>
    </w:p>
    <w:p w:rsidR="00EB718A" w:rsidRPr="005965F8" w:rsidRDefault="00EB718A" w:rsidP="00EB718A">
      <w:pPr>
        <w:pStyle w:val="Textoindependiente"/>
        <w:ind w:left="142"/>
        <w:rPr>
          <w:rFonts w:ascii="Arial" w:hAnsi="Arial" w:cs="Arial"/>
          <w:bCs/>
        </w:rPr>
      </w:pPr>
      <w:r w:rsidRPr="005965F8">
        <w:rPr>
          <w:rFonts w:ascii="Arial" w:hAnsi="Arial" w:cs="Arial"/>
          <w:bCs/>
        </w:rPr>
        <w:t>Ks = Coeficiente sísmico = 1.00/40  intensidad sismo 7.</w:t>
      </w:r>
    </w:p>
    <w:p w:rsidR="00EB718A" w:rsidRPr="005965F8" w:rsidRDefault="00EB718A" w:rsidP="00EB718A">
      <w:pPr>
        <w:pStyle w:val="Textoindependiente"/>
        <w:ind w:left="142"/>
        <w:rPr>
          <w:rFonts w:ascii="Arial" w:hAnsi="Arial" w:cs="Arial"/>
          <w:bCs/>
        </w:rPr>
      </w:pPr>
      <w:r w:rsidRPr="005965F8">
        <w:rPr>
          <w:rFonts w:ascii="Arial" w:hAnsi="Arial" w:cs="Arial"/>
          <w:bCs/>
        </w:rPr>
        <w:t>∞ = Coeficiente características dinámicas de construcción = 1.5.</w:t>
      </w:r>
    </w:p>
    <w:p w:rsidR="00EB718A" w:rsidRPr="005965F8" w:rsidRDefault="00EB718A" w:rsidP="00EB718A">
      <w:pPr>
        <w:pStyle w:val="Textoindependiente"/>
        <w:ind w:left="142"/>
        <w:rPr>
          <w:rFonts w:ascii="Arial" w:hAnsi="Arial" w:cs="Arial"/>
          <w:bCs/>
        </w:rPr>
      </w:pPr>
      <w:r w:rsidRPr="005965F8">
        <w:rPr>
          <w:rFonts w:ascii="Arial" w:hAnsi="Arial" w:cs="Arial"/>
          <w:bCs/>
        </w:rPr>
        <w:t>Fs = 0.12 ton/m., aplicado a 0.42 H.</w:t>
      </w:r>
    </w:p>
    <w:p w:rsidR="00EB718A" w:rsidRPr="005965F8" w:rsidRDefault="00EB718A" w:rsidP="00EB718A">
      <w:pPr>
        <w:pStyle w:val="Textoindependiente"/>
        <w:ind w:left="142"/>
        <w:rPr>
          <w:rFonts w:ascii="Arial" w:hAnsi="Arial" w:cs="Arial"/>
          <w:bCs/>
        </w:rPr>
      </w:pPr>
    </w:p>
    <w:p w:rsidR="00EB718A" w:rsidRPr="005965F8" w:rsidRDefault="00EB718A" w:rsidP="008B3490">
      <w:pPr>
        <w:pStyle w:val="Textoindependiente"/>
        <w:numPr>
          <w:ilvl w:val="0"/>
          <w:numId w:val="10"/>
        </w:numPr>
        <w:ind w:left="142" w:firstLine="0"/>
        <w:rPr>
          <w:rFonts w:ascii="Arial" w:hAnsi="Arial" w:cs="Arial"/>
          <w:bCs/>
        </w:rPr>
      </w:pPr>
      <w:r w:rsidRPr="005965F8">
        <w:rPr>
          <w:rFonts w:ascii="Arial" w:hAnsi="Arial" w:cs="Arial"/>
          <w:bCs/>
        </w:rPr>
        <w:t>Inercia del agua</w:t>
      </w:r>
    </w:p>
    <w:p w:rsidR="00EB718A" w:rsidRPr="005965F8" w:rsidRDefault="00EB718A" w:rsidP="00EB718A">
      <w:pPr>
        <w:pStyle w:val="Textoindependiente"/>
        <w:ind w:left="142"/>
        <w:rPr>
          <w:rFonts w:ascii="Arial" w:hAnsi="Arial" w:cs="Arial"/>
          <w:bCs/>
        </w:rPr>
      </w:pPr>
      <w:r w:rsidRPr="005965F8">
        <w:rPr>
          <w:rFonts w:ascii="Arial" w:hAnsi="Arial" w:cs="Arial"/>
          <w:bCs/>
        </w:rPr>
        <w:t>Ps = (2/3) Ce * β * H</w:t>
      </w:r>
      <w:r w:rsidRPr="005965F8">
        <w:rPr>
          <w:rFonts w:ascii="Arial" w:hAnsi="Arial" w:cs="Arial"/>
          <w:bCs/>
          <w:vertAlign w:val="superscript"/>
        </w:rPr>
        <w:t>2</w:t>
      </w:r>
      <w:r w:rsidRPr="005965F8">
        <w:rPr>
          <w:rFonts w:ascii="Arial" w:hAnsi="Arial" w:cs="Arial"/>
          <w:bCs/>
        </w:rPr>
        <w:t xml:space="preserve"> </w:t>
      </w:r>
      <w:r w:rsidRPr="005965F8">
        <w:rPr>
          <w:rFonts w:ascii="Arial" w:hAnsi="Arial" w:cs="Arial"/>
          <w:bCs/>
        </w:rPr>
        <w:tab/>
        <w:t xml:space="preserve"> </w:t>
      </w:r>
    </w:p>
    <w:p w:rsidR="00EB718A" w:rsidRPr="005965F8" w:rsidRDefault="00EB718A" w:rsidP="00EB718A">
      <w:pPr>
        <w:pStyle w:val="Textoindependiente"/>
        <w:ind w:left="142"/>
        <w:rPr>
          <w:rFonts w:ascii="Arial" w:hAnsi="Arial" w:cs="Arial"/>
          <w:bCs/>
        </w:rPr>
      </w:pPr>
      <w:r w:rsidRPr="005965F8">
        <w:rPr>
          <w:rFonts w:ascii="Arial" w:hAnsi="Arial" w:cs="Arial"/>
          <w:bCs/>
        </w:rPr>
        <w:t>Ce = (0.186)/[1.0 – 7.746  * (H/(1000 * t))</w:t>
      </w:r>
      <w:r w:rsidRPr="005965F8">
        <w:rPr>
          <w:rFonts w:ascii="Arial" w:hAnsi="Arial" w:cs="Arial"/>
          <w:bCs/>
          <w:vertAlign w:val="superscript"/>
        </w:rPr>
        <w:t>2</w:t>
      </w:r>
      <w:r w:rsidRPr="005965F8">
        <w:rPr>
          <w:rFonts w:ascii="Arial" w:hAnsi="Arial" w:cs="Arial"/>
          <w:bCs/>
        </w:rPr>
        <w:t>]</w:t>
      </w:r>
      <w:r w:rsidRPr="005965F8">
        <w:rPr>
          <w:rFonts w:ascii="Arial" w:hAnsi="Arial" w:cs="Arial"/>
          <w:bCs/>
          <w:vertAlign w:val="superscript"/>
        </w:rPr>
        <w:t>1/2</w:t>
      </w:r>
      <w:r w:rsidRPr="005965F8">
        <w:rPr>
          <w:rFonts w:ascii="Arial" w:hAnsi="Arial" w:cs="Arial"/>
          <w:bCs/>
        </w:rPr>
        <w:t xml:space="preserve">  =  0.186</w:t>
      </w:r>
    </w:p>
    <w:p w:rsidR="00EB718A" w:rsidRPr="005965F8" w:rsidRDefault="00EB718A" w:rsidP="00EB718A">
      <w:pPr>
        <w:pStyle w:val="Textoindependiente"/>
        <w:ind w:left="142"/>
        <w:rPr>
          <w:rFonts w:ascii="Arial" w:hAnsi="Arial" w:cs="Arial"/>
          <w:bCs/>
        </w:rPr>
      </w:pPr>
      <w:r w:rsidRPr="005965F8">
        <w:rPr>
          <w:rFonts w:ascii="Arial" w:hAnsi="Arial" w:cs="Arial"/>
          <w:bCs/>
        </w:rPr>
        <w:t>β = Coeficiente que depende de la intensidad del sísmico = 0.04 sismo fuerte</w:t>
      </w:r>
    </w:p>
    <w:p w:rsidR="00EB718A" w:rsidRPr="005965F8" w:rsidRDefault="00EB718A" w:rsidP="00EB718A">
      <w:pPr>
        <w:pStyle w:val="Textoindependiente"/>
        <w:rPr>
          <w:rFonts w:ascii="Arial" w:hAnsi="Arial" w:cs="Arial"/>
          <w:bCs/>
        </w:rPr>
      </w:pPr>
      <w:r w:rsidRPr="005965F8">
        <w:rPr>
          <w:rFonts w:ascii="Arial" w:hAnsi="Arial" w:cs="Arial"/>
          <w:bCs/>
        </w:rPr>
        <w:t xml:space="preserve">  H = 1.20 m.</w:t>
      </w:r>
    </w:p>
    <w:p w:rsidR="00EB718A" w:rsidRPr="005965F8" w:rsidRDefault="00EB718A" w:rsidP="00EB718A">
      <w:pPr>
        <w:pStyle w:val="Textoindependiente"/>
        <w:ind w:left="142"/>
        <w:rPr>
          <w:rFonts w:ascii="Arial" w:hAnsi="Arial" w:cs="Arial"/>
          <w:bCs/>
        </w:rPr>
      </w:pPr>
      <w:r w:rsidRPr="005965F8">
        <w:rPr>
          <w:rFonts w:ascii="Arial" w:hAnsi="Arial" w:cs="Arial"/>
          <w:bCs/>
        </w:rPr>
        <w:t>Ps = 0.007 aplicado a 0.4 H</w:t>
      </w:r>
    </w:p>
    <w:p w:rsidR="00EB718A" w:rsidRPr="005965F8" w:rsidRDefault="00EB718A" w:rsidP="00EB718A">
      <w:pPr>
        <w:pStyle w:val="Textoindependiente"/>
        <w:ind w:firstLine="708"/>
        <w:rPr>
          <w:rFonts w:ascii="Arial" w:hAnsi="Arial" w:cs="Arial"/>
          <w:b/>
          <w:bCs/>
        </w:rPr>
      </w:pPr>
    </w:p>
    <w:p w:rsidR="00EB718A" w:rsidRPr="005965F8" w:rsidRDefault="005965F8" w:rsidP="00EB718A">
      <w:pPr>
        <w:pStyle w:val="Textoindependiente"/>
        <w:ind w:firstLine="708"/>
        <w:rPr>
          <w:rFonts w:ascii="Arial" w:hAnsi="Arial" w:cs="Arial"/>
          <w:b/>
          <w:bCs/>
        </w:rPr>
      </w:pPr>
      <w:r w:rsidRPr="005965F8">
        <w:rPr>
          <w:rFonts w:ascii="Arial" w:hAnsi="Arial" w:cs="Arial"/>
          <w:b/>
          <w:bCs/>
        </w:rPr>
        <w:t>Tabla 4. Análisis estructural estructura sumergida parcialmente.</w:t>
      </w:r>
    </w:p>
    <w:tbl>
      <w:tblPr>
        <w:tblW w:w="848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1128"/>
        <w:gridCol w:w="1248"/>
        <w:gridCol w:w="1996"/>
        <w:gridCol w:w="873"/>
        <w:gridCol w:w="873"/>
        <w:gridCol w:w="1372"/>
      </w:tblGrid>
      <w:tr w:rsidR="00EB718A" w:rsidRPr="005965F8" w:rsidTr="00232650">
        <w:trPr>
          <w:trHeight w:val="282"/>
          <w:tblHeader/>
        </w:trPr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965F8">
              <w:rPr>
                <w:rFonts w:ascii="Arial" w:hAnsi="Arial" w:cs="Arial"/>
                <w:b/>
                <w:bCs/>
                <w:sz w:val="20"/>
              </w:rPr>
              <w:t>Nombre</w:t>
            </w:r>
          </w:p>
        </w:tc>
        <w:tc>
          <w:tcPr>
            <w:tcW w:w="2376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965F8">
              <w:rPr>
                <w:rFonts w:ascii="Arial" w:hAnsi="Arial" w:cs="Arial"/>
                <w:b/>
                <w:bCs/>
                <w:sz w:val="20"/>
              </w:rPr>
              <w:t>Descripción</w:t>
            </w:r>
          </w:p>
        </w:tc>
        <w:tc>
          <w:tcPr>
            <w:tcW w:w="2869" w:type="dxa"/>
            <w:gridSpan w:val="2"/>
            <w:shd w:val="clear" w:color="auto" w:fill="D9D9D9" w:themeFill="background1" w:themeFillShade="D9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965F8">
              <w:rPr>
                <w:rFonts w:ascii="Arial" w:hAnsi="Arial" w:cs="Arial"/>
                <w:b/>
                <w:bCs/>
                <w:sz w:val="20"/>
              </w:rPr>
              <w:t>Evaluación</w:t>
            </w:r>
          </w:p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965F8">
              <w:rPr>
                <w:rFonts w:ascii="Arial" w:hAnsi="Arial" w:cs="Arial"/>
                <w:b/>
                <w:bCs/>
                <w:sz w:val="20"/>
              </w:rPr>
              <w:t>(ton/m)</w:t>
            </w:r>
          </w:p>
        </w:tc>
        <w:tc>
          <w:tcPr>
            <w:tcW w:w="873" w:type="dxa"/>
            <w:vMerge w:val="restart"/>
            <w:shd w:val="clear" w:color="auto" w:fill="D9D9D9" w:themeFill="background1" w:themeFillShade="D9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965F8">
              <w:rPr>
                <w:rFonts w:ascii="Arial" w:hAnsi="Arial" w:cs="Arial"/>
                <w:b/>
                <w:bCs/>
                <w:sz w:val="20"/>
              </w:rPr>
              <w:t>Brazo(0)</w:t>
            </w:r>
          </w:p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965F8">
              <w:rPr>
                <w:rFonts w:ascii="Arial" w:hAnsi="Arial" w:cs="Arial"/>
                <w:b/>
                <w:bCs/>
                <w:sz w:val="20"/>
              </w:rPr>
              <w:t>(m)</w:t>
            </w:r>
          </w:p>
        </w:tc>
        <w:tc>
          <w:tcPr>
            <w:tcW w:w="1372" w:type="dxa"/>
            <w:vMerge w:val="restart"/>
            <w:shd w:val="clear" w:color="auto" w:fill="D9D9D9" w:themeFill="background1" w:themeFillShade="D9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965F8">
              <w:rPr>
                <w:rFonts w:ascii="Arial" w:hAnsi="Arial" w:cs="Arial"/>
                <w:b/>
                <w:bCs/>
                <w:sz w:val="20"/>
              </w:rPr>
              <w:t>Momento(0)</w:t>
            </w:r>
          </w:p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965F8">
              <w:rPr>
                <w:rFonts w:ascii="Arial" w:hAnsi="Arial" w:cs="Arial"/>
                <w:b/>
                <w:bCs/>
                <w:sz w:val="20"/>
              </w:rPr>
              <w:t>(ton-m/m)</w:t>
            </w:r>
          </w:p>
        </w:tc>
      </w:tr>
      <w:tr w:rsidR="00EB718A" w:rsidRPr="005965F8" w:rsidTr="00232650">
        <w:trPr>
          <w:trHeight w:val="282"/>
          <w:tblHeader/>
        </w:trPr>
        <w:tc>
          <w:tcPr>
            <w:tcW w:w="993" w:type="dxa"/>
            <w:vMerge/>
            <w:shd w:val="clear" w:color="auto" w:fill="D9D9D9" w:themeFill="background1" w:themeFillShade="D9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376" w:type="dxa"/>
            <w:gridSpan w:val="2"/>
            <w:vMerge/>
            <w:shd w:val="clear" w:color="auto" w:fill="D9D9D9" w:themeFill="background1" w:themeFillShade="D9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996" w:type="dxa"/>
            <w:shd w:val="clear" w:color="auto" w:fill="D9D9D9" w:themeFill="background1" w:themeFillShade="D9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965F8">
              <w:rPr>
                <w:rFonts w:ascii="Arial" w:hAnsi="Arial" w:cs="Arial"/>
                <w:b/>
                <w:bCs/>
                <w:sz w:val="20"/>
              </w:rPr>
              <w:t>Descripción</w:t>
            </w:r>
          </w:p>
        </w:tc>
        <w:tc>
          <w:tcPr>
            <w:tcW w:w="873" w:type="dxa"/>
            <w:shd w:val="clear" w:color="auto" w:fill="D9D9D9" w:themeFill="background1" w:themeFillShade="D9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965F8">
              <w:rPr>
                <w:rFonts w:ascii="Arial" w:hAnsi="Arial" w:cs="Arial"/>
                <w:b/>
                <w:bCs/>
                <w:sz w:val="20"/>
              </w:rPr>
              <w:t>Valor</w:t>
            </w:r>
          </w:p>
        </w:tc>
        <w:tc>
          <w:tcPr>
            <w:tcW w:w="873" w:type="dxa"/>
            <w:vMerge/>
            <w:shd w:val="clear" w:color="auto" w:fill="D9D9D9" w:themeFill="background1" w:themeFillShade="D9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372" w:type="dxa"/>
            <w:vMerge/>
            <w:shd w:val="clear" w:color="auto" w:fill="D9D9D9" w:themeFill="background1" w:themeFillShade="D9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B718A" w:rsidRPr="005965F8" w:rsidTr="005965F8">
        <w:trPr>
          <w:trHeight w:val="282"/>
        </w:trPr>
        <w:tc>
          <w:tcPr>
            <w:tcW w:w="99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(1)</w:t>
            </w:r>
          </w:p>
        </w:tc>
        <w:tc>
          <w:tcPr>
            <w:tcW w:w="2376" w:type="dxa"/>
            <w:gridSpan w:val="2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Peso líquido aguas arriba</w:t>
            </w:r>
          </w:p>
        </w:tc>
        <w:tc>
          <w:tcPr>
            <w:tcW w:w="1996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1.50 * 0.79 * 1.05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1.24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1.50</w:t>
            </w:r>
          </w:p>
        </w:tc>
        <w:tc>
          <w:tcPr>
            <w:tcW w:w="1372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1.86</w:t>
            </w:r>
          </w:p>
        </w:tc>
      </w:tr>
      <w:tr w:rsidR="00EB718A" w:rsidRPr="005965F8" w:rsidTr="005965F8">
        <w:trPr>
          <w:trHeight w:val="282"/>
        </w:trPr>
        <w:tc>
          <w:tcPr>
            <w:tcW w:w="99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(2)</w:t>
            </w:r>
          </w:p>
        </w:tc>
        <w:tc>
          <w:tcPr>
            <w:tcW w:w="2376" w:type="dxa"/>
            <w:gridSpan w:val="2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Peso líquido creciente</w:t>
            </w:r>
          </w:p>
        </w:tc>
        <w:tc>
          <w:tcPr>
            <w:tcW w:w="1996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2.25 * 0.41 * 1.05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0.97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1.13</w:t>
            </w:r>
          </w:p>
        </w:tc>
        <w:tc>
          <w:tcPr>
            <w:tcW w:w="1372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1.09</w:t>
            </w:r>
          </w:p>
        </w:tc>
      </w:tr>
      <w:tr w:rsidR="00EB718A" w:rsidRPr="005965F8" w:rsidTr="005965F8">
        <w:trPr>
          <w:trHeight w:val="282"/>
        </w:trPr>
        <w:tc>
          <w:tcPr>
            <w:tcW w:w="99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(3)</w:t>
            </w:r>
          </w:p>
        </w:tc>
        <w:tc>
          <w:tcPr>
            <w:tcW w:w="2376" w:type="dxa"/>
            <w:gridSpan w:val="2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Peso líquido aguas abajo</w:t>
            </w:r>
          </w:p>
        </w:tc>
        <w:tc>
          <w:tcPr>
            <w:tcW w:w="1996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1372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---</w:t>
            </w:r>
          </w:p>
        </w:tc>
      </w:tr>
      <w:tr w:rsidR="00EB718A" w:rsidRPr="005965F8" w:rsidTr="005965F8">
        <w:trPr>
          <w:trHeight w:val="282"/>
        </w:trPr>
        <w:tc>
          <w:tcPr>
            <w:tcW w:w="99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(4)</w:t>
            </w:r>
          </w:p>
        </w:tc>
        <w:tc>
          <w:tcPr>
            <w:tcW w:w="2376" w:type="dxa"/>
            <w:gridSpan w:val="2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Peso dique</w:t>
            </w:r>
          </w:p>
        </w:tc>
        <w:tc>
          <w:tcPr>
            <w:tcW w:w="1996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1.29 * 0.75 * 2.40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2.32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0.38</w:t>
            </w:r>
          </w:p>
        </w:tc>
        <w:tc>
          <w:tcPr>
            <w:tcW w:w="1372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0.88</w:t>
            </w:r>
          </w:p>
        </w:tc>
      </w:tr>
      <w:tr w:rsidR="00EB718A" w:rsidRPr="005965F8" w:rsidTr="005965F8">
        <w:trPr>
          <w:trHeight w:val="282"/>
        </w:trPr>
        <w:tc>
          <w:tcPr>
            <w:tcW w:w="99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(5)</w:t>
            </w:r>
          </w:p>
        </w:tc>
        <w:tc>
          <w:tcPr>
            <w:tcW w:w="2376" w:type="dxa"/>
            <w:gridSpan w:val="2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Peso fundación</w:t>
            </w:r>
          </w:p>
        </w:tc>
        <w:tc>
          <w:tcPr>
            <w:tcW w:w="1996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1.50 * 0.20 * 2.40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0.72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1.125</w:t>
            </w:r>
          </w:p>
        </w:tc>
        <w:tc>
          <w:tcPr>
            <w:tcW w:w="1372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0.81</w:t>
            </w:r>
          </w:p>
        </w:tc>
      </w:tr>
      <w:tr w:rsidR="00EB718A" w:rsidRPr="005965F8" w:rsidTr="005965F8">
        <w:trPr>
          <w:trHeight w:val="282"/>
        </w:trPr>
        <w:tc>
          <w:tcPr>
            <w:tcW w:w="99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(6)</w:t>
            </w:r>
          </w:p>
        </w:tc>
        <w:tc>
          <w:tcPr>
            <w:tcW w:w="2376" w:type="dxa"/>
            <w:gridSpan w:val="2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Peso dentellón aguas arriba</w:t>
            </w:r>
          </w:p>
        </w:tc>
        <w:tc>
          <w:tcPr>
            <w:tcW w:w="1996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0.20 * 0.30 * 2.40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0.14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2.15</w:t>
            </w:r>
          </w:p>
        </w:tc>
        <w:tc>
          <w:tcPr>
            <w:tcW w:w="1372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0.31</w:t>
            </w:r>
          </w:p>
        </w:tc>
      </w:tr>
      <w:tr w:rsidR="00EB718A" w:rsidRPr="005965F8" w:rsidTr="005965F8">
        <w:trPr>
          <w:trHeight w:val="282"/>
        </w:trPr>
        <w:tc>
          <w:tcPr>
            <w:tcW w:w="99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(7)</w:t>
            </w:r>
          </w:p>
        </w:tc>
        <w:tc>
          <w:tcPr>
            <w:tcW w:w="2376" w:type="dxa"/>
            <w:gridSpan w:val="2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Peso dentellón aguas abajo</w:t>
            </w:r>
          </w:p>
        </w:tc>
        <w:tc>
          <w:tcPr>
            <w:tcW w:w="1996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---</w:t>
            </w:r>
          </w:p>
        </w:tc>
        <w:tc>
          <w:tcPr>
            <w:tcW w:w="1372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---</w:t>
            </w:r>
          </w:p>
        </w:tc>
      </w:tr>
      <w:tr w:rsidR="00EB718A" w:rsidRPr="005965F8" w:rsidTr="005965F8">
        <w:trPr>
          <w:trHeight w:val="282"/>
        </w:trPr>
        <w:tc>
          <w:tcPr>
            <w:tcW w:w="99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(8)</w:t>
            </w:r>
          </w:p>
        </w:tc>
        <w:tc>
          <w:tcPr>
            <w:tcW w:w="2376" w:type="dxa"/>
            <w:gridSpan w:val="2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Empuje líquido</w:t>
            </w:r>
          </w:p>
        </w:tc>
        <w:tc>
          <w:tcPr>
            <w:tcW w:w="1996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1.20</w:t>
            </w:r>
            <w:r w:rsidRPr="005965F8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5965F8">
              <w:rPr>
                <w:rFonts w:ascii="Arial" w:hAnsi="Arial" w:cs="Arial"/>
                <w:bCs/>
                <w:sz w:val="20"/>
              </w:rPr>
              <w:t xml:space="preserve"> * 1.05/2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0.76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0.40</w:t>
            </w:r>
          </w:p>
        </w:tc>
        <w:tc>
          <w:tcPr>
            <w:tcW w:w="1372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0.30</w:t>
            </w:r>
          </w:p>
        </w:tc>
      </w:tr>
      <w:tr w:rsidR="00EB718A" w:rsidRPr="005965F8" w:rsidTr="005965F8">
        <w:trPr>
          <w:trHeight w:val="282"/>
        </w:trPr>
        <w:tc>
          <w:tcPr>
            <w:tcW w:w="993" w:type="dxa"/>
            <w:vMerge w:val="restart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(9)</w:t>
            </w:r>
          </w:p>
        </w:tc>
        <w:tc>
          <w:tcPr>
            <w:tcW w:w="1128" w:type="dxa"/>
            <w:vMerge w:val="restart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5965F8">
              <w:rPr>
                <w:rFonts w:ascii="Arial" w:hAnsi="Arial" w:cs="Arial"/>
                <w:sz w:val="20"/>
              </w:rPr>
              <w:t>Peso puntual por sobre tamaño y sismo</w:t>
            </w:r>
          </w:p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8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5965F8">
              <w:rPr>
                <w:rFonts w:ascii="Arial" w:hAnsi="Arial" w:cs="Arial"/>
                <w:sz w:val="20"/>
              </w:rPr>
              <w:t>Inercia presa</w:t>
            </w:r>
          </w:p>
        </w:tc>
        <w:tc>
          <w:tcPr>
            <w:tcW w:w="1996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0.12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0.12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0.50</w:t>
            </w:r>
          </w:p>
        </w:tc>
        <w:tc>
          <w:tcPr>
            <w:tcW w:w="1372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0.04</w:t>
            </w:r>
          </w:p>
        </w:tc>
      </w:tr>
      <w:tr w:rsidR="00EB718A" w:rsidRPr="005965F8" w:rsidTr="005965F8">
        <w:trPr>
          <w:trHeight w:val="282"/>
        </w:trPr>
        <w:tc>
          <w:tcPr>
            <w:tcW w:w="993" w:type="dxa"/>
            <w:vMerge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128" w:type="dxa"/>
            <w:vMerge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8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5965F8">
              <w:rPr>
                <w:rFonts w:ascii="Arial" w:hAnsi="Arial" w:cs="Arial"/>
                <w:sz w:val="20"/>
              </w:rPr>
              <w:t>Inercia agua</w:t>
            </w:r>
          </w:p>
        </w:tc>
        <w:tc>
          <w:tcPr>
            <w:tcW w:w="1996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0.007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0.007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0.32</w:t>
            </w:r>
          </w:p>
        </w:tc>
        <w:tc>
          <w:tcPr>
            <w:tcW w:w="1372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Despreciable</w:t>
            </w:r>
          </w:p>
        </w:tc>
      </w:tr>
      <w:tr w:rsidR="00EB718A" w:rsidRPr="005965F8" w:rsidTr="005965F8">
        <w:trPr>
          <w:trHeight w:val="282"/>
        </w:trPr>
        <w:tc>
          <w:tcPr>
            <w:tcW w:w="993" w:type="dxa"/>
            <w:vMerge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128" w:type="dxa"/>
            <w:vMerge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8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sz w:val="20"/>
              </w:rPr>
            </w:pPr>
            <w:r w:rsidRPr="005965F8">
              <w:rPr>
                <w:rFonts w:ascii="Arial" w:hAnsi="Arial" w:cs="Arial"/>
                <w:sz w:val="20"/>
              </w:rPr>
              <w:t>Puntual sobre tamaño</w:t>
            </w:r>
          </w:p>
        </w:tc>
        <w:tc>
          <w:tcPr>
            <w:tcW w:w="1996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0.1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0.1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0.79</w:t>
            </w:r>
          </w:p>
        </w:tc>
        <w:tc>
          <w:tcPr>
            <w:tcW w:w="1372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0.08</w:t>
            </w:r>
          </w:p>
        </w:tc>
      </w:tr>
      <w:tr w:rsidR="00EB718A" w:rsidRPr="005965F8" w:rsidTr="005965F8">
        <w:trPr>
          <w:trHeight w:val="282"/>
        </w:trPr>
        <w:tc>
          <w:tcPr>
            <w:tcW w:w="99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lastRenderedPageBreak/>
              <w:t>(10)</w:t>
            </w:r>
          </w:p>
        </w:tc>
        <w:tc>
          <w:tcPr>
            <w:tcW w:w="2376" w:type="dxa"/>
            <w:gridSpan w:val="2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Subpresión</w:t>
            </w:r>
          </w:p>
        </w:tc>
        <w:tc>
          <w:tcPr>
            <w:tcW w:w="1996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1.20 * 1.50 * 1.00/2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0.90</w:t>
            </w:r>
          </w:p>
        </w:tc>
        <w:tc>
          <w:tcPr>
            <w:tcW w:w="873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1.00</w:t>
            </w:r>
          </w:p>
        </w:tc>
        <w:tc>
          <w:tcPr>
            <w:tcW w:w="1372" w:type="dxa"/>
            <w:vAlign w:val="center"/>
          </w:tcPr>
          <w:p w:rsidR="00EB718A" w:rsidRPr="005965F8" w:rsidRDefault="00EB718A" w:rsidP="008C67AE">
            <w:pPr>
              <w:pStyle w:val="Textoindependiente"/>
              <w:jc w:val="center"/>
              <w:rPr>
                <w:rFonts w:ascii="Arial" w:hAnsi="Arial" w:cs="Arial"/>
                <w:bCs/>
                <w:sz w:val="20"/>
              </w:rPr>
            </w:pPr>
            <w:r w:rsidRPr="005965F8">
              <w:rPr>
                <w:rFonts w:ascii="Arial" w:hAnsi="Arial" w:cs="Arial"/>
                <w:bCs/>
                <w:sz w:val="20"/>
              </w:rPr>
              <w:t>0.90</w:t>
            </w:r>
          </w:p>
        </w:tc>
      </w:tr>
    </w:tbl>
    <w:p w:rsidR="00EB718A" w:rsidRPr="005965F8" w:rsidRDefault="00EB718A" w:rsidP="00EB718A">
      <w:pPr>
        <w:pStyle w:val="Textoindependiente"/>
        <w:ind w:left="142"/>
        <w:rPr>
          <w:rFonts w:ascii="Arial" w:hAnsi="Arial" w:cs="Arial"/>
          <w:bCs/>
        </w:rPr>
      </w:pPr>
      <w:r w:rsidRPr="005965F8">
        <w:rPr>
          <w:rFonts w:ascii="Arial" w:hAnsi="Arial" w:cs="Arial"/>
          <w:bCs/>
        </w:rPr>
        <w:t>Nota: La carga puntual sobre tamaño propuesta.</w:t>
      </w:r>
    </w:p>
    <w:p w:rsidR="00EB718A" w:rsidRDefault="00EB718A" w:rsidP="00EB718A">
      <w:pPr>
        <w:pStyle w:val="Textoindependiente"/>
        <w:ind w:left="720" w:firstLine="696"/>
        <w:rPr>
          <w:b/>
          <w:bCs/>
        </w:rPr>
      </w:pPr>
    </w:p>
    <w:p w:rsidR="00EB718A" w:rsidRDefault="00EB718A" w:rsidP="00EB718A">
      <w:pPr>
        <w:pStyle w:val="Textoindependiente"/>
        <w:ind w:left="720" w:firstLine="696"/>
        <w:rPr>
          <w:b/>
          <w:bCs/>
        </w:rPr>
      </w:pPr>
    </w:p>
    <w:p w:rsidR="00EB718A" w:rsidRPr="005965F8" w:rsidRDefault="005965F8" w:rsidP="005965F8">
      <w:pPr>
        <w:pStyle w:val="Ttulo"/>
        <w:jc w:val="left"/>
        <w:rPr>
          <w:sz w:val="24"/>
          <w:szCs w:val="24"/>
        </w:rPr>
      </w:pPr>
      <w:r w:rsidRPr="008B6575">
        <w:rPr>
          <w:sz w:val="24"/>
          <w:szCs w:val="24"/>
        </w:rPr>
        <w:t xml:space="preserve">       </w:t>
      </w:r>
      <w:r w:rsidR="008B6575" w:rsidRPr="008B6575">
        <w:rPr>
          <w:sz w:val="24"/>
          <w:szCs w:val="24"/>
        </w:rPr>
        <w:t>2.3.2.1</w:t>
      </w:r>
      <w:r w:rsidR="008B6575">
        <w:t xml:space="preserve"> </w:t>
      </w:r>
      <w:r w:rsidR="00872EBC">
        <w:rPr>
          <w:sz w:val="24"/>
          <w:szCs w:val="24"/>
        </w:rPr>
        <w:t>CÁLCULOS DE ESTABILIDAD</w:t>
      </w:r>
    </w:p>
    <w:p w:rsidR="005965F8" w:rsidRDefault="005965F8" w:rsidP="00EB718A">
      <w:pPr>
        <w:pStyle w:val="Ttulo"/>
        <w:ind w:left="1416" w:firstLine="708"/>
        <w:jc w:val="left"/>
        <w:rPr>
          <w:b w:val="0"/>
          <w:bCs/>
        </w:rPr>
      </w:pPr>
    </w:p>
    <w:p w:rsidR="00EB718A" w:rsidRPr="005965F8" w:rsidRDefault="00EB718A" w:rsidP="00EB718A">
      <w:pPr>
        <w:pStyle w:val="Ttulo"/>
        <w:ind w:left="1416" w:firstLine="708"/>
        <w:jc w:val="left"/>
        <w:rPr>
          <w:b w:val="0"/>
          <w:bCs/>
          <w:sz w:val="24"/>
          <w:szCs w:val="24"/>
          <w:lang w:val="fr-FR"/>
        </w:rPr>
      </w:pPr>
      <w:r w:rsidRPr="005965F8">
        <w:rPr>
          <w:b w:val="0"/>
          <w:bCs/>
          <w:sz w:val="24"/>
          <w:szCs w:val="24"/>
        </w:rPr>
        <w:sym w:font="Symbol" w:char="F053"/>
      </w:r>
      <w:r w:rsidRPr="005965F8">
        <w:rPr>
          <w:b w:val="0"/>
          <w:bCs/>
          <w:sz w:val="24"/>
          <w:szCs w:val="24"/>
          <w:lang w:val="fr-FR"/>
        </w:rPr>
        <w:t xml:space="preserve"> Fv  = V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 xml:space="preserve">1  </w:t>
      </w:r>
      <w:r w:rsidRPr="005965F8">
        <w:rPr>
          <w:b w:val="0"/>
          <w:bCs/>
          <w:sz w:val="24"/>
          <w:szCs w:val="24"/>
          <w:lang w:val="fr-FR"/>
        </w:rPr>
        <w:t>+ V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 xml:space="preserve">2  </w:t>
      </w:r>
      <w:r w:rsidRPr="005965F8">
        <w:rPr>
          <w:b w:val="0"/>
          <w:bCs/>
          <w:sz w:val="24"/>
          <w:szCs w:val="24"/>
          <w:lang w:val="fr-FR"/>
        </w:rPr>
        <w:t>+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 xml:space="preserve"> </w:t>
      </w:r>
      <w:r w:rsidRPr="005965F8">
        <w:rPr>
          <w:b w:val="0"/>
          <w:bCs/>
          <w:sz w:val="24"/>
          <w:szCs w:val="24"/>
          <w:lang w:val="fr-FR"/>
        </w:rPr>
        <w:t>V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 xml:space="preserve">4  </w:t>
      </w:r>
      <w:r w:rsidRPr="005965F8">
        <w:rPr>
          <w:b w:val="0"/>
          <w:bCs/>
          <w:sz w:val="24"/>
          <w:szCs w:val="24"/>
          <w:lang w:val="fr-FR"/>
        </w:rPr>
        <w:t>+ V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 xml:space="preserve">5 </w:t>
      </w:r>
      <w:r w:rsidRPr="005965F8">
        <w:rPr>
          <w:b w:val="0"/>
          <w:bCs/>
          <w:sz w:val="24"/>
          <w:szCs w:val="24"/>
          <w:lang w:val="fr-FR"/>
        </w:rPr>
        <w:t>+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 xml:space="preserve"> </w:t>
      </w:r>
      <w:r w:rsidRPr="005965F8">
        <w:rPr>
          <w:b w:val="0"/>
          <w:bCs/>
          <w:sz w:val="24"/>
          <w:szCs w:val="24"/>
          <w:lang w:val="fr-FR"/>
        </w:rPr>
        <w:t>V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 xml:space="preserve">6 </w:t>
      </w:r>
      <w:r w:rsidRPr="005965F8">
        <w:rPr>
          <w:b w:val="0"/>
          <w:bCs/>
          <w:sz w:val="24"/>
          <w:szCs w:val="24"/>
          <w:lang w:val="fr-FR"/>
        </w:rPr>
        <w:t>- V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>10</w:t>
      </w:r>
    </w:p>
    <w:p w:rsidR="00EB718A" w:rsidRPr="005965F8" w:rsidRDefault="00EB718A" w:rsidP="00EB718A">
      <w:pPr>
        <w:pStyle w:val="Ttulo"/>
        <w:ind w:left="1416" w:firstLine="708"/>
        <w:jc w:val="left"/>
        <w:rPr>
          <w:b w:val="0"/>
          <w:bCs/>
          <w:sz w:val="24"/>
          <w:szCs w:val="24"/>
          <w:lang w:val="fr-FR"/>
        </w:rPr>
      </w:pPr>
    </w:p>
    <w:p w:rsidR="00EB718A" w:rsidRPr="005965F8" w:rsidRDefault="00EB718A" w:rsidP="00EB718A">
      <w:pPr>
        <w:pStyle w:val="Ttulo"/>
        <w:ind w:left="1416" w:firstLine="708"/>
        <w:jc w:val="left"/>
        <w:rPr>
          <w:b w:val="0"/>
          <w:bCs/>
          <w:sz w:val="24"/>
          <w:szCs w:val="24"/>
          <w:lang w:val="fr-FR"/>
        </w:rPr>
      </w:pPr>
      <w:r w:rsidRPr="005965F8">
        <w:rPr>
          <w:b w:val="0"/>
          <w:bCs/>
          <w:sz w:val="24"/>
          <w:szCs w:val="24"/>
        </w:rPr>
        <w:sym w:font="Symbol" w:char="F053"/>
      </w:r>
      <w:r w:rsidRPr="005965F8">
        <w:rPr>
          <w:b w:val="0"/>
          <w:bCs/>
          <w:sz w:val="24"/>
          <w:szCs w:val="24"/>
          <w:lang w:val="fr-FR"/>
        </w:rPr>
        <w:t xml:space="preserve"> Fv  =  4.49 ton/m</w:t>
      </w:r>
    </w:p>
    <w:p w:rsidR="00EB718A" w:rsidRPr="005965F8" w:rsidRDefault="00EB718A" w:rsidP="00EB718A">
      <w:pPr>
        <w:pStyle w:val="Ttulo"/>
        <w:ind w:left="1416" w:firstLine="708"/>
        <w:jc w:val="left"/>
        <w:rPr>
          <w:b w:val="0"/>
          <w:bCs/>
          <w:sz w:val="24"/>
          <w:szCs w:val="24"/>
          <w:lang w:val="fr-FR"/>
        </w:rPr>
      </w:pPr>
    </w:p>
    <w:p w:rsidR="00EB718A" w:rsidRPr="005965F8" w:rsidRDefault="00EB718A" w:rsidP="00EB718A">
      <w:pPr>
        <w:pStyle w:val="Ttulo"/>
        <w:ind w:left="1416" w:firstLine="708"/>
        <w:jc w:val="left"/>
        <w:rPr>
          <w:sz w:val="24"/>
          <w:szCs w:val="24"/>
          <w:lang w:val="fr-FR"/>
        </w:rPr>
      </w:pPr>
      <w:r w:rsidRPr="005965F8">
        <w:rPr>
          <w:b w:val="0"/>
          <w:bCs/>
          <w:sz w:val="24"/>
          <w:szCs w:val="24"/>
        </w:rPr>
        <w:sym w:font="Symbol" w:char="F053"/>
      </w:r>
      <w:r w:rsidRPr="005965F8">
        <w:rPr>
          <w:b w:val="0"/>
          <w:bCs/>
          <w:sz w:val="24"/>
          <w:szCs w:val="24"/>
          <w:lang w:val="fr-FR"/>
        </w:rPr>
        <w:t xml:space="preserve"> M</w:t>
      </w:r>
      <w:r w:rsidRPr="005965F8">
        <w:rPr>
          <w:b w:val="0"/>
          <w:bCs/>
          <w:sz w:val="24"/>
          <w:szCs w:val="24"/>
          <w:vertAlign w:val="superscript"/>
          <w:lang w:val="fr-FR"/>
        </w:rPr>
        <w:t>(+)</w:t>
      </w:r>
      <w:r w:rsidRPr="005965F8">
        <w:rPr>
          <w:b w:val="0"/>
          <w:bCs/>
          <w:sz w:val="24"/>
          <w:szCs w:val="24"/>
          <w:lang w:val="fr-FR"/>
        </w:rPr>
        <w:t xml:space="preserve"> = M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 xml:space="preserve">1  </w:t>
      </w:r>
      <w:r w:rsidRPr="005965F8">
        <w:rPr>
          <w:b w:val="0"/>
          <w:bCs/>
          <w:sz w:val="24"/>
          <w:szCs w:val="24"/>
          <w:lang w:val="fr-FR"/>
        </w:rPr>
        <w:t>+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 xml:space="preserve">  </w:t>
      </w:r>
      <w:r w:rsidRPr="005965F8">
        <w:rPr>
          <w:b w:val="0"/>
          <w:bCs/>
          <w:sz w:val="24"/>
          <w:szCs w:val="24"/>
          <w:lang w:val="fr-FR"/>
        </w:rPr>
        <w:t>M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 xml:space="preserve">2  </w:t>
      </w:r>
      <w:r w:rsidRPr="005965F8">
        <w:rPr>
          <w:b w:val="0"/>
          <w:bCs/>
          <w:sz w:val="24"/>
          <w:szCs w:val="24"/>
          <w:lang w:val="fr-FR"/>
        </w:rPr>
        <w:t>+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 xml:space="preserve">  </w:t>
      </w:r>
      <w:r w:rsidRPr="005965F8">
        <w:rPr>
          <w:b w:val="0"/>
          <w:bCs/>
          <w:sz w:val="24"/>
          <w:szCs w:val="24"/>
          <w:lang w:val="fr-FR"/>
        </w:rPr>
        <w:t>M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 xml:space="preserve">4  </w:t>
      </w:r>
      <w:r w:rsidRPr="005965F8">
        <w:rPr>
          <w:b w:val="0"/>
          <w:bCs/>
          <w:sz w:val="24"/>
          <w:szCs w:val="24"/>
          <w:lang w:val="fr-FR"/>
        </w:rPr>
        <w:t>+ M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 xml:space="preserve">5  </w:t>
      </w:r>
      <w:r w:rsidRPr="005965F8">
        <w:rPr>
          <w:b w:val="0"/>
          <w:bCs/>
          <w:sz w:val="24"/>
          <w:szCs w:val="24"/>
          <w:lang w:val="fr-FR"/>
        </w:rPr>
        <w:t>+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 xml:space="preserve"> </w:t>
      </w:r>
      <w:r w:rsidRPr="005965F8">
        <w:rPr>
          <w:b w:val="0"/>
          <w:bCs/>
          <w:sz w:val="24"/>
          <w:szCs w:val="24"/>
          <w:lang w:val="fr-FR"/>
        </w:rPr>
        <w:t>M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 xml:space="preserve">6 </w:t>
      </w:r>
    </w:p>
    <w:p w:rsidR="00EB718A" w:rsidRPr="005965F8" w:rsidRDefault="00EB718A" w:rsidP="00EB718A">
      <w:pPr>
        <w:pStyle w:val="Ttulo"/>
        <w:jc w:val="left"/>
        <w:rPr>
          <w:sz w:val="24"/>
          <w:szCs w:val="24"/>
          <w:lang w:val="fr-FR"/>
        </w:rPr>
      </w:pPr>
    </w:p>
    <w:p w:rsidR="00EB718A" w:rsidRPr="005965F8" w:rsidRDefault="00EB718A" w:rsidP="00EB718A">
      <w:pPr>
        <w:pStyle w:val="Ttulo"/>
        <w:jc w:val="left"/>
        <w:rPr>
          <w:sz w:val="24"/>
          <w:szCs w:val="24"/>
          <w:lang w:val="fr-FR"/>
        </w:rPr>
      </w:pPr>
      <w:r w:rsidRPr="005965F8">
        <w:rPr>
          <w:sz w:val="24"/>
          <w:szCs w:val="24"/>
          <w:lang w:val="fr-FR"/>
        </w:rPr>
        <w:tab/>
      </w:r>
      <w:r w:rsidRPr="005965F8">
        <w:rPr>
          <w:sz w:val="24"/>
          <w:szCs w:val="24"/>
          <w:lang w:val="fr-FR"/>
        </w:rPr>
        <w:tab/>
      </w:r>
      <w:r w:rsidRP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Pr="005965F8">
        <w:rPr>
          <w:b w:val="0"/>
          <w:bCs/>
          <w:sz w:val="24"/>
          <w:szCs w:val="24"/>
        </w:rPr>
        <w:sym w:font="Symbol" w:char="F053"/>
      </w:r>
      <w:r w:rsidRPr="005965F8">
        <w:rPr>
          <w:b w:val="0"/>
          <w:bCs/>
          <w:sz w:val="24"/>
          <w:szCs w:val="24"/>
          <w:lang w:val="fr-FR"/>
        </w:rPr>
        <w:t xml:space="preserve"> M</w:t>
      </w:r>
      <w:r w:rsidRPr="005965F8">
        <w:rPr>
          <w:b w:val="0"/>
          <w:bCs/>
          <w:sz w:val="24"/>
          <w:szCs w:val="24"/>
          <w:vertAlign w:val="superscript"/>
          <w:lang w:val="fr-FR"/>
        </w:rPr>
        <w:t>(+)</w:t>
      </w:r>
      <w:r w:rsidRPr="005965F8">
        <w:rPr>
          <w:b w:val="0"/>
          <w:bCs/>
          <w:sz w:val="24"/>
          <w:szCs w:val="24"/>
          <w:lang w:val="fr-FR"/>
        </w:rPr>
        <w:t xml:space="preserve"> = 4.95 ton-m/m</w:t>
      </w:r>
    </w:p>
    <w:p w:rsidR="00EB718A" w:rsidRPr="005965F8" w:rsidRDefault="00EB718A" w:rsidP="00EB718A">
      <w:pPr>
        <w:pStyle w:val="Ttulo"/>
        <w:rPr>
          <w:sz w:val="24"/>
          <w:szCs w:val="24"/>
          <w:lang w:val="fr-FR"/>
        </w:rPr>
      </w:pPr>
    </w:p>
    <w:p w:rsidR="00EB718A" w:rsidRPr="005965F8" w:rsidRDefault="00EB718A" w:rsidP="00EB718A">
      <w:pPr>
        <w:pStyle w:val="Ttulo"/>
        <w:ind w:left="1416" w:firstLine="708"/>
        <w:jc w:val="left"/>
        <w:rPr>
          <w:sz w:val="24"/>
          <w:szCs w:val="24"/>
          <w:lang w:val="fr-FR"/>
        </w:rPr>
      </w:pPr>
      <w:r w:rsidRPr="005965F8">
        <w:rPr>
          <w:b w:val="0"/>
          <w:bCs/>
          <w:sz w:val="24"/>
          <w:szCs w:val="24"/>
        </w:rPr>
        <w:sym w:font="Symbol" w:char="F053"/>
      </w:r>
      <w:r w:rsidRPr="005965F8">
        <w:rPr>
          <w:b w:val="0"/>
          <w:bCs/>
          <w:sz w:val="24"/>
          <w:szCs w:val="24"/>
          <w:lang w:val="fr-FR"/>
        </w:rPr>
        <w:t xml:space="preserve"> M</w:t>
      </w:r>
      <w:r w:rsidRPr="005965F8">
        <w:rPr>
          <w:b w:val="0"/>
          <w:bCs/>
          <w:sz w:val="24"/>
          <w:szCs w:val="24"/>
          <w:vertAlign w:val="superscript"/>
          <w:lang w:val="fr-FR"/>
        </w:rPr>
        <w:t>(-)</w:t>
      </w:r>
      <w:r w:rsidRPr="005965F8">
        <w:rPr>
          <w:b w:val="0"/>
          <w:bCs/>
          <w:sz w:val="24"/>
          <w:szCs w:val="24"/>
          <w:lang w:val="fr-FR"/>
        </w:rPr>
        <w:t xml:space="preserve"> = 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 xml:space="preserve"> </w:t>
      </w:r>
      <w:r w:rsidRPr="005965F8">
        <w:rPr>
          <w:b w:val="0"/>
          <w:bCs/>
          <w:sz w:val="24"/>
          <w:szCs w:val="24"/>
          <w:lang w:val="fr-FR"/>
        </w:rPr>
        <w:t>M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 xml:space="preserve">8  </w:t>
      </w:r>
      <w:r w:rsidRPr="005965F8">
        <w:rPr>
          <w:b w:val="0"/>
          <w:bCs/>
          <w:sz w:val="24"/>
          <w:szCs w:val="24"/>
          <w:lang w:val="fr-FR"/>
        </w:rPr>
        <w:t>+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 xml:space="preserve">  </w:t>
      </w:r>
      <w:r w:rsidRPr="005965F8">
        <w:rPr>
          <w:b w:val="0"/>
          <w:bCs/>
          <w:sz w:val="24"/>
          <w:szCs w:val="24"/>
          <w:lang w:val="fr-FR"/>
        </w:rPr>
        <w:t>M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 xml:space="preserve">9  </w:t>
      </w:r>
      <w:r w:rsidRPr="005965F8">
        <w:rPr>
          <w:b w:val="0"/>
          <w:bCs/>
          <w:sz w:val="24"/>
          <w:szCs w:val="24"/>
          <w:lang w:val="fr-FR"/>
        </w:rPr>
        <w:t>+ M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>10</w:t>
      </w:r>
      <w:r w:rsidRPr="005965F8">
        <w:rPr>
          <w:b w:val="0"/>
          <w:bCs/>
          <w:sz w:val="24"/>
          <w:szCs w:val="24"/>
          <w:lang w:val="fr-FR"/>
        </w:rPr>
        <w:t xml:space="preserve"> </w:t>
      </w:r>
    </w:p>
    <w:p w:rsidR="00EB718A" w:rsidRPr="005965F8" w:rsidRDefault="00EB718A" w:rsidP="00EB718A">
      <w:pPr>
        <w:pStyle w:val="Ttulo"/>
        <w:jc w:val="left"/>
        <w:rPr>
          <w:sz w:val="24"/>
          <w:szCs w:val="24"/>
          <w:lang w:val="fr-FR"/>
        </w:rPr>
      </w:pPr>
    </w:p>
    <w:p w:rsidR="00EB718A" w:rsidRPr="005965F8" w:rsidRDefault="00EB718A" w:rsidP="00EB718A">
      <w:pPr>
        <w:pStyle w:val="Ttulo"/>
        <w:jc w:val="left"/>
        <w:rPr>
          <w:sz w:val="24"/>
          <w:szCs w:val="24"/>
          <w:lang w:val="en-US"/>
        </w:rPr>
      </w:pPr>
      <w:r w:rsidRPr="005965F8">
        <w:rPr>
          <w:sz w:val="24"/>
          <w:szCs w:val="24"/>
          <w:lang w:val="fr-FR"/>
        </w:rPr>
        <w:tab/>
      </w:r>
      <w:r w:rsidRP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="005965F8">
        <w:rPr>
          <w:sz w:val="24"/>
          <w:szCs w:val="24"/>
          <w:lang w:val="fr-FR"/>
        </w:rPr>
        <w:tab/>
      </w:r>
      <w:r w:rsidRPr="005965F8">
        <w:rPr>
          <w:sz w:val="24"/>
          <w:szCs w:val="24"/>
          <w:lang w:val="fr-FR"/>
        </w:rPr>
        <w:tab/>
      </w:r>
      <w:r w:rsidRPr="005965F8">
        <w:rPr>
          <w:b w:val="0"/>
          <w:bCs/>
          <w:sz w:val="24"/>
          <w:szCs w:val="24"/>
        </w:rPr>
        <w:sym w:font="Symbol" w:char="F053"/>
      </w:r>
      <w:r w:rsidRPr="005965F8">
        <w:rPr>
          <w:b w:val="0"/>
          <w:bCs/>
          <w:sz w:val="24"/>
          <w:szCs w:val="24"/>
          <w:lang w:val="fr-FR"/>
        </w:rPr>
        <w:t xml:space="preserve"> M</w:t>
      </w:r>
      <w:r w:rsidRPr="005965F8">
        <w:rPr>
          <w:b w:val="0"/>
          <w:bCs/>
          <w:sz w:val="24"/>
          <w:szCs w:val="24"/>
          <w:vertAlign w:val="superscript"/>
          <w:lang w:val="fr-FR"/>
        </w:rPr>
        <w:t>(-)</w:t>
      </w:r>
      <w:r w:rsidRPr="005965F8">
        <w:rPr>
          <w:b w:val="0"/>
          <w:bCs/>
          <w:sz w:val="24"/>
          <w:szCs w:val="24"/>
          <w:lang w:val="fr-FR"/>
        </w:rPr>
        <w:t xml:space="preserve"> = 1.32 </w:t>
      </w:r>
      <w:r w:rsidRPr="005965F8">
        <w:rPr>
          <w:b w:val="0"/>
          <w:bCs/>
          <w:sz w:val="24"/>
          <w:szCs w:val="24"/>
          <w:lang w:val="en-US"/>
        </w:rPr>
        <w:t>ton-m/m</w:t>
      </w:r>
    </w:p>
    <w:p w:rsidR="00EB718A" w:rsidRPr="005965F8" w:rsidRDefault="00EB718A" w:rsidP="00EB718A">
      <w:pPr>
        <w:pStyle w:val="Ttulo"/>
        <w:jc w:val="left"/>
        <w:rPr>
          <w:sz w:val="24"/>
          <w:szCs w:val="24"/>
          <w:lang w:val="en-US"/>
        </w:rPr>
      </w:pPr>
    </w:p>
    <w:p w:rsidR="00EB718A" w:rsidRPr="005965F8" w:rsidRDefault="00EB718A" w:rsidP="00EB718A">
      <w:pPr>
        <w:pStyle w:val="Ttulo"/>
        <w:ind w:left="1416" w:firstLine="708"/>
        <w:jc w:val="left"/>
        <w:rPr>
          <w:b w:val="0"/>
          <w:bCs/>
          <w:sz w:val="24"/>
          <w:szCs w:val="24"/>
          <w:lang w:val="fr-FR"/>
        </w:rPr>
      </w:pPr>
      <w:r w:rsidRPr="005965F8">
        <w:rPr>
          <w:b w:val="0"/>
          <w:bCs/>
          <w:sz w:val="24"/>
          <w:szCs w:val="24"/>
        </w:rPr>
        <w:sym w:font="Symbol" w:char="F053"/>
      </w:r>
      <w:r w:rsidRPr="005965F8">
        <w:rPr>
          <w:b w:val="0"/>
          <w:bCs/>
          <w:sz w:val="24"/>
          <w:szCs w:val="24"/>
          <w:lang w:val="fr-FR"/>
        </w:rPr>
        <w:t xml:space="preserve"> F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>H</w:t>
      </w:r>
      <w:r w:rsidRPr="005965F8">
        <w:rPr>
          <w:b w:val="0"/>
          <w:bCs/>
          <w:sz w:val="24"/>
          <w:szCs w:val="24"/>
          <w:lang w:val="fr-FR"/>
        </w:rPr>
        <w:t xml:space="preserve">  = V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>8</w:t>
      </w:r>
      <w:r w:rsidRPr="005965F8">
        <w:rPr>
          <w:b w:val="0"/>
          <w:bCs/>
          <w:sz w:val="24"/>
          <w:szCs w:val="24"/>
          <w:lang w:val="fr-FR"/>
        </w:rPr>
        <w:t xml:space="preserve"> + V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>9</w:t>
      </w:r>
    </w:p>
    <w:p w:rsidR="00EB718A" w:rsidRPr="005965F8" w:rsidRDefault="00EB718A" w:rsidP="00EB718A">
      <w:pPr>
        <w:pStyle w:val="Ttulo"/>
        <w:ind w:left="1416" w:firstLine="708"/>
        <w:jc w:val="left"/>
        <w:rPr>
          <w:b w:val="0"/>
          <w:bCs/>
          <w:sz w:val="24"/>
          <w:szCs w:val="24"/>
          <w:lang w:val="fr-FR"/>
        </w:rPr>
      </w:pPr>
    </w:p>
    <w:p w:rsidR="00EB718A" w:rsidRPr="005965F8" w:rsidRDefault="00EB718A" w:rsidP="00EB718A">
      <w:pPr>
        <w:pStyle w:val="Ttulo"/>
        <w:ind w:left="1416" w:firstLine="708"/>
        <w:jc w:val="left"/>
        <w:rPr>
          <w:b w:val="0"/>
          <w:bCs/>
          <w:sz w:val="24"/>
          <w:szCs w:val="24"/>
          <w:lang w:val="fr-FR"/>
        </w:rPr>
      </w:pPr>
      <w:r w:rsidRPr="005965F8">
        <w:rPr>
          <w:b w:val="0"/>
          <w:bCs/>
          <w:sz w:val="24"/>
          <w:szCs w:val="24"/>
        </w:rPr>
        <w:sym w:font="Symbol" w:char="F053"/>
      </w:r>
      <w:r w:rsidRPr="005965F8">
        <w:rPr>
          <w:b w:val="0"/>
          <w:bCs/>
          <w:sz w:val="24"/>
          <w:szCs w:val="24"/>
          <w:lang w:val="fr-FR"/>
        </w:rPr>
        <w:t xml:space="preserve"> F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>H</w:t>
      </w:r>
      <w:r w:rsidRPr="005965F8">
        <w:rPr>
          <w:b w:val="0"/>
          <w:bCs/>
          <w:sz w:val="24"/>
          <w:szCs w:val="24"/>
          <w:lang w:val="fr-FR"/>
        </w:rPr>
        <w:t xml:space="preserve">  =  0.99 ton/m</w:t>
      </w:r>
    </w:p>
    <w:p w:rsidR="00EB718A" w:rsidRDefault="00EB718A" w:rsidP="00EB718A">
      <w:pPr>
        <w:pStyle w:val="Ttulo"/>
        <w:rPr>
          <w:lang w:val="fr-FR"/>
        </w:rPr>
      </w:pPr>
    </w:p>
    <w:p w:rsidR="00EB718A" w:rsidRPr="00942C26" w:rsidRDefault="00EB718A" w:rsidP="00EB718A">
      <w:pPr>
        <w:pStyle w:val="Ttulo"/>
      </w:pPr>
    </w:p>
    <w:p w:rsidR="00EB718A" w:rsidRPr="00942C26" w:rsidRDefault="00EB718A" w:rsidP="00EB718A">
      <w:pPr>
        <w:pStyle w:val="Ttulo"/>
      </w:pPr>
    </w:p>
    <w:p w:rsidR="001B64D0" w:rsidRDefault="001B64D0" w:rsidP="00EB718A">
      <w:pPr>
        <w:pStyle w:val="Ttulo"/>
        <w:jc w:val="left"/>
      </w:pPr>
    </w:p>
    <w:p w:rsidR="001B64D0" w:rsidRDefault="001B64D0" w:rsidP="00EB718A">
      <w:pPr>
        <w:pStyle w:val="Ttulo"/>
        <w:jc w:val="left"/>
      </w:pPr>
    </w:p>
    <w:p w:rsidR="001B64D0" w:rsidRDefault="001B64D0" w:rsidP="00EB718A">
      <w:pPr>
        <w:pStyle w:val="Ttulo"/>
        <w:jc w:val="left"/>
      </w:pPr>
    </w:p>
    <w:p w:rsidR="001B64D0" w:rsidRDefault="001B64D0" w:rsidP="00EB718A">
      <w:pPr>
        <w:pStyle w:val="Ttulo"/>
        <w:jc w:val="left"/>
      </w:pPr>
    </w:p>
    <w:p w:rsidR="001B64D0" w:rsidRDefault="001B64D0" w:rsidP="00EB718A">
      <w:pPr>
        <w:pStyle w:val="Ttulo"/>
        <w:jc w:val="left"/>
      </w:pPr>
    </w:p>
    <w:p w:rsidR="001B64D0" w:rsidRDefault="001B64D0" w:rsidP="00EB718A">
      <w:pPr>
        <w:pStyle w:val="Ttulo"/>
        <w:jc w:val="left"/>
      </w:pPr>
    </w:p>
    <w:p w:rsidR="001B64D0" w:rsidRDefault="001B64D0" w:rsidP="00EB718A">
      <w:pPr>
        <w:pStyle w:val="Ttulo"/>
        <w:jc w:val="left"/>
      </w:pPr>
    </w:p>
    <w:p w:rsidR="001B64D0" w:rsidRDefault="001B64D0" w:rsidP="00EB718A">
      <w:pPr>
        <w:pStyle w:val="Ttulo"/>
        <w:jc w:val="left"/>
      </w:pPr>
    </w:p>
    <w:p w:rsidR="001B64D0" w:rsidRDefault="001B64D0" w:rsidP="00EB718A">
      <w:pPr>
        <w:pStyle w:val="Ttulo"/>
        <w:jc w:val="left"/>
      </w:pPr>
    </w:p>
    <w:p w:rsidR="001B64D0" w:rsidRDefault="001B64D0" w:rsidP="00EB718A">
      <w:pPr>
        <w:pStyle w:val="Ttulo"/>
        <w:jc w:val="left"/>
      </w:pPr>
    </w:p>
    <w:p w:rsidR="001B64D0" w:rsidRDefault="001B64D0" w:rsidP="00EB718A">
      <w:pPr>
        <w:pStyle w:val="Ttulo"/>
        <w:jc w:val="left"/>
      </w:pPr>
    </w:p>
    <w:p w:rsidR="001B64D0" w:rsidRDefault="001B64D0" w:rsidP="00EB718A">
      <w:pPr>
        <w:pStyle w:val="Ttulo"/>
        <w:jc w:val="left"/>
      </w:pPr>
    </w:p>
    <w:p w:rsidR="00EB718A" w:rsidRDefault="00EB718A" w:rsidP="00EB718A">
      <w:pPr>
        <w:pStyle w:val="Ttulo"/>
        <w:jc w:val="left"/>
      </w:pPr>
    </w:p>
    <w:p w:rsidR="00EB718A" w:rsidRPr="005965F8" w:rsidRDefault="00EB718A" w:rsidP="00EB718A">
      <w:pPr>
        <w:pStyle w:val="Ttulo"/>
        <w:jc w:val="left"/>
        <w:rPr>
          <w:sz w:val="24"/>
          <w:szCs w:val="24"/>
        </w:rPr>
      </w:pPr>
      <w:r>
        <w:tab/>
      </w:r>
      <w:r w:rsidRPr="005965F8">
        <w:rPr>
          <w:sz w:val="24"/>
          <w:szCs w:val="24"/>
        </w:rPr>
        <w:tab/>
        <w:t>Seguridad contra Volcamiento</w:t>
      </w:r>
    </w:p>
    <w:p w:rsidR="00EB718A" w:rsidRPr="005965F8" w:rsidRDefault="00EB718A" w:rsidP="00EB718A">
      <w:pPr>
        <w:pStyle w:val="Ttulo"/>
        <w:jc w:val="left"/>
        <w:rPr>
          <w:sz w:val="24"/>
          <w:szCs w:val="24"/>
        </w:rPr>
      </w:pPr>
    </w:p>
    <w:p w:rsidR="00EB718A" w:rsidRPr="005965F8" w:rsidRDefault="00EB718A" w:rsidP="00662B42">
      <w:pPr>
        <w:pStyle w:val="Ttulo"/>
        <w:rPr>
          <w:b w:val="0"/>
          <w:bCs/>
          <w:sz w:val="24"/>
          <w:szCs w:val="24"/>
          <w:lang w:val="es-CO"/>
        </w:rPr>
      </w:pPr>
      <w:r w:rsidRPr="005965F8">
        <w:rPr>
          <w:b w:val="0"/>
          <w:bCs/>
          <w:sz w:val="24"/>
          <w:szCs w:val="24"/>
          <w:lang w:val="es-CO"/>
        </w:rPr>
        <w:t>f</w:t>
      </w:r>
      <w:r w:rsidRPr="005965F8">
        <w:rPr>
          <w:b w:val="0"/>
          <w:bCs/>
          <w:sz w:val="24"/>
          <w:szCs w:val="24"/>
          <w:vertAlign w:val="subscript"/>
          <w:lang w:val="es-CO"/>
        </w:rPr>
        <w:t>sv</w:t>
      </w:r>
      <w:r w:rsidRPr="005965F8">
        <w:rPr>
          <w:b w:val="0"/>
          <w:bCs/>
          <w:sz w:val="24"/>
          <w:szCs w:val="24"/>
          <w:lang w:val="es-CO"/>
        </w:rPr>
        <w:t xml:space="preserve">  </w:t>
      </w:r>
      <w:r w:rsidRPr="005965F8">
        <w:rPr>
          <w:b w:val="0"/>
          <w:bCs/>
          <w:sz w:val="24"/>
          <w:szCs w:val="24"/>
          <w:u w:val="single"/>
          <w:lang w:val="es-CO"/>
        </w:rPr>
        <w:t xml:space="preserve">=  </w:t>
      </w:r>
      <w:r w:rsidRPr="005965F8">
        <w:rPr>
          <w:b w:val="0"/>
          <w:bCs/>
          <w:sz w:val="24"/>
          <w:szCs w:val="24"/>
          <w:u w:val="single"/>
        </w:rPr>
        <w:sym w:font="Symbol" w:char="F053"/>
      </w:r>
      <w:r w:rsidRPr="005965F8">
        <w:rPr>
          <w:b w:val="0"/>
          <w:bCs/>
          <w:sz w:val="24"/>
          <w:szCs w:val="24"/>
          <w:u w:val="single"/>
          <w:lang w:val="es-CO"/>
        </w:rPr>
        <w:t xml:space="preserve"> M</w:t>
      </w:r>
      <w:r w:rsidRPr="005965F8">
        <w:rPr>
          <w:b w:val="0"/>
          <w:bCs/>
          <w:sz w:val="24"/>
          <w:szCs w:val="24"/>
          <w:u w:val="single"/>
          <w:vertAlign w:val="subscript"/>
          <w:lang w:val="es-CO"/>
        </w:rPr>
        <w:t>u</w:t>
      </w:r>
      <w:r w:rsidRPr="005965F8">
        <w:rPr>
          <w:b w:val="0"/>
          <w:bCs/>
          <w:sz w:val="24"/>
          <w:szCs w:val="24"/>
          <w:vertAlign w:val="superscript"/>
          <w:lang w:val="es-CO"/>
        </w:rPr>
        <w:t xml:space="preserve"> (+)</w:t>
      </w:r>
    </w:p>
    <w:p w:rsidR="00EB718A" w:rsidRPr="005965F8" w:rsidRDefault="00662B42" w:rsidP="00662B42">
      <w:pPr>
        <w:pStyle w:val="Ttulo"/>
        <w:rPr>
          <w:sz w:val="24"/>
          <w:szCs w:val="24"/>
          <w:lang w:val="fr-FR"/>
        </w:rPr>
      </w:pPr>
      <w:r>
        <w:rPr>
          <w:b w:val="0"/>
          <w:bCs/>
          <w:sz w:val="24"/>
          <w:szCs w:val="24"/>
        </w:rPr>
        <w:t xml:space="preserve">          </w:t>
      </w:r>
      <w:r w:rsidR="00EB718A" w:rsidRPr="005965F8">
        <w:rPr>
          <w:b w:val="0"/>
          <w:bCs/>
          <w:sz w:val="24"/>
          <w:szCs w:val="24"/>
        </w:rPr>
        <w:sym w:font="Symbol" w:char="F053"/>
      </w:r>
      <w:r w:rsidR="00EB718A" w:rsidRPr="005965F8">
        <w:rPr>
          <w:b w:val="0"/>
          <w:bCs/>
          <w:sz w:val="24"/>
          <w:szCs w:val="24"/>
          <w:lang w:val="fr-FR"/>
        </w:rPr>
        <w:t xml:space="preserve"> M</w:t>
      </w:r>
      <w:r w:rsidR="00EB718A" w:rsidRPr="005965F8">
        <w:rPr>
          <w:b w:val="0"/>
          <w:bCs/>
          <w:sz w:val="24"/>
          <w:szCs w:val="24"/>
          <w:vertAlign w:val="subscript"/>
          <w:lang w:val="fr-FR"/>
        </w:rPr>
        <w:t>u</w:t>
      </w:r>
      <w:r w:rsidR="00EB718A" w:rsidRPr="005965F8">
        <w:rPr>
          <w:b w:val="0"/>
          <w:bCs/>
          <w:sz w:val="24"/>
          <w:szCs w:val="24"/>
          <w:vertAlign w:val="superscript"/>
          <w:lang w:val="fr-FR"/>
        </w:rPr>
        <w:t xml:space="preserve"> (-)</w:t>
      </w:r>
    </w:p>
    <w:p w:rsidR="00EB718A" w:rsidRPr="005965F8" w:rsidRDefault="00EB718A" w:rsidP="00EB718A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5965F8">
        <w:rPr>
          <w:b w:val="0"/>
          <w:bCs/>
          <w:sz w:val="24"/>
          <w:szCs w:val="24"/>
        </w:rPr>
        <w:sym w:font="Symbol" w:char="F053"/>
      </w:r>
      <w:r w:rsidRPr="005965F8">
        <w:rPr>
          <w:b w:val="0"/>
          <w:bCs/>
          <w:sz w:val="24"/>
          <w:szCs w:val="24"/>
          <w:lang w:val="fr-FR"/>
        </w:rPr>
        <w:t xml:space="preserve"> M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>0</w:t>
      </w:r>
      <w:r w:rsidRPr="005965F8">
        <w:rPr>
          <w:b w:val="0"/>
          <w:bCs/>
          <w:sz w:val="24"/>
          <w:szCs w:val="24"/>
          <w:vertAlign w:val="superscript"/>
          <w:lang w:val="fr-FR"/>
        </w:rPr>
        <w:t xml:space="preserve"> (+)</w:t>
      </w:r>
      <w:r w:rsidRPr="005965F8">
        <w:rPr>
          <w:b w:val="0"/>
          <w:bCs/>
          <w:sz w:val="24"/>
          <w:szCs w:val="24"/>
          <w:lang w:val="fr-FR"/>
        </w:rPr>
        <w:t xml:space="preserve">  =    4.95 ton-m/m</w:t>
      </w:r>
    </w:p>
    <w:p w:rsidR="00EB718A" w:rsidRPr="005965F8" w:rsidRDefault="00EB718A" w:rsidP="00EB718A">
      <w:pPr>
        <w:pStyle w:val="Ttulo"/>
        <w:jc w:val="left"/>
        <w:rPr>
          <w:b w:val="0"/>
          <w:bCs/>
          <w:sz w:val="24"/>
          <w:szCs w:val="24"/>
          <w:lang w:val="fr-FR"/>
        </w:rPr>
      </w:pPr>
      <w:r w:rsidRPr="005965F8">
        <w:rPr>
          <w:sz w:val="24"/>
          <w:szCs w:val="24"/>
          <w:lang w:val="fr-FR"/>
        </w:rPr>
        <w:tab/>
      </w:r>
      <w:r w:rsidRPr="005965F8">
        <w:rPr>
          <w:sz w:val="24"/>
          <w:szCs w:val="24"/>
          <w:lang w:val="fr-FR"/>
        </w:rPr>
        <w:tab/>
      </w:r>
      <w:r w:rsidRPr="005965F8">
        <w:rPr>
          <w:sz w:val="24"/>
          <w:szCs w:val="24"/>
          <w:lang w:val="fr-FR"/>
        </w:rPr>
        <w:tab/>
      </w:r>
      <w:r w:rsidRPr="005965F8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="00662B42">
        <w:rPr>
          <w:sz w:val="24"/>
          <w:szCs w:val="24"/>
          <w:lang w:val="fr-FR"/>
        </w:rPr>
        <w:tab/>
      </w:r>
      <w:r w:rsidRPr="005965F8">
        <w:rPr>
          <w:b w:val="0"/>
          <w:bCs/>
          <w:sz w:val="24"/>
          <w:szCs w:val="24"/>
        </w:rPr>
        <w:sym w:font="Symbol" w:char="F053"/>
      </w:r>
      <w:r w:rsidRPr="005965F8">
        <w:rPr>
          <w:b w:val="0"/>
          <w:bCs/>
          <w:sz w:val="24"/>
          <w:szCs w:val="24"/>
          <w:lang w:val="fr-FR"/>
        </w:rPr>
        <w:t xml:space="preserve"> M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>0</w:t>
      </w:r>
      <w:r w:rsidRPr="005965F8">
        <w:rPr>
          <w:b w:val="0"/>
          <w:bCs/>
          <w:sz w:val="24"/>
          <w:szCs w:val="24"/>
          <w:vertAlign w:val="superscript"/>
          <w:lang w:val="fr-FR"/>
        </w:rPr>
        <w:t xml:space="preserve">(-) </w:t>
      </w:r>
      <w:r w:rsidRPr="005965F8">
        <w:rPr>
          <w:b w:val="0"/>
          <w:bCs/>
          <w:sz w:val="24"/>
          <w:szCs w:val="24"/>
          <w:lang w:val="fr-FR"/>
        </w:rPr>
        <w:t xml:space="preserve">   =    1.32 ton-m/m</w:t>
      </w:r>
    </w:p>
    <w:p w:rsidR="00EB718A" w:rsidRPr="005965F8" w:rsidRDefault="00EB718A" w:rsidP="00EB718A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5965F8">
        <w:rPr>
          <w:sz w:val="24"/>
          <w:szCs w:val="24"/>
          <w:lang w:val="fr-FR"/>
        </w:rPr>
        <w:sym w:font="Symbol" w:char="F05C"/>
      </w:r>
      <w:r w:rsidRPr="005965F8">
        <w:rPr>
          <w:sz w:val="24"/>
          <w:szCs w:val="24"/>
          <w:lang w:val="fr-FR"/>
        </w:rPr>
        <w:t xml:space="preserve">     </w:t>
      </w:r>
      <w:r w:rsidRPr="005965F8">
        <w:rPr>
          <w:b w:val="0"/>
          <w:bCs/>
          <w:sz w:val="24"/>
          <w:szCs w:val="24"/>
          <w:lang w:val="fr-FR"/>
        </w:rPr>
        <w:t>f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>sv</w:t>
      </w:r>
      <w:r w:rsidRPr="005965F8">
        <w:rPr>
          <w:b w:val="0"/>
          <w:bCs/>
          <w:sz w:val="24"/>
          <w:szCs w:val="24"/>
          <w:lang w:val="fr-FR"/>
        </w:rPr>
        <w:t xml:space="preserve">  =    3.75  </w:t>
      </w:r>
      <w:r w:rsidRPr="005965F8">
        <w:rPr>
          <w:i/>
          <w:iCs/>
          <w:sz w:val="24"/>
          <w:szCs w:val="24"/>
          <w:lang w:val="fr-FR"/>
        </w:rPr>
        <w:t>Bien!</w:t>
      </w:r>
      <w:r w:rsidRPr="005965F8">
        <w:rPr>
          <w:b w:val="0"/>
          <w:bCs/>
          <w:sz w:val="24"/>
          <w:szCs w:val="24"/>
          <w:lang w:val="fr-FR"/>
        </w:rPr>
        <w:t xml:space="preserve"> &gt; 2.0 </w:t>
      </w:r>
    </w:p>
    <w:p w:rsidR="00EB718A" w:rsidRPr="005965F8" w:rsidRDefault="00EB718A" w:rsidP="00EB718A">
      <w:pPr>
        <w:pStyle w:val="Ttulo"/>
        <w:rPr>
          <w:sz w:val="24"/>
          <w:szCs w:val="24"/>
          <w:lang w:val="fr-FR"/>
        </w:rPr>
      </w:pPr>
    </w:p>
    <w:p w:rsidR="00EB718A" w:rsidRPr="005965F8" w:rsidRDefault="00EB718A" w:rsidP="00EB718A">
      <w:pPr>
        <w:pStyle w:val="Ttulo"/>
        <w:rPr>
          <w:sz w:val="24"/>
          <w:szCs w:val="24"/>
          <w:lang w:val="fr-FR"/>
        </w:rPr>
      </w:pPr>
    </w:p>
    <w:p w:rsidR="00EB718A" w:rsidRPr="005965F8" w:rsidRDefault="00EB718A" w:rsidP="00662B42">
      <w:pPr>
        <w:pStyle w:val="Ttulo"/>
        <w:ind w:left="171"/>
        <w:jc w:val="left"/>
        <w:rPr>
          <w:sz w:val="24"/>
          <w:szCs w:val="24"/>
        </w:rPr>
      </w:pPr>
      <w:r w:rsidRPr="005965F8">
        <w:rPr>
          <w:sz w:val="24"/>
          <w:szCs w:val="24"/>
        </w:rPr>
        <w:t>Punto de aplicación</w:t>
      </w:r>
    </w:p>
    <w:p w:rsidR="00EB718A" w:rsidRPr="005965F8" w:rsidRDefault="00EB718A" w:rsidP="00EB718A">
      <w:pPr>
        <w:pStyle w:val="Ttulo"/>
        <w:jc w:val="left"/>
        <w:rPr>
          <w:b w:val="0"/>
          <w:bCs/>
          <w:sz w:val="24"/>
          <w:szCs w:val="24"/>
        </w:rPr>
      </w:pPr>
      <w:r w:rsidRPr="005965F8">
        <w:rPr>
          <w:b w:val="0"/>
          <w:bCs/>
          <w:sz w:val="24"/>
          <w:szCs w:val="24"/>
        </w:rPr>
        <w:tab/>
      </w:r>
      <w:r w:rsidRPr="005965F8">
        <w:rPr>
          <w:b w:val="0"/>
          <w:bCs/>
          <w:sz w:val="24"/>
          <w:szCs w:val="24"/>
        </w:rPr>
        <w:tab/>
      </w:r>
      <w:r w:rsidRPr="005965F8">
        <w:rPr>
          <w:b w:val="0"/>
          <w:bCs/>
          <w:sz w:val="24"/>
          <w:szCs w:val="24"/>
        </w:rPr>
        <w:tab/>
      </w:r>
      <w:r w:rsidRPr="005965F8">
        <w:rPr>
          <w:b w:val="0"/>
          <w:bCs/>
          <w:sz w:val="24"/>
          <w:szCs w:val="24"/>
        </w:rPr>
        <w:tab/>
      </w:r>
    </w:p>
    <w:p w:rsidR="00EB718A" w:rsidRPr="005965F8" w:rsidRDefault="00EB718A" w:rsidP="00EB718A">
      <w:pPr>
        <w:pStyle w:val="Ttulo"/>
        <w:ind w:left="2832"/>
        <w:jc w:val="left"/>
        <w:rPr>
          <w:b w:val="0"/>
          <w:bCs/>
          <w:sz w:val="24"/>
          <w:szCs w:val="24"/>
        </w:rPr>
      </w:pPr>
      <w:r w:rsidRPr="005965F8">
        <w:rPr>
          <w:b w:val="0"/>
          <w:bCs/>
          <w:sz w:val="24"/>
          <w:szCs w:val="24"/>
        </w:rPr>
        <w:t>X</w:t>
      </w:r>
      <w:r w:rsidRPr="005965F8">
        <w:rPr>
          <w:b w:val="0"/>
          <w:bCs/>
          <w:sz w:val="24"/>
          <w:szCs w:val="24"/>
          <w:vertAlign w:val="subscript"/>
        </w:rPr>
        <w:t>0</w:t>
      </w:r>
      <w:r w:rsidRPr="005965F8">
        <w:rPr>
          <w:b w:val="0"/>
          <w:bCs/>
          <w:sz w:val="24"/>
          <w:szCs w:val="24"/>
        </w:rPr>
        <w:t xml:space="preserve">  = </w:t>
      </w:r>
      <w:r w:rsidRPr="005965F8">
        <w:rPr>
          <w:b w:val="0"/>
          <w:bCs/>
          <w:sz w:val="24"/>
          <w:szCs w:val="24"/>
          <w:u w:val="single"/>
        </w:rPr>
        <w:t xml:space="preserve"> </w:t>
      </w:r>
      <w:r w:rsidRPr="005965F8">
        <w:rPr>
          <w:b w:val="0"/>
          <w:bCs/>
          <w:sz w:val="24"/>
          <w:szCs w:val="24"/>
          <w:u w:val="single"/>
        </w:rPr>
        <w:sym w:font="Symbol" w:char="F053"/>
      </w:r>
      <w:r w:rsidRPr="005965F8">
        <w:rPr>
          <w:b w:val="0"/>
          <w:bCs/>
          <w:sz w:val="24"/>
          <w:szCs w:val="24"/>
          <w:u w:val="single"/>
        </w:rPr>
        <w:t xml:space="preserve"> </w:t>
      </w:r>
      <w:r w:rsidRPr="005965F8">
        <w:rPr>
          <w:b w:val="0"/>
          <w:bCs/>
          <w:sz w:val="24"/>
          <w:szCs w:val="24"/>
        </w:rPr>
        <w:t>M</w:t>
      </w:r>
      <w:r w:rsidRPr="005965F8">
        <w:rPr>
          <w:b w:val="0"/>
          <w:bCs/>
          <w:sz w:val="24"/>
          <w:szCs w:val="24"/>
          <w:vertAlign w:val="subscript"/>
        </w:rPr>
        <w:t>o</w:t>
      </w:r>
      <w:r w:rsidRPr="005965F8">
        <w:rPr>
          <w:b w:val="0"/>
          <w:bCs/>
          <w:sz w:val="24"/>
          <w:szCs w:val="24"/>
        </w:rPr>
        <w:t xml:space="preserve"> </w:t>
      </w:r>
    </w:p>
    <w:p w:rsidR="00EB718A" w:rsidRPr="005965F8" w:rsidRDefault="00EB718A" w:rsidP="00EB718A">
      <w:pPr>
        <w:pStyle w:val="Ttulo"/>
        <w:jc w:val="left"/>
        <w:rPr>
          <w:sz w:val="24"/>
          <w:szCs w:val="24"/>
        </w:rPr>
      </w:pPr>
      <w:r w:rsidRPr="005965F8">
        <w:rPr>
          <w:sz w:val="24"/>
          <w:szCs w:val="24"/>
        </w:rPr>
        <w:tab/>
      </w:r>
      <w:r w:rsidRPr="005965F8">
        <w:rPr>
          <w:sz w:val="24"/>
          <w:szCs w:val="24"/>
        </w:rPr>
        <w:tab/>
      </w:r>
      <w:r w:rsidRPr="005965F8">
        <w:rPr>
          <w:sz w:val="24"/>
          <w:szCs w:val="24"/>
        </w:rPr>
        <w:tab/>
      </w:r>
      <w:r w:rsidRPr="005965F8">
        <w:rPr>
          <w:sz w:val="24"/>
          <w:szCs w:val="24"/>
        </w:rPr>
        <w:tab/>
      </w:r>
      <w:r w:rsidRPr="005965F8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="00662B42">
        <w:rPr>
          <w:sz w:val="24"/>
          <w:szCs w:val="24"/>
        </w:rPr>
        <w:tab/>
      </w:r>
      <w:r w:rsidRPr="005965F8">
        <w:rPr>
          <w:b w:val="0"/>
          <w:bCs/>
          <w:sz w:val="24"/>
          <w:szCs w:val="24"/>
        </w:rPr>
        <w:sym w:font="Symbol" w:char="F053"/>
      </w:r>
      <w:r w:rsidRPr="005965F8">
        <w:rPr>
          <w:b w:val="0"/>
          <w:bCs/>
          <w:sz w:val="24"/>
          <w:szCs w:val="24"/>
        </w:rPr>
        <w:t xml:space="preserve"> F</w:t>
      </w:r>
      <w:r w:rsidRPr="005965F8">
        <w:rPr>
          <w:b w:val="0"/>
          <w:bCs/>
          <w:sz w:val="24"/>
          <w:szCs w:val="24"/>
          <w:vertAlign w:val="subscript"/>
        </w:rPr>
        <w:t>v</w:t>
      </w:r>
    </w:p>
    <w:p w:rsidR="00EB718A" w:rsidRPr="005965F8" w:rsidRDefault="00EB718A" w:rsidP="00EB718A">
      <w:pPr>
        <w:pStyle w:val="Ttulo"/>
        <w:ind w:left="2124" w:firstLine="708"/>
        <w:jc w:val="left"/>
        <w:rPr>
          <w:b w:val="0"/>
          <w:bCs/>
          <w:sz w:val="24"/>
          <w:szCs w:val="24"/>
        </w:rPr>
      </w:pPr>
      <w:r w:rsidRPr="005965F8">
        <w:rPr>
          <w:b w:val="0"/>
          <w:bCs/>
          <w:sz w:val="24"/>
          <w:szCs w:val="24"/>
        </w:rPr>
        <w:sym w:font="Symbol" w:char="F053"/>
      </w:r>
      <w:r w:rsidRPr="005965F8">
        <w:rPr>
          <w:b w:val="0"/>
          <w:bCs/>
          <w:sz w:val="24"/>
          <w:szCs w:val="24"/>
        </w:rPr>
        <w:t xml:space="preserve"> M</w:t>
      </w:r>
      <w:r w:rsidRPr="005965F8">
        <w:rPr>
          <w:b w:val="0"/>
          <w:bCs/>
          <w:sz w:val="24"/>
          <w:szCs w:val="24"/>
          <w:vertAlign w:val="subscript"/>
        </w:rPr>
        <w:t>0</w:t>
      </w:r>
      <w:r w:rsidRPr="005965F8">
        <w:rPr>
          <w:b w:val="0"/>
          <w:bCs/>
          <w:sz w:val="24"/>
          <w:szCs w:val="24"/>
        </w:rPr>
        <w:t xml:space="preserve">  =  </w:t>
      </w:r>
      <w:r w:rsidRPr="005965F8">
        <w:rPr>
          <w:b w:val="0"/>
          <w:bCs/>
          <w:sz w:val="24"/>
          <w:szCs w:val="24"/>
        </w:rPr>
        <w:sym w:font="Symbol" w:char="F053"/>
      </w:r>
      <w:r w:rsidRPr="005965F8">
        <w:rPr>
          <w:b w:val="0"/>
          <w:bCs/>
          <w:sz w:val="24"/>
          <w:szCs w:val="24"/>
        </w:rPr>
        <w:t xml:space="preserve"> M</w:t>
      </w:r>
      <w:r w:rsidRPr="005965F8">
        <w:rPr>
          <w:b w:val="0"/>
          <w:bCs/>
          <w:sz w:val="24"/>
          <w:szCs w:val="24"/>
          <w:vertAlign w:val="subscript"/>
        </w:rPr>
        <w:t>o</w:t>
      </w:r>
      <w:r w:rsidRPr="005965F8">
        <w:rPr>
          <w:b w:val="0"/>
          <w:bCs/>
          <w:sz w:val="24"/>
          <w:szCs w:val="24"/>
          <w:vertAlign w:val="superscript"/>
        </w:rPr>
        <w:t>(+)</w:t>
      </w:r>
      <w:r w:rsidRPr="005965F8">
        <w:rPr>
          <w:b w:val="0"/>
          <w:bCs/>
          <w:sz w:val="24"/>
          <w:szCs w:val="24"/>
        </w:rPr>
        <w:t xml:space="preserve">  -  </w:t>
      </w:r>
      <w:r w:rsidRPr="005965F8">
        <w:rPr>
          <w:b w:val="0"/>
          <w:bCs/>
          <w:sz w:val="24"/>
          <w:szCs w:val="24"/>
        </w:rPr>
        <w:sym w:font="Symbol" w:char="F053"/>
      </w:r>
      <w:r w:rsidRPr="005965F8">
        <w:rPr>
          <w:b w:val="0"/>
          <w:bCs/>
          <w:sz w:val="24"/>
          <w:szCs w:val="24"/>
        </w:rPr>
        <w:t xml:space="preserve"> M</w:t>
      </w:r>
      <w:r w:rsidRPr="005965F8">
        <w:rPr>
          <w:b w:val="0"/>
          <w:bCs/>
          <w:sz w:val="24"/>
          <w:szCs w:val="24"/>
          <w:vertAlign w:val="subscript"/>
        </w:rPr>
        <w:t>o</w:t>
      </w:r>
      <w:r w:rsidRPr="005965F8">
        <w:rPr>
          <w:b w:val="0"/>
          <w:bCs/>
          <w:sz w:val="24"/>
          <w:szCs w:val="24"/>
          <w:vertAlign w:val="superscript"/>
        </w:rPr>
        <w:t>(-)</w:t>
      </w:r>
      <w:r w:rsidRPr="005965F8">
        <w:rPr>
          <w:b w:val="0"/>
          <w:bCs/>
          <w:sz w:val="24"/>
          <w:szCs w:val="24"/>
        </w:rPr>
        <w:t xml:space="preserve">    </w:t>
      </w:r>
    </w:p>
    <w:p w:rsidR="00EB718A" w:rsidRPr="005965F8" w:rsidRDefault="00EB718A" w:rsidP="00EB718A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5965F8">
        <w:rPr>
          <w:b w:val="0"/>
          <w:bCs/>
          <w:sz w:val="24"/>
          <w:szCs w:val="24"/>
        </w:rPr>
        <w:sym w:font="Symbol" w:char="F053"/>
      </w:r>
      <w:r w:rsidRPr="005965F8">
        <w:rPr>
          <w:b w:val="0"/>
          <w:bCs/>
          <w:sz w:val="24"/>
          <w:szCs w:val="24"/>
          <w:lang w:val="fr-FR"/>
        </w:rPr>
        <w:t xml:space="preserve"> M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>0</w:t>
      </w:r>
      <w:r w:rsidRPr="005965F8">
        <w:rPr>
          <w:b w:val="0"/>
          <w:bCs/>
          <w:sz w:val="24"/>
          <w:szCs w:val="24"/>
          <w:lang w:val="fr-FR"/>
        </w:rPr>
        <w:t xml:space="preserve">  = (4.95 – 1.32) ton-m/m    </w:t>
      </w:r>
    </w:p>
    <w:p w:rsidR="00EB718A" w:rsidRPr="005965F8" w:rsidRDefault="00EB718A" w:rsidP="00EB718A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5965F8">
        <w:rPr>
          <w:b w:val="0"/>
          <w:bCs/>
          <w:sz w:val="24"/>
          <w:szCs w:val="24"/>
        </w:rPr>
        <w:sym w:font="Symbol" w:char="F053"/>
      </w:r>
      <w:r w:rsidRPr="005965F8">
        <w:rPr>
          <w:b w:val="0"/>
          <w:bCs/>
          <w:sz w:val="24"/>
          <w:szCs w:val="24"/>
          <w:lang w:val="fr-FR"/>
        </w:rPr>
        <w:t xml:space="preserve"> M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>0</w:t>
      </w:r>
      <w:r w:rsidRPr="005965F8">
        <w:rPr>
          <w:b w:val="0"/>
          <w:bCs/>
          <w:sz w:val="24"/>
          <w:szCs w:val="24"/>
          <w:lang w:val="fr-FR"/>
        </w:rPr>
        <w:t xml:space="preserve">  = 3.63  ton-m/m</w:t>
      </w:r>
    </w:p>
    <w:p w:rsidR="00EB718A" w:rsidRPr="005965F8" w:rsidRDefault="00EB718A" w:rsidP="00EB718A">
      <w:pPr>
        <w:pStyle w:val="Ttulo"/>
        <w:ind w:left="2124" w:firstLine="708"/>
        <w:jc w:val="left"/>
        <w:rPr>
          <w:b w:val="0"/>
          <w:bCs/>
          <w:sz w:val="24"/>
          <w:szCs w:val="24"/>
          <w:lang w:val="en-US"/>
        </w:rPr>
      </w:pPr>
      <w:r w:rsidRPr="005965F8">
        <w:rPr>
          <w:b w:val="0"/>
          <w:bCs/>
          <w:sz w:val="24"/>
          <w:szCs w:val="24"/>
          <w:lang w:val="fr-FR"/>
        </w:rPr>
        <w:t xml:space="preserve"> </w:t>
      </w:r>
      <w:r w:rsidRPr="005965F8">
        <w:rPr>
          <w:b w:val="0"/>
          <w:bCs/>
          <w:sz w:val="24"/>
          <w:szCs w:val="24"/>
        </w:rPr>
        <w:sym w:font="Symbol" w:char="F053"/>
      </w:r>
      <w:r w:rsidRPr="005965F8">
        <w:rPr>
          <w:b w:val="0"/>
          <w:bCs/>
          <w:sz w:val="24"/>
          <w:szCs w:val="24"/>
          <w:lang w:val="en-US"/>
        </w:rPr>
        <w:t xml:space="preserve"> f</w:t>
      </w:r>
      <w:r w:rsidRPr="005965F8">
        <w:rPr>
          <w:b w:val="0"/>
          <w:bCs/>
          <w:sz w:val="24"/>
          <w:szCs w:val="24"/>
          <w:vertAlign w:val="subscript"/>
          <w:lang w:val="en-US"/>
        </w:rPr>
        <w:t>V</w:t>
      </w:r>
      <w:r w:rsidRPr="005965F8">
        <w:rPr>
          <w:b w:val="0"/>
          <w:bCs/>
          <w:sz w:val="24"/>
          <w:szCs w:val="24"/>
          <w:lang w:val="en-US"/>
        </w:rPr>
        <w:t xml:space="preserve">  =  4.49 ton/m</w:t>
      </w:r>
    </w:p>
    <w:p w:rsidR="00EB718A" w:rsidRPr="005965F8" w:rsidRDefault="00EB718A" w:rsidP="00EB718A">
      <w:pPr>
        <w:pStyle w:val="Ttulo"/>
        <w:ind w:left="2124" w:firstLine="708"/>
        <w:jc w:val="left"/>
        <w:rPr>
          <w:sz w:val="24"/>
          <w:szCs w:val="24"/>
          <w:lang w:val="en-US"/>
        </w:rPr>
      </w:pPr>
    </w:p>
    <w:p w:rsidR="00EB718A" w:rsidRPr="005965F8" w:rsidRDefault="00EB718A" w:rsidP="00EB718A">
      <w:pPr>
        <w:pStyle w:val="Ttulo"/>
        <w:ind w:left="2124" w:firstLine="708"/>
        <w:jc w:val="left"/>
        <w:rPr>
          <w:b w:val="0"/>
          <w:bCs/>
          <w:sz w:val="24"/>
          <w:szCs w:val="24"/>
        </w:rPr>
      </w:pPr>
      <w:r w:rsidRPr="005965F8">
        <w:rPr>
          <w:sz w:val="24"/>
          <w:szCs w:val="24"/>
          <w:lang w:val="fr-FR"/>
        </w:rPr>
        <w:sym w:font="Symbol" w:char="F05C"/>
      </w:r>
      <w:r w:rsidRPr="005965F8">
        <w:rPr>
          <w:sz w:val="24"/>
          <w:szCs w:val="24"/>
        </w:rPr>
        <w:t xml:space="preserve">  </w:t>
      </w:r>
      <w:r w:rsidRPr="005965F8">
        <w:rPr>
          <w:b w:val="0"/>
          <w:bCs/>
          <w:sz w:val="24"/>
          <w:szCs w:val="24"/>
        </w:rPr>
        <w:t>X</w:t>
      </w:r>
      <w:r w:rsidRPr="005965F8">
        <w:rPr>
          <w:b w:val="0"/>
          <w:bCs/>
          <w:sz w:val="24"/>
          <w:szCs w:val="24"/>
          <w:vertAlign w:val="subscript"/>
        </w:rPr>
        <w:t>0</w:t>
      </w:r>
      <w:r w:rsidRPr="005965F8">
        <w:rPr>
          <w:b w:val="0"/>
          <w:bCs/>
          <w:sz w:val="24"/>
          <w:szCs w:val="24"/>
        </w:rPr>
        <w:t xml:space="preserve">  = 0.81 m Dentro del tercio medio</w:t>
      </w:r>
    </w:p>
    <w:p w:rsidR="00EB718A" w:rsidRPr="005965F8" w:rsidRDefault="00EB718A" w:rsidP="00EB718A">
      <w:pPr>
        <w:pStyle w:val="Ttulo"/>
        <w:ind w:left="4248"/>
        <w:jc w:val="left"/>
        <w:rPr>
          <w:b w:val="0"/>
          <w:bCs/>
          <w:sz w:val="24"/>
          <w:szCs w:val="24"/>
        </w:rPr>
      </w:pPr>
      <w:r w:rsidRPr="005965F8">
        <w:rPr>
          <w:sz w:val="24"/>
          <w:szCs w:val="24"/>
        </w:rPr>
        <w:t xml:space="preserve">     </w:t>
      </w:r>
      <w:r w:rsidRPr="005965F8">
        <w:rPr>
          <w:b w:val="0"/>
          <w:bCs/>
          <w:sz w:val="24"/>
          <w:szCs w:val="24"/>
        </w:rPr>
        <w:t xml:space="preserve"> rango 0.75 m. a 1.50 m. </w:t>
      </w:r>
      <w:r w:rsidRPr="005965F8">
        <w:rPr>
          <w:i/>
          <w:iCs/>
          <w:sz w:val="24"/>
          <w:szCs w:val="24"/>
        </w:rPr>
        <w:t>Bien!</w:t>
      </w:r>
    </w:p>
    <w:p w:rsidR="00EB718A" w:rsidRPr="005965F8" w:rsidRDefault="00EB718A" w:rsidP="00EB718A">
      <w:pPr>
        <w:pStyle w:val="Ttulo"/>
        <w:rPr>
          <w:sz w:val="24"/>
          <w:szCs w:val="24"/>
        </w:rPr>
      </w:pPr>
    </w:p>
    <w:p w:rsidR="00EB718A" w:rsidRPr="005965F8" w:rsidRDefault="00EB718A" w:rsidP="00EB718A">
      <w:pPr>
        <w:pStyle w:val="Ttulo"/>
        <w:rPr>
          <w:sz w:val="24"/>
          <w:szCs w:val="24"/>
        </w:rPr>
      </w:pPr>
    </w:p>
    <w:p w:rsidR="00EB718A" w:rsidRPr="005965F8" w:rsidRDefault="00EB718A" w:rsidP="00662B42">
      <w:pPr>
        <w:pStyle w:val="Ttulo"/>
        <w:jc w:val="left"/>
        <w:rPr>
          <w:sz w:val="24"/>
          <w:szCs w:val="24"/>
        </w:rPr>
      </w:pPr>
      <w:r w:rsidRPr="005965F8">
        <w:rPr>
          <w:sz w:val="24"/>
          <w:szCs w:val="24"/>
        </w:rPr>
        <w:t>Seguridad contra deslizamiento</w:t>
      </w:r>
    </w:p>
    <w:p w:rsidR="00EB718A" w:rsidRPr="005965F8" w:rsidRDefault="00EB718A" w:rsidP="00EB718A">
      <w:pPr>
        <w:pStyle w:val="Ttulo"/>
        <w:rPr>
          <w:sz w:val="24"/>
          <w:szCs w:val="24"/>
        </w:rPr>
      </w:pPr>
    </w:p>
    <w:p w:rsidR="00EB718A" w:rsidRPr="005965F8" w:rsidRDefault="00EB718A" w:rsidP="00EB718A">
      <w:pPr>
        <w:pStyle w:val="Ttulo"/>
        <w:ind w:left="2124" w:firstLine="708"/>
        <w:jc w:val="left"/>
        <w:rPr>
          <w:sz w:val="24"/>
          <w:szCs w:val="24"/>
          <w:lang w:val="fr-FR"/>
        </w:rPr>
      </w:pPr>
      <w:r w:rsidRPr="005965F8">
        <w:rPr>
          <w:b w:val="0"/>
          <w:bCs/>
          <w:sz w:val="24"/>
          <w:szCs w:val="24"/>
          <w:lang w:val="fr-FR"/>
        </w:rPr>
        <w:t>f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>f</w:t>
      </w:r>
      <w:r w:rsidRPr="005965F8">
        <w:rPr>
          <w:b w:val="0"/>
          <w:bCs/>
          <w:sz w:val="24"/>
          <w:szCs w:val="24"/>
          <w:lang w:val="fr-FR"/>
        </w:rPr>
        <w:t xml:space="preserve">  </w:t>
      </w:r>
      <w:r w:rsidRPr="005965F8">
        <w:rPr>
          <w:b w:val="0"/>
          <w:bCs/>
          <w:sz w:val="24"/>
          <w:szCs w:val="24"/>
          <w:lang w:val="fr-FR"/>
        </w:rPr>
        <w:tab/>
        <w:t>=  0.60</w:t>
      </w:r>
    </w:p>
    <w:p w:rsidR="00EB718A" w:rsidRPr="005965F8" w:rsidRDefault="00EB718A" w:rsidP="00EB718A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5965F8">
        <w:rPr>
          <w:b w:val="0"/>
          <w:bCs/>
          <w:sz w:val="24"/>
          <w:szCs w:val="24"/>
        </w:rPr>
        <w:sym w:font="Symbol" w:char="F053"/>
      </w:r>
      <w:r w:rsidRPr="005965F8">
        <w:rPr>
          <w:b w:val="0"/>
          <w:bCs/>
          <w:sz w:val="24"/>
          <w:szCs w:val="24"/>
          <w:lang w:val="fr-FR"/>
        </w:rPr>
        <w:t xml:space="preserve"> f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>V</w:t>
      </w:r>
      <w:r w:rsidRPr="005965F8">
        <w:rPr>
          <w:b w:val="0"/>
          <w:bCs/>
          <w:sz w:val="24"/>
          <w:szCs w:val="24"/>
          <w:lang w:val="fr-FR"/>
        </w:rPr>
        <w:t xml:space="preserve">  </w:t>
      </w:r>
      <w:r w:rsidRPr="005965F8">
        <w:rPr>
          <w:b w:val="0"/>
          <w:bCs/>
          <w:sz w:val="24"/>
          <w:szCs w:val="24"/>
          <w:lang w:val="fr-FR"/>
        </w:rPr>
        <w:tab/>
        <w:t>=  4.49 ton/m</w:t>
      </w:r>
    </w:p>
    <w:p w:rsidR="00EB718A" w:rsidRPr="005965F8" w:rsidRDefault="00EB718A" w:rsidP="00EB718A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5965F8">
        <w:rPr>
          <w:b w:val="0"/>
          <w:bCs/>
          <w:sz w:val="24"/>
          <w:szCs w:val="24"/>
        </w:rPr>
        <w:sym w:font="Symbol" w:char="F053"/>
      </w:r>
      <w:r w:rsidRPr="005965F8">
        <w:rPr>
          <w:b w:val="0"/>
          <w:bCs/>
          <w:sz w:val="24"/>
          <w:szCs w:val="24"/>
          <w:lang w:val="fr-FR"/>
        </w:rPr>
        <w:t xml:space="preserve"> F</w:t>
      </w:r>
      <w:r w:rsidRPr="005965F8">
        <w:rPr>
          <w:b w:val="0"/>
          <w:bCs/>
          <w:sz w:val="24"/>
          <w:szCs w:val="24"/>
          <w:vertAlign w:val="subscript"/>
          <w:lang w:val="fr-FR"/>
        </w:rPr>
        <w:t>H</w:t>
      </w:r>
      <w:r w:rsidRPr="005965F8">
        <w:rPr>
          <w:b w:val="0"/>
          <w:bCs/>
          <w:sz w:val="24"/>
          <w:szCs w:val="24"/>
          <w:lang w:val="fr-FR"/>
        </w:rPr>
        <w:t xml:space="preserve">  =   0.99 ton/m</w:t>
      </w:r>
    </w:p>
    <w:p w:rsidR="00EB718A" w:rsidRPr="005965F8" w:rsidRDefault="00EB718A" w:rsidP="00EB718A">
      <w:pPr>
        <w:pStyle w:val="Ttulo"/>
        <w:ind w:left="2124" w:firstLine="708"/>
        <w:jc w:val="left"/>
        <w:rPr>
          <w:b w:val="0"/>
          <w:bCs/>
          <w:sz w:val="24"/>
          <w:szCs w:val="24"/>
          <w:lang w:val="fr-FR"/>
        </w:rPr>
      </w:pPr>
      <w:r w:rsidRPr="005965F8">
        <w:rPr>
          <w:sz w:val="24"/>
          <w:szCs w:val="24"/>
          <w:lang w:val="fr-FR"/>
        </w:rPr>
        <w:tab/>
      </w:r>
      <w:r w:rsidRPr="005965F8">
        <w:rPr>
          <w:sz w:val="24"/>
          <w:szCs w:val="24"/>
          <w:lang w:val="fr-FR"/>
        </w:rPr>
        <w:tab/>
      </w:r>
      <w:r w:rsidRPr="005965F8">
        <w:rPr>
          <w:sz w:val="24"/>
          <w:szCs w:val="24"/>
          <w:lang w:val="fr-FR"/>
        </w:rPr>
        <w:tab/>
      </w:r>
      <w:r w:rsidRPr="005965F8">
        <w:rPr>
          <w:sz w:val="24"/>
          <w:szCs w:val="24"/>
          <w:lang w:val="fr-FR"/>
        </w:rPr>
        <w:tab/>
      </w:r>
    </w:p>
    <w:p w:rsidR="00EB718A" w:rsidRPr="005965F8" w:rsidRDefault="00EB718A" w:rsidP="00EB718A">
      <w:pPr>
        <w:pStyle w:val="Ttulo"/>
        <w:jc w:val="left"/>
        <w:rPr>
          <w:b w:val="0"/>
          <w:bCs/>
          <w:sz w:val="24"/>
          <w:szCs w:val="24"/>
          <w:lang w:val="en-US"/>
        </w:rPr>
      </w:pPr>
      <w:r w:rsidRPr="005965F8">
        <w:rPr>
          <w:b w:val="0"/>
          <w:bCs/>
          <w:sz w:val="24"/>
          <w:szCs w:val="24"/>
          <w:lang w:val="en-US"/>
        </w:rPr>
        <w:tab/>
      </w:r>
      <w:r w:rsidRPr="005965F8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="00662B42">
        <w:rPr>
          <w:b w:val="0"/>
          <w:bCs/>
          <w:sz w:val="24"/>
          <w:szCs w:val="24"/>
          <w:lang w:val="en-US"/>
        </w:rPr>
        <w:tab/>
      </w:r>
      <w:r w:rsidRPr="005965F8">
        <w:rPr>
          <w:b w:val="0"/>
          <w:bCs/>
          <w:sz w:val="24"/>
          <w:szCs w:val="24"/>
          <w:lang w:val="en-US"/>
        </w:rPr>
        <w:tab/>
      </w:r>
      <w:r w:rsidRPr="005965F8">
        <w:rPr>
          <w:b w:val="0"/>
          <w:bCs/>
          <w:sz w:val="24"/>
          <w:szCs w:val="24"/>
          <w:lang w:val="en-US"/>
        </w:rPr>
        <w:tab/>
        <w:t>f</w:t>
      </w:r>
      <w:r w:rsidRPr="005965F8">
        <w:rPr>
          <w:b w:val="0"/>
          <w:bCs/>
          <w:sz w:val="24"/>
          <w:szCs w:val="24"/>
          <w:vertAlign w:val="subscript"/>
          <w:lang w:val="en-US"/>
        </w:rPr>
        <w:t>sD</w:t>
      </w:r>
      <w:r w:rsidRPr="005965F8">
        <w:rPr>
          <w:b w:val="0"/>
          <w:bCs/>
          <w:sz w:val="24"/>
          <w:szCs w:val="24"/>
          <w:lang w:val="en-US"/>
        </w:rPr>
        <w:t xml:space="preserve"> = </w:t>
      </w:r>
      <w:r w:rsidRPr="005965F8">
        <w:rPr>
          <w:b w:val="0"/>
          <w:bCs/>
          <w:sz w:val="24"/>
          <w:szCs w:val="24"/>
          <w:u w:val="single"/>
          <w:lang w:val="en-US"/>
        </w:rPr>
        <w:t xml:space="preserve"> ff</w:t>
      </w:r>
      <w:r w:rsidRPr="005965F8">
        <w:rPr>
          <w:b w:val="0"/>
          <w:bCs/>
          <w:sz w:val="24"/>
          <w:szCs w:val="24"/>
          <w:u w:val="single"/>
        </w:rPr>
        <w:sym w:font="Symbol" w:char="F053"/>
      </w:r>
      <w:r w:rsidRPr="005965F8">
        <w:rPr>
          <w:b w:val="0"/>
          <w:bCs/>
          <w:sz w:val="24"/>
          <w:szCs w:val="24"/>
          <w:u w:val="single"/>
          <w:lang w:val="en-US"/>
        </w:rPr>
        <w:t xml:space="preserve"> f</w:t>
      </w:r>
      <w:r w:rsidRPr="005965F8">
        <w:rPr>
          <w:b w:val="0"/>
          <w:bCs/>
          <w:sz w:val="24"/>
          <w:szCs w:val="24"/>
          <w:vertAlign w:val="subscript"/>
          <w:lang w:val="en-US"/>
        </w:rPr>
        <w:t>V</w:t>
      </w:r>
      <w:r w:rsidRPr="005965F8">
        <w:rPr>
          <w:b w:val="0"/>
          <w:bCs/>
          <w:sz w:val="24"/>
          <w:szCs w:val="24"/>
          <w:lang w:val="en-US"/>
        </w:rPr>
        <w:t xml:space="preserve">  =  2.72,  </w:t>
      </w:r>
      <w:r w:rsidRPr="005965F8">
        <w:rPr>
          <w:i/>
          <w:iCs/>
          <w:sz w:val="24"/>
          <w:szCs w:val="24"/>
          <w:lang w:val="en-US"/>
        </w:rPr>
        <w:t xml:space="preserve">Bien! </w:t>
      </w:r>
      <w:r w:rsidRPr="005965F8">
        <w:rPr>
          <w:b w:val="0"/>
          <w:iCs/>
          <w:sz w:val="24"/>
          <w:szCs w:val="24"/>
          <w:lang w:val="en-US"/>
        </w:rPr>
        <w:t>&gt; 1.5</w:t>
      </w:r>
    </w:p>
    <w:p w:rsidR="00EB718A" w:rsidRPr="005965F8" w:rsidRDefault="00EB718A" w:rsidP="00EB718A">
      <w:pPr>
        <w:pStyle w:val="Ttulo"/>
        <w:jc w:val="left"/>
        <w:rPr>
          <w:sz w:val="24"/>
          <w:szCs w:val="24"/>
          <w:lang w:val="en-US"/>
        </w:rPr>
      </w:pPr>
      <w:r w:rsidRPr="005965F8">
        <w:rPr>
          <w:b w:val="0"/>
          <w:bCs/>
          <w:sz w:val="24"/>
          <w:szCs w:val="24"/>
          <w:lang w:val="en-US"/>
        </w:rPr>
        <w:t xml:space="preserve">   </w:t>
      </w:r>
      <w:r w:rsidRPr="005965F8">
        <w:rPr>
          <w:b w:val="0"/>
          <w:bCs/>
          <w:sz w:val="24"/>
          <w:szCs w:val="24"/>
          <w:lang w:val="en-US"/>
        </w:rPr>
        <w:tab/>
      </w:r>
      <w:r w:rsidRPr="005965F8">
        <w:rPr>
          <w:sz w:val="24"/>
          <w:szCs w:val="24"/>
          <w:lang w:val="en-US"/>
        </w:rPr>
        <w:tab/>
      </w:r>
      <w:r w:rsidRPr="005965F8">
        <w:rPr>
          <w:sz w:val="24"/>
          <w:szCs w:val="24"/>
          <w:lang w:val="en-US"/>
        </w:rPr>
        <w:tab/>
      </w:r>
      <w:r w:rsidRPr="005965F8">
        <w:rPr>
          <w:sz w:val="24"/>
          <w:szCs w:val="24"/>
          <w:lang w:val="en-US"/>
        </w:rPr>
        <w:tab/>
      </w:r>
      <w:r w:rsidRPr="005965F8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="00662B42">
        <w:rPr>
          <w:sz w:val="24"/>
          <w:szCs w:val="24"/>
          <w:lang w:val="en-US"/>
        </w:rPr>
        <w:tab/>
      </w:r>
      <w:r w:rsidRPr="005965F8">
        <w:rPr>
          <w:b w:val="0"/>
          <w:bCs/>
          <w:sz w:val="24"/>
          <w:szCs w:val="24"/>
        </w:rPr>
        <w:sym w:font="Symbol" w:char="F053"/>
      </w:r>
      <w:r w:rsidRPr="005965F8">
        <w:rPr>
          <w:b w:val="0"/>
          <w:bCs/>
          <w:sz w:val="24"/>
          <w:szCs w:val="24"/>
          <w:lang w:val="en-US"/>
        </w:rPr>
        <w:t xml:space="preserve"> f</w:t>
      </w:r>
      <w:r w:rsidRPr="005965F8">
        <w:rPr>
          <w:b w:val="0"/>
          <w:bCs/>
          <w:sz w:val="24"/>
          <w:szCs w:val="24"/>
          <w:vertAlign w:val="subscript"/>
          <w:lang w:val="en-US"/>
        </w:rPr>
        <w:t>H</w:t>
      </w:r>
      <w:r w:rsidRPr="005965F8">
        <w:rPr>
          <w:b w:val="0"/>
          <w:bCs/>
          <w:sz w:val="24"/>
          <w:szCs w:val="24"/>
          <w:lang w:val="en-US"/>
        </w:rPr>
        <w:tab/>
      </w:r>
      <w:r w:rsidRPr="005965F8">
        <w:rPr>
          <w:b w:val="0"/>
          <w:bCs/>
          <w:sz w:val="24"/>
          <w:szCs w:val="24"/>
          <w:lang w:val="en-US"/>
        </w:rPr>
        <w:tab/>
      </w:r>
    </w:p>
    <w:p w:rsidR="00EB718A" w:rsidRPr="005965F8" w:rsidRDefault="00EB718A" w:rsidP="00EB718A">
      <w:pPr>
        <w:pStyle w:val="Ttulo"/>
        <w:rPr>
          <w:sz w:val="24"/>
          <w:szCs w:val="24"/>
          <w:lang w:val="en-US"/>
        </w:rPr>
      </w:pPr>
    </w:p>
    <w:p w:rsidR="00EB718A" w:rsidRPr="005965F8" w:rsidRDefault="00EB718A" w:rsidP="00EB718A">
      <w:pPr>
        <w:pStyle w:val="Textoindependiente"/>
        <w:jc w:val="center"/>
        <w:rPr>
          <w:bCs/>
          <w:szCs w:val="24"/>
          <w:lang w:val="en-US"/>
        </w:rPr>
      </w:pPr>
    </w:p>
    <w:p w:rsidR="00EB718A" w:rsidRPr="005965F8" w:rsidRDefault="00EB718A" w:rsidP="00EB718A">
      <w:pPr>
        <w:pStyle w:val="Textoindependiente"/>
        <w:jc w:val="center"/>
        <w:rPr>
          <w:b/>
          <w:bCs/>
          <w:szCs w:val="24"/>
          <w:lang w:val="en-US"/>
        </w:rPr>
      </w:pPr>
    </w:p>
    <w:p w:rsidR="00EB718A" w:rsidRDefault="00EB718A" w:rsidP="00EB718A">
      <w:pPr>
        <w:pStyle w:val="Textoindependiente"/>
        <w:jc w:val="center"/>
        <w:rPr>
          <w:b/>
          <w:bCs/>
          <w:szCs w:val="24"/>
          <w:lang w:val="en-US"/>
        </w:rPr>
      </w:pPr>
    </w:p>
    <w:p w:rsidR="00D264E8" w:rsidRDefault="00D264E8" w:rsidP="00EB718A">
      <w:pPr>
        <w:pStyle w:val="Textoindependiente"/>
        <w:jc w:val="center"/>
        <w:rPr>
          <w:b/>
          <w:bCs/>
          <w:szCs w:val="24"/>
          <w:lang w:val="en-US"/>
        </w:rPr>
      </w:pPr>
    </w:p>
    <w:p w:rsidR="00D264E8" w:rsidRDefault="00D264E8" w:rsidP="00EB718A">
      <w:pPr>
        <w:pStyle w:val="Textoindependiente"/>
        <w:jc w:val="center"/>
        <w:rPr>
          <w:b/>
          <w:bCs/>
          <w:szCs w:val="24"/>
          <w:lang w:val="en-US"/>
        </w:rPr>
      </w:pPr>
    </w:p>
    <w:p w:rsidR="00D264E8" w:rsidRDefault="00D264E8" w:rsidP="00EB718A">
      <w:pPr>
        <w:pStyle w:val="Textoindependiente"/>
        <w:jc w:val="center"/>
        <w:rPr>
          <w:b/>
          <w:bCs/>
          <w:szCs w:val="24"/>
          <w:lang w:val="en-US"/>
        </w:rPr>
      </w:pPr>
    </w:p>
    <w:p w:rsidR="00285690" w:rsidRPr="00285690" w:rsidRDefault="00285690" w:rsidP="00285690">
      <w:pPr>
        <w:pStyle w:val="Ttulo"/>
        <w:rPr>
          <w:sz w:val="24"/>
          <w:szCs w:val="24"/>
        </w:rPr>
      </w:pPr>
      <w:r w:rsidRPr="00285690">
        <w:rPr>
          <w:sz w:val="24"/>
          <w:szCs w:val="24"/>
        </w:rPr>
        <w:t xml:space="preserve">3. </w:t>
      </w:r>
      <w:r>
        <w:rPr>
          <w:sz w:val="24"/>
          <w:szCs w:val="24"/>
        </w:rPr>
        <w:t>OBRAS DE REHABILITACIÓN PARA PUNTOS AFECTADOS EN LA CONDUCCIÓN DE AGUAS CRUDAS</w:t>
      </w:r>
    </w:p>
    <w:p w:rsidR="00285690" w:rsidRDefault="00285690" w:rsidP="00285690">
      <w:pPr>
        <w:pStyle w:val="Ttulo"/>
      </w:pPr>
    </w:p>
    <w:p w:rsidR="00285690" w:rsidRPr="00285690" w:rsidRDefault="00285690" w:rsidP="00285690">
      <w:pPr>
        <w:pStyle w:val="Ttulo"/>
        <w:rPr>
          <w:rFonts w:cs="Arial"/>
          <w:sz w:val="24"/>
          <w:szCs w:val="24"/>
        </w:rPr>
      </w:pPr>
    </w:p>
    <w:p w:rsidR="00285690" w:rsidRDefault="00285690" w:rsidP="00285690">
      <w:pPr>
        <w:pStyle w:val="Ttulo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3.1 </w:t>
      </w:r>
      <w:r w:rsidRPr="00285690">
        <w:rPr>
          <w:rFonts w:cs="Arial"/>
          <w:sz w:val="24"/>
          <w:szCs w:val="24"/>
        </w:rPr>
        <w:t>MATERIALES</w:t>
      </w:r>
    </w:p>
    <w:p w:rsidR="00285690" w:rsidRDefault="00285690" w:rsidP="00285690">
      <w:pPr>
        <w:pStyle w:val="Ttulo"/>
        <w:jc w:val="left"/>
        <w:rPr>
          <w:rFonts w:cs="Arial"/>
          <w:sz w:val="24"/>
          <w:szCs w:val="24"/>
        </w:rPr>
      </w:pPr>
    </w:p>
    <w:p w:rsidR="00285690" w:rsidRDefault="00285690" w:rsidP="008B3490">
      <w:pPr>
        <w:pStyle w:val="Ttulo"/>
        <w:numPr>
          <w:ilvl w:val="0"/>
          <w:numId w:val="10"/>
        </w:numPr>
        <w:ind w:left="284" w:hanging="284"/>
        <w:jc w:val="left"/>
        <w:rPr>
          <w:rFonts w:cs="Arial"/>
          <w:b w:val="0"/>
          <w:sz w:val="24"/>
          <w:szCs w:val="24"/>
        </w:rPr>
      </w:pPr>
      <w:r w:rsidRPr="00285690">
        <w:rPr>
          <w:rFonts w:cs="Arial"/>
          <w:b w:val="0"/>
          <w:sz w:val="24"/>
          <w:szCs w:val="24"/>
        </w:rPr>
        <w:t>Acero de refuerzo</w:t>
      </w:r>
    </w:p>
    <w:p w:rsidR="00285690" w:rsidRPr="00285690" w:rsidRDefault="00285690" w:rsidP="00285690">
      <w:pPr>
        <w:pStyle w:val="Ttulo"/>
        <w:ind w:left="284"/>
        <w:jc w:val="left"/>
        <w:rPr>
          <w:rFonts w:cs="Arial"/>
          <w:b w:val="0"/>
          <w:sz w:val="24"/>
          <w:szCs w:val="24"/>
        </w:rPr>
      </w:pPr>
    </w:p>
    <w:p w:rsidR="00285690" w:rsidRDefault="00285690" w:rsidP="00285690">
      <w:pPr>
        <w:pStyle w:val="Textoindependiente"/>
        <w:rPr>
          <w:rFonts w:ascii="Arial" w:hAnsi="Arial" w:cs="Arial"/>
          <w:szCs w:val="24"/>
        </w:rPr>
      </w:pPr>
      <w:r w:rsidRPr="00285690">
        <w:rPr>
          <w:rFonts w:ascii="Arial" w:hAnsi="Arial" w:cs="Arial"/>
          <w:szCs w:val="24"/>
        </w:rPr>
        <w:t>fy = 4220 kg/cm</w:t>
      </w:r>
      <w:r w:rsidRPr="00285690">
        <w:rPr>
          <w:rFonts w:ascii="Arial" w:hAnsi="Arial" w:cs="Arial"/>
          <w:szCs w:val="24"/>
          <w:vertAlign w:val="superscript"/>
        </w:rPr>
        <w:t>2</w:t>
      </w:r>
      <w:r w:rsidRPr="00285690">
        <w:rPr>
          <w:rFonts w:ascii="Arial" w:hAnsi="Arial" w:cs="Arial"/>
          <w:szCs w:val="24"/>
          <w:vertAlign w:val="superscript"/>
        </w:rPr>
        <w:tab/>
      </w:r>
      <w:r w:rsidRPr="00285690">
        <w:rPr>
          <w:rFonts w:ascii="Arial" w:hAnsi="Arial" w:cs="Arial"/>
          <w:szCs w:val="24"/>
          <w:lang w:val="en-US"/>
        </w:rPr>
        <w:sym w:font="Symbol" w:char="F040"/>
      </w:r>
      <w:r w:rsidRPr="00285690">
        <w:rPr>
          <w:rFonts w:ascii="Arial" w:hAnsi="Arial" w:cs="Arial"/>
          <w:szCs w:val="24"/>
        </w:rPr>
        <w:t xml:space="preserve"> 60000 psi </w:t>
      </w:r>
      <w:r w:rsidRPr="00285690">
        <w:rPr>
          <w:rFonts w:ascii="Arial" w:hAnsi="Arial" w:cs="Arial"/>
          <w:szCs w:val="24"/>
          <w:lang w:val="en-US"/>
        </w:rPr>
        <w:sym w:font="Symbol" w:char="F040"/>
      </w:r>
      <w:r w:rsidRPr="00285690">
        <w:rPr>
          <w:rFonts w:ascii="Arial" w:hAnsi="Arial" w:cs="Arial"/>
          <w:szCs w:val="24"/>
        </w:rPr>
        <w:t xml:space="preserve"> 42,2 Mpa para  </w:t>
      </w:r>
      <w:r w:rsidRPr="00285690">
        <w:rPr>
          <w:rFonts w:ascii="Arial" w:hAnsi="Arial" w:cs="Arial"/>
          <w:szCs w:val="24"/>
        </w:rPr>
        <w:sym w:font="Symbol" w:char="F066"/>
      </w:r>
      <w:r w:rsidRPr="00285690">
        <w:rPr>
          <w:rFonts w:ascii="Arial" w:hAnsi="Arial" w:cs="Arial"/>
          <w:szCs w:val="24"/>
        </w:rPr>
        <w:t xml:space="preserve"> ≥ 1/4”</w:t>
      </w:r>
    </w:p>
    <w:p w:rsidR="00285690" w:rsidRDefault="00285690" w:rsidP="00285690">
      <w:pPr>
        <w:pStyle w:val="Textoindependiente"/>
        <w:rPr>
          <w:rFonts w:ascii="Arial" w:hAnsi="Arial" w:cs="Arial"/>
          <w:szCs w:val="24"/>
        </w:rPr>
      </w:pPr>
      <w:r w:rsidRPr="00285690">
        <w:rPr>
          <w:rFonts w:ascii="Arial" w:hAnsi="Arial" w:cs="Arial"/>
          <w:szCs w:val="24"/>
        </w:rPr>
        <w:t xml:space="preserve"> </w:t>
      </w:r>
    </w:p>
    <w:p w:rsidR="00285690" w:rsidRPr="00285690" w:rsidRDefault="00285690" w:rsidP="008B3490">
      <w:pPr>
        <w:pStyle w:val="Textoindependiente"/>
        <w:numPr>
          <w:ilvl w:val="0"/>
          <w:numId w:val="10"/>
        </w:numPr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Concreto</w:t>
      </w:r>
    </w:p>
    <w:p w:rsidR="00285690" w:rsidRPr="00285690" w:rsidRDefault="00285690" w:rsidP="00285690">
      <w:pPr>
        <w:pStyle w:val="Textoindependiente"/>
        <w:ind w:left="720"/>
        <w:rPr>
          <w:rFonts w:ascii="Arial" w:hAnsi="Arial" w:cs="Arial"/>
          <w:szCs w:val="24"/>
        </w:rPr>
      </w:pPr>
    </w:p>
    <w:p w:rsidR="00285690" w:rsidRPr="00285690" w:rsidRDefault="00285690" w:rsidP="00285690">
      <w:pPr>
        <w:pStyle w:val="Textoindependiente"/>
        <w:rPr>
          <w:rFonts w:ascii="Arial" w:hAnsi="Arial" w:cs="Arial"/>
          <w:szCs w:val="24"/>
        </w:rPr>
      </w:pPr>
      <w:r w:rsidRPr="00285690">
        <w:rPr>
          <w:rFonts w:ascii="Arial" w:hAnsi="Arial" w:cs="Arial"/>
          <w:szCs w:val="24"/>
        </w:rPr>
        <w:t>f´c = 211 kg/cm</w:t>
      </w:r>
      <w:r w:rsidRPr="00285690">
        <w:rPr>
          <w:rFonts w:ascii="Arial" w:hAnsi="Arial" w:cs="Arial"/>
          <w:szCs w:val="24"/>
          <w:vertAlign w:val="superscript"/>
        </w:rPr>
        <w:t>2</w:t>
      </w:r>
      <w:r w:rsidRPr="00285690">
        <w:rPr>
          <w:rFonts w:ascii="Arial" w:hAnsi="Arial" w:cs="Arial"/>
          <w:szCs w:val="24"/>
          <w:vertAlign w:val="superscript"/>
        </w:rPr>
        <w:tab/>
      </w:r>
      <w:r w:rsidRPr="00285690">
        <w:rPr>
          <w:rFonts w:ascii="Arial" w:hAnsi="Arial" w:cs="Arial"/>
          <w:szCs w:val="24"/>
          <w:lang w:val="en-US"/>
        </w:rPr>
        <w:sym w:font="Symbol" w:char="F040"/>
      </w:r>
      <w:r w:rsidRPr="00285690">
        <w:rPr>
          <w:rFonts w:ascii="Arial" w:hAnsi="Arial" w:cs="Arial"/>
          <w:szCs w:val="24"/>
          <w:lang w:val="es-CO"/>
        </w:rPr>
        <w:t xml:space="preserve"> </w:t>
      </w:r>
      <w:r w:rsidRPr="00285690">
        <w:rPr>
          <w:rFonts w:ascii="Arial" w:hAnsi="Arial" w:cs="Arial"/>
          <w:szCs w:val="24"/>
        </w:rPr>
        <w:t xml:space="preserve"> 3000 psi </w:t>
      </w:r>
      <w:r w:rsidRPr="00285690">
        <w:rPr>
          <w:rFonts w:ascii="Arial" w:hAnsi="Arial" w:cs="Arial"/>
          <w:szCs w:val="24"/>
          <w:lang w:val="en-US"/>
        </w:rPr>
        <w:sym w:font="Symbol" w:char="F040"/>
      </w:r>
      <w:r w:rsidRPr="00285690">
        <w:rPr>
          <w:rFonts w:ascii="Arial" w:hAnsi="Arial" w:cs="Arial"/>
          <w:szCs w:val="24"/>
        </w:rPr>
        <w:tab/>
        <w:t xml:space="preserve"> 21,0 Mpa  Integral  </w:t>
      </w:r>
    </w:p>
    <w:p w:rsidR="00285690" w:rsidRPr="00285690" w:rsidRDefault="00285690" w:rsidP="00285690">
      <w:pPr>
        <w:pStyle w:val="Textoindependiente"/>
        <w:rPr>
          <w:rFonts w:ascii="Arial" w:hAnsi="Arial" w:cs="Arial"/>
          <w:szCs w:val="24"/>
        </w:rPr>
      </w:pPr>
      <w:r w:rsidRPr="00285690">
        <w:rPr>
          <w:rFonts w:ascii="Arial" w:hAnsi="Arial" w:cs="Arial"/>
          <w:szCs w:val="24"/>
        </w:rPr>
        <w:t xml:space="preserve">                  </w:t>
      </w:r>
    </w:p>
    <w:p w:rsidR="00285690" w:rsidRPr="00285690" w:rsidRDefault="00285690" w:rsidP="00285690">
      <w:pPr>
        <w:pStyle w:val="Textoindependiente"/>
        <w:rPr>
          <w:rFonts w:ascii="Arial" w:hAnsi="Arial" w:cs="Arial"/>
          <w:szCs w:val="24"/>
        </w:rPr>
      </w:pPr>
    </w:p>
    <w:p w:rsidR="00285690" w:rsidRPr="00285690" w:rsidRDefault="00285690" w:rsidP="008B3490">
      <w:pPr>
        <w:pStyle w:val="Textoindependiente"/>
        <w:numPr>
          <w:ilvl w:val="0"/>
          <w:numId w:val="10"/>
        </w:numPr>
        <w:ind w:left="284" w:hanging="284"/>
        <w:rPr>
          <w:rFonts w:ascii="Arial" w:hAnsi="Arial" w:cs="Arial"/>
          <w:szCs w:val="24"/>
        </w:rPr>
      </w:pPr>
      <w:r w:rsidRPr="00285690">
        <w:rPr>
          <w:rFonts w:ascii="Arial" w:hAnsi="Arial" w:cs="Arial"/>
          <w:szCs w:val="24"/>
        </w:rPr>
        <w:t xml:space="preserve">Agregado grueso: </w:t>
      </w:r>
      <w:r w:rsidRPr="00285690">
        <w:rPr>
          <w:rFonts w:ascii="Arial" w:hAnsi="Arial" w:cs="Arial"/>
          <w:szCs w:val="24"/>
        </w:rPr>
        <w:sym w:font="Symbol" w:char="F066"/>
      </w:r>
      <w:r w:rsidRPr="00285690">
        <w:rPr>
          <w:rFonts w:ascii="Arial" w:hAnsi="Arial" w:cs="Arial"/>
          <w:szCs w:val="24"/>
        </w:rPr>
        <w:t xml:space="preserve"> 3/4” de origen ígneo o metamórfico libre de elementos contaminantes.</w:t>
      </w:r>
    </w:p>
    <w:p w:rsidR="00285690" w:rsidRPr="00285690" w:rsidRDefault="00285690" w:rsidP="00285690">
      <w:pPr>
        <w:pStyle w:val="Textoindependiente"/>
        <w:rPr>
          <w:rFonts w:ascii="Arial" w:hAnsi="Arial" w:cs="Arial"/>
          <w:szCs w:val="24"/>
        </w:rPr>
      </w:pPr>
    </w:p>
    <w:p w:rsidR="00285690" w:rsidRPr="00285690" w:rsidRDefault="00285690" w:rsidP="008B3490">
      <w:pPr>
        <w:pStyle w:val="Textoindependiente"/>
        <w:numPr>
          <w:ilvl w:val="0"/>
          <w:numId w:val="10"/>
        </w:numPr>
        <w:ind w:left="284" w:hanging="284"/>
        <w:rPr>
          <w:rFonts w:ascii="Arial" w:hAnsi="Arial" w:cs="Arial"/>
          <w:szCs w:val="24"/>
        </w:rPr>
      </w:pPr>
      <w:r w:rsidRPr="00285690">
        <w:rPr>
          <w:rFonts w:ascii="Arial" w:hAnsi="Arial" w:cs="Arial"/>
          <w:szCs w:val="24"/>
        </w:rPr>
        <w:t>Arenas propias para la fabricación del hormigón de origen ígneo o metamórfico libre de elementos contaminantes.</w:t>
      </w:r>
    </w:p>
    <w:p w:rsidR="00285690" w:rsidRPr="00285690" w:rsidRDefault="00285690" w:rsidP="00285690">
      <w:pPr>
        <w:pStyle w:val="Textoindependiente"/>
        <w:rPr>
          <w:rFonts w:ascii="Arial" w:hAnsi="Arial" w:cs="Arial"/>
          <w:szCs w:val="24"/>
        </w:rPr>
      </w:pPr>
    </w:p>
    <w:p w:rsidR="00285690" w:rsidRPr="00285690" w:rsidRDefault="00285690" w:rsidP="008B3490">
      <w:pPr>
        <w:pStyle w:val="Textoindependiente"/>
        <w:numPr>
          <w:ilvl w:val="0"/>
          <w:numId w:val="10"/>
        </w:numPr>
        <w:ind w:left="284" w:hanging="284"/>
        <w:rPr>
          <w:rFonts w:ascii="Arial" w:hAnsi="Arial" w:cs="Arial"/>
          <w:szCs w:val="24"/>
        </w:rPr>
      </w:pPr>
      <w:r w:rsidRPr="00285690">
        <w:rPr>
          <w:rFonts w:ascii="Arial" w:hAnsi="Arial" w:cs="Arial"/>
          <w:szCs w:val="24"/>
        </w:rPr>
        <w:t>Agua libre de elementos contaminantes se debe emplear en la elaboración del concreto.</w:t>
      </w:r>
    </w:p>
    <w:p w:rsidR="00285690" w:rsidRPr="00285690" w:rsidRDefault="00285690" w:rsidP="00285690">
      <w:pPr>
        <w:pStyle w:val="Textoindependiente"/>
        <w:rPr>
          <w:rFonts w:ascii="Arial" w:hAnsi="Arial" w:cs="Arial"/>
          <w:szCs w:val="24"/>
        </w:rPr>
      </w:pPr>
    </w:p>
    <w:p w:rsidR="00285690" w:rsidRPr="00285690" w:rsidRDefault="00285690" w:rsidP="008B3490">
      <w:pPr>
        <w:pStyle w:val="Textoindependiente"/>
        <w:numPr>
          <w:ilvl w:val="0"/>
          <w:numId w:val="10"/>
        </w:numPr>
        <w:ind w:left="284" w:hanging="284"/>
        <w:rPr>
          <w:rFonts w:ascii="Arial" w:hAnsi="Arial" w:cs="Arial"/>
          <w:szCs w:val="24"/>
        </w:rPr>
      </w:pPr>
      <w:r w:rsidRPr="00285690">
        <w:rPr>
          <w:rFonts w:ascii="Arial" w:hAnsi="Arial" w:cs="Arial"/>
          <w:szCs w:val="24"/>
        </w:rPr>
        <w:t>No se autoriza la utilización de acero de refuerzo de segunda o contaminado.</w:t>
      </w:r>
    </w:p>
    <w:p w:rsidR="00285690" w:rsidRPr="00285690" w:rsidRDefault="00285690" w:rsidP="00285690">
      <w:pPr>
        <w:pStyle w:val="Textoindependiente"/>
        <w:rPr>
          <w:rFonts w:ascii="Arial" w:hAnsi="Arial" w:cs="Arial"/>
          <w:szCs w:val="24"/>
        </w:rPr>
      </w:pPr>
    </w:p>
    <w:p w:rsidR="00285690" w:rsidRPr="00285690" w:rsidRDefault="00285690" w:rsidP="008B3490">
      <w:pPr>
        <w:pStyle w:val="Textoindependiente"/>
        <w:numPr>
          <w:ilvl w:val="0"/>
          <w:numId w:val="10"/>
        </w:numPr>
        <w:ind w:left="284" w:hanging="284"/>
        <w:rPr>
          <w:rFonts w:ascii="Arial" w:hAnsi="Arial" w:cs="Arial"/>
          <w:szCs w:val="24"/>
        </w:rPr>
      </w:pPr>
      <w:r w:rsidRPr="00285690">
        <w:rPr>
          <w:rFonts w:ascii="Arial" w:hAnsi="Arial" w:cs="Arial"/>
          <w:szCs w:val="24"/>
        </w:rPr>
        <w:t>Máxima relación agua: cemento: 0,42</w:t>
      </w:r>
    </w:p>
    <w:p w:rsidR="00285690" w:rsidRPr="00285690" w:rsidRDefault="00285690" w:rsidP="00285690">
      <w:pPr>
        <w:pStyle w:val="Textoindependiente"/>
        <w:rPr>
          <w:rFonts w:ascii="Arial" w:hAnsi="Arial" w:cs="Arial"/>
          <w:bCs/>
          <w:szCs w:val="24"/>
        </w:rPr>
      </w:pPr>
    </w:p>
    <w:p w:rsidR="00285690" w:rsidRDefault="00285690" w:rsidP="00285690">
      <w:pPr>
        <w:pStyle w:val="Textoindependiente"/>
        <w:rPr>
          <w:bCs/>
        </w:rPr>
      </w:pPr>
    </w:p>
    <w:p w:rsidR="001B64D0" w:rsidRDefault="001B64D0" w:rsidP="00285690">
      <w:pPr>
        <w:ind w:left="720"/>
        <w:rPr>
          <w:bCs/>
        </w:rPr>
      </w:pPr>
    </w:p>
    <w:p w:rsidR="001B64D0" w:rsidRDefault="001B64D0" w:rsidP="00285690">
      <w:pPr>
        <w:ind w:left="720"/>
        <w:rPr>
          <w:bCs/>
        </w:rPr>
      </w:pPr>
    </w:p>
    <w:p w:rsidR="001B64D0" w:rsidRDefault="001B64D0" w:rsidP="00285690">
      <w:pPr>
        <w:ind w:left="720"/>
        <w:rPr>
          <w:bCs/>
        </w:rPr>
      </w:pPr>
    </w:p>
    <w:p w:rsidR="001B64D0" w:rsidRDefault="001B64D0" w:rsidP="00285690">
      <w:pPr>
        <w:ind w:left="720"/>
        <w:rPr>
          <w:bCs/>
        </w:rPr>
      </w:pPr>
    </w:p>
    <w:p w:rsidR="00285690" w:rsidRPr="0006703E" w:rsidRDefault="0006703E" w:rsidP="0006703E">
      <w:pPr>
        <w:spacing w:after="0"/>
        <w:rPr>
          <w:rFonts w:cs="Arial"/>
          <w:b/>
        </w:rPr>
      </w:pPr>
      <w:r w:rsidRPr="0006703E">
        <w:rPr>
          <w:rFonts w:cs="Arial"/>
          <w:b/>
        </w:rPr>
        <w:lastRenderedPageBreak/>
        <w:t xml:space="preserve">3.2 </w:t>
      </w:r>
      <w:r w:rsidR="00285690" w:rsidRPr="0006703E">
        <w:rPr>
          <w:rFonts w:cs="Arial"/>
          <w:b/>
        </w:rPr>
        <w:t>CONDICIONES GEOMETRÍCAS</w:t>
      </w:r>
    </w:p>
    <w:p w:rsidR="00285690" w:rsidRDefault="00285690" w:rsidP="00285690">
      <w:pPr>
        <w:rPr>
          <w:rFonts w:ascii="Tahoma" w:hAnsi="Tahoma" w:cs="Tahoma"/>
          <w:b/>
        </w:rPr>
      </w:pPr>
    </w:p>
    <w:p w:rsidR="0006703E" w:rsidRPr="0006703E" w:rsidRDefault="0006703E" w:rsidP="0006703E">
      <w:pPr>
        <w:jc w:val="center"/>
        <w:rPr>
          <w:rFonts w:cs="Arial"/>
          <w:b/>
        </w:rPr>
      </w:pPr>
      <w:r w:rsidRPr="0006703E">
        <w:rPr>
          <w:rFonts w:cs="Arial"/>
          <w:b/>
        </w:rPr>
        <w:t>Tabla 5.</w:t>
      </w:r>
      <w:r w:rsidR="009756FA">
        <w:rPr>
          <w:rFonts w:cs="Arial"/>
          <w:b/>
        </w:rPr>
        <w:t xml:space="preserve"> Condiciones geométricas para la</w:t>
      </w:r>
      <w:r w:rsidRPr="0006703E">
        <w:rPr>
          <w:rFonts w:cs="Arial"/>
          <w:b/>
        </w:rPr>
        <w:t>s diferentes longitudes de viaducto</w:t>
      </w:r>
    </w:p>
    <w:tbl>
      <w:tblPr>
        <w:tblW w:w="0" w:type="auto"/>
        <w:jc w:val="center"/>
        <w:tblInd w:w="2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1"/>
        <w:gridCol w:w="2706"/>
      </w:tblGrid>
      <w:tr w:rsidR="00285690" w:rsidRPr="0006703E" w:rsidTr="00232650">
        <w:trPr>
          <w:trHeight w:val="284"/>
          <w:jc w:val="center"/>
        </w:trPr>
        <w:tc>
          <w:tcPr>
            <w:tcW w:w="1911" w:type="dxa"/>
            <w:shd w:val="clear" w:color="auto" w:fill="D9D9D9" w:themeFill="background1" w:themeFillShade="D9"/>
          </w:tcPr>
          <w:p w:rsidR="00285690" w:rsidRPr="0006703E" w:rsidRDefault="00285690" w:rsidP="008C67AE">
            <w:pPr>
              <w:jc w:val="center"/>
              <w:rPr>
                <w:rFonts w:cs="Arial"/>
                <w:b/>
                <w:szCs w:val="24"/>
              </w:rPr>
            </w:pPr>
            <w:r w:rsidRPr="0006703E">
              <w:rPr>
                <w:rFonts w:cs="Arial"/>
                <w:b/>
                <w:szCs w:val="24"/>
              </w:rPr>
              <w:t>Longitud (m)</w:t>
            </w:r>
          </w:p>
        </w:tc>
        <w:tc>
          <w:tcPr>
            <w:tcW w:w="2706" w:type="dxa"/>
            <w:shd w:val="clear" w:color="auto" w:fill="D9D9D9" w:themeFill="background1" w:themeFillShade="D9"/>
          </w:tcPr>
          <w:p w:rsidR="00285690" w:rsidRPr="0006703E" w:rsidRDefault="00285690" w:rsidP="008C67AE">
            <w:pPr>
              <w:jc w:val="center"/>
              <w:rPr>
                <w:rFonts w:cs="Arial"/>
                <w:b/>
                <w:szCs w:val="24"/>
              </w:rPr>
            </w:pPr>
            <w:r w:rsidRPr="0006703E">
              <w:rPr>
                <w:rFonts w:cs="Arial"/>
                <w:b/>
                <w:szCs w:val="24"/>
              </w:rPr>
              <w:t>h (m)</w:t>
            </w:r>
          </w:p>
        </w:tc>
      </w:tr>
      <w:tr w:rsidR="00285690" w:rsidRPr="0006703E" w:rsidTr="008C67AE">
        <w:trPr>
          <w:trHeight w:val="284"/>
          <w:jc w:val="center"/>
        </w:trPr>
        <w:tc>
          <w:tcPr>
            <w:tcW w:w="1911" w:type="dxa"/>
            <w:shd w:val="clear" w:color="auto" w:fill="auto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20</w:t>
            </w:r>
          </w:p>
        </w:tc>
        <w:tc>
          <w:tcPr>
            <w:tcW w:w="2706" w:type="dxa"/>
            <w:shd w:val="clear" w:color="auto" w:fill="auto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 xml:space="preserve">Variable 0.75 a 2.00 </w:t>
            </w:r>
          </w:p>
        </w:tc>
      </w:tr>
      <w:tr w:rsidR="00285690" w:rsidRPr="0006703E" w:rsidTr="008C67AE">
        <w:trPr>
          <w:trHeight w:val="284"/>
          <w:jc w:val="center"/>
        </w:trPr>
        <w:tc>
          <w:tcPr>
            <w:tcW w:w="1911" w:type="dxa"/>
            <w:shd w:val="clear" w:color="auto" w:fill="auto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25</w:t>
            </w:r>
          </w:p>
        </w:tc>
        <w:tc>
          <w:tcPr>
            <w:tcW w:w="2706" w:type="dxa"/>
            <w:shd w:val="clear" w:color="auto" w:fill="auto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Variable 0.75 a 2.00</w:t>
            </w:r>
          </w:p>
        </w:tc>
      </w:tr>
      <w:tr w:rsidR="00285690" w:rsidRPr="0006703E" w:rsidTr="008C67AE">
        <w:trPr>
          <w:trHeight w:val="284"/>
          <w:jc w:val="center"/>
        </w:trPr>
        <w:tc>
          <w:tcPr>
            <w:tcW w:w="1911" w:type="dxa"/>
            <w:shd w:val="clear" w:color="auto" w:fill="auto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30</w:t>
            </w:r>
          </w:p>
        </w:tc>
        <w:tc>
          <w:tcPr>
            <w:tcW w:w="2706" w:type="dxa"/>
            <w:shd w:val="clear" w:color="auto" w:fill="auto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Variable 0.75 a 2.00</w:t>
            </w:r>
          </w:p>
        </w:tc>
      </w:tr>
      <w:tr w:rsidR="00285690" w:rsidRPr="0006703E" w:rsidTr="008C67AE">
        <w:trPr>
          <w:trHeight w:val="284"/>
          <w:jc w:val="center"/>
        </w:trPr>
        <w:tc>
          <w:tcPr>
            <w:tcW w:w="1911" w:type="dxa"/>
            <w:shd w:val="clear" w:color="auto" w:fill="auto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35</w:t>
            </w:r>
          </w:p>
        </w:tc>
        <w:tc>
          <w:tcPr>
            <w:tcW w:w="2706" w:type="dxa"/>
            <w:shd w:val="clear" w:color="auto" w:fill="auto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Variable 0.75 a 2.00</w:t>
            </w:r>
          </w:p>
        </w:tc>
      </w:tr>
      <w:tr w:rsidR="00285690" w:rsidRPr="0006703E" w:rsidTr="008C67AE">
        <w:trPr>
          <w:trHeight w:val="284"/>
          <w:jc w:val="center"/>
        </w:trPr>
        <w:tc>
          <w:tcPr>
            <w:tcW w:w="1911" w:type="dxa"/>
            <w:shd w:val="clear" w:color="auto" w:fill="auto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40</w:t>
            </w:r>
          </w:p>
        </w:tc>
        <w:tc>
          <w:tcPr>
            <w:tcW w:w="2706" w:type="dxa"/>
            <w:shd w:val="clear" w:color="auto" w:fill="auto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Variable 0.75 a 2.00</w:t>
            </w:r>
          </w:p>
        </w:tc>
      </w:tr>
      <w:tr w:rsidR="00285690" w:rsidRPr="0006703E" w:rsidTr="008C67AE">
        <w:trPr>
          <w:trHeight w:val="284"/>
          <w:jc w:val="center"/>
        </w:trPr>
        <w:tc>
          <w:tcPr>
            <w:tcW w:w="1911" w:type="dxa"/>
            <w:shd w:val="clear" w:color="auto" w:fill="auto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45</w:t>
            </w:r>
          </w:p>
        </w:tc>
        <w:tc>
          <w:tcPr>
            <w:tcW w:w="2706" w:type="dxa"/>
            <w:shd w:val="clear" w:color="auto" w:fill="auto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Variable 0.75 a 2.00</w:t>
            </w:r>
          </w:p>
        </w:tc>
      </w:tr>
      <w:tr w:rsidR="00285690" w:rsidRPr="0006703E" w:rsidTr="008C67AE">
        <w:trPr>
          <w:trHeight w:val="284"/>
          <w:jc w:val="center"/>
        </w:trPr>
        <w:tc>
          <w:tcPr>
            <w:tcW w:w="1911" w:type="dxa"/>
            <w:shd w:val="clear" w:color="auto" w:fill="auto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50</w:t>
            </w:r>
          </w:p>
        </w:tc>
        <w:tc>
          <w:tcPr>
            <w:tcW w:w="2706" w:type="dxa"/>
            <w:shd w:val="clear" w:color="auto" w:fill="auto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Variable 0.75 a 2.00</w:t>
            </w:r>
          </w:p>
        </w:tc>
      </w:tr>
    </w:tbl>
    <w:p w:rsidR="00285690" w:rsidRDefault="00285690" w:rsidP="00285690">
      <w:pPr>
        <w:rPr>
          <w:rFonts w:ascii="Tahoma" w:hAnsi="Tahoma" w:cs="Tahoma"/>
          <w:b/>
        </w:rPr>
      </w:pPr>
    </w:p>
    <w:p w:rsidR="00285690" w:rsidRPr="004A4DE6" w:rsidRDefault="008F068E" w:rsidP="00285690">
      <w:pPr>
        <w:rPr>
          <w:rFonts w:ascii="Tahoma" w:hAnsi="Tahoma" w:cs="Tahoma"/>
          <w:b/>
        </w:rPr>
      </w:pPr>
      <w:r w:rsidRPr="008F068E">
        <w:rPr>
          <w:rFonts w:ascii="Tahoma" w:hAnsi="Tahoma" w:cs="Tahoma"/>
          <w:noProof/>
          <w:lang w:eastAsia="es-CO"/>
        </w:rPr>
        <w:pict>
          <v:shape id="Text Box 10" o:spid="_x0000_s1535" type="#_x0000_t202" style="position:absolute;left:0;text-align:left;margin-left:261.2pt;margin-top:8.65pt;width:27pt;height:27pt;z-index:251981824;visibility:visible" filled="f" stroked="f">
            <v:textbox style="mso-next-textbox:#Text Box 10">
              <w:txbxContent>
                <w:p w:rsidR="008C67AE" w:rsidRPr="00DE5162" w:rsidRDefault="008C67AE" w:rsidP="00285690"/>
              </w:txbxContent>
            </v:textbox>
          </v:shape>
        </w:pict>
      </w:r>
      <w:r>
        <w:rPr>
          <w:rFonts w:ascii="Tahoma" w:hAnsi="Tahoma" w:cs="Tahoma"/>
          <w:b/>
          <w:noProof/>
          <w:lang w:eastAsia="es-CO"/>
        </w:rPr>
        <w:pict>
          <v:group id="_x0000_s1537" style="position:absolute;left:0;text-align:left;margin-left:77.75pt;margin-top:6.1pt;width:291.4pt;height:37.5pt;z-index:-251332608" coordorigin="3580,8178" coordsize="5828,750">
            <v:shape id="_x0000_s1538" type="#_x0000_t32" style="position:absolute;left:9408;top:8178;width:0;height:738" o:connectortype="straight" strokeweight="1pt"/>
            <v:group id="_x0000_s1539" style="position:absolute;left:3580;top:8178;width:5828;height:750" coordorigin="3580,8178" coordsize="5828,750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_x0000_s1540" type="#_x0000_t6" style="position:absolute;left:3580;top:8190;width:2914;height:738" strokeweight="1pt"/>
              <v:shape id="_x0000_s1541" type="#_x0000_t32" style="position:absolute;left:6494;top:8916;width:2914;height:0" o:connectortype="straight" strokeweight="1pt"/>
              <v:shape id="_x0000_s1542" type="#_x0000_t32" style="position:absolute;left:6494;top:8178;width:2914;height:738;flip:y" o:connectortype="straight" strokeweight="1pt"/>
            </v:group>
          </v:group>
        </w:pict>
      </w:r>
    </w:p>
    <w:p w:rsidR="00285690" w:rsidRPr="004A4DE6" w:rsidRDefault="008F068E" w:rsidP="00285690">
      <w:pPr>
        <w:rPr>
          <w:rFonts w:ascii="Tahoma" w:hAnsi="Tahoma" w:cs="Tahoma"/>
        </w:rPr>
      </w:pPr>
      <w:r w:rsidRPr="008F068E">
        <w:rPr>
          <w:rFonts w:ascii="Tahoma" w:hAnsi="Tahoma" w:cs="Tahoma"/>
          <w:b/>
          <w:noProof/>
          <w:lang w:eastAsia="es-CO"/>
        </w:rPr>
        <w:pict>
          <v:shape id="_x0000_s1543" type="#_x0000_t202" style="position:absolute;left:0;text-align:left;margin-left:372.5pt;margin-top:.35pt;width:26.75pt;height:21.35pt;z-index:2519848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<v:textbox style="mso-next-textbox:#_x0000_s1543">
              <w:txbxContent>
                <w:p w:rsidR="008C67AE" w:rsidRPr="004A4DE6" w:rsidRDefault="008C67AE" w:rsidP="00285690">
                  <w:pPr>
                    <w:rPr>
                      <w:rFonts w:ascii="Tahoma" w:hAnsi="Tahoma" w:cs="Tahoma"/>
                      <w:sz w:val="20"/>
                      <w:vertAlign w:val="subscript"/>
                    </w:rPr>
                  </w:pPr>
                  <w:r w:rsidRPr="004A4DE6">
                    <w:rPr>
                      <w:rFonts w:ascii="Tahoma" w:hAnsi="Tahoma" w:cs="Tahoma"/>
                      <w:sz w:val="20"/>
                    </w:rPr>
                    <w:t xml:space="preserve">h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lang w:eastAsia="es-CO"/>
        </w:rPr>
        <w:pict>
          <v:shape id="Text Box 9" o:spid="_x0000_s1534" type="#_x0000_t202" style="position:absolute;left:0;text-align:left;margin-left:57.9pt;margin-top:2.65pt;width:26.75pt;height:21.35pt;z-index:251980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<v:textbox>
              <w:txbxContent>
                <w:p w:rsidR="008C67AE" w:rsidRPr="004A4DE6" w:rsidRDefault="008C67AE" w:rsidP="00285690">
                  <w:pPr>
                    <w:rPr>
                      <w:rFonts w:ascii="Tahoma" w:hAnsi="Tahoma" w:cs="Tahoma"/>
                      <w:sz w:val="20"/>
                      <w:vertAlign w:val="subscript"/>
                    </w:rPr>
                  </w:pPr>
                  <w:r w:rsidRPr="004A4DE6">
                    <w:rPr>
                      <w:rFonts w:ascii="Tahoma" w:hAnsi="Tahoma" w:cs="Tahoma"/>
                      <w:sz w:val="20"/>
                    </w:rPr>
                    <w:t>h</w:t>
                  </w:r>
                </w:p>
              </w:txbxContent>
            </v:textbox>
          </v:shape>
        </w:pict>
      </w:r>
    </w:p>
    <w:p w:rsidR="00285690" w:rsidRPr="004A4DE6" w:rsidRDefault="008F068E" w:rsidP="00285690">
      <w:pPr>
        <w:ind w:left="1416" w:firstLine="708"/>
        <w:rPr>
          <w:rFonts w:ascii="Tahoma" w:hAnsi="Tahoma" w:cs="Tahoma"/>
        </w:rPr>
      </w:pPr>
      <w:r w:rsidRPr="008F068E">
        <w:rPr>
          <w:rFonts w:ascii="Tahoma" w:hAnsi="Tahoma" w:cs="Tahoma"/>
          <w:b/>
          <w:noProof/>
          <w:lang w:eastAsia="es-CO"/>
        </w:rPr>
        <w:pict>
          <v:shape id="_x0000_s1536" type="#_x0000_t202" style="position:absolute;left:0;text-align:left;margin-left:133.35pt;margin-top:12pt;width:40.8pt;height:27pt;z-index:2519828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<v:textbox>
              <w:txbxContent>
                <w:p w:rsidR="008C67AE" w:rsidRPr="004A4DE6" w:rsidRDefault="008C67AE" w:rsidP="00285690">
                  <w:pPr>
                    <w:rPr>
                      <w:rFonts w:ascii="Tahoma" w:hAnsi="Tahoma" w:cs="Tahoma"/>
                      <w:sz w:val="20"/>
                      <w:vertAlign w:val="subscript"/>
                    </w:rPr>
                  </w:pPr>
                  <w:r w:rsidRPr="004A4DE6">
                    <w:rPr>
                      <w:rFonts w:ascii="Tahoma" w:hAnsi="Tahoma" w:cs="Tahoma"/>
                      <w:sz w:val="20"/>
                    </w:rPr>
                    <w:t>L/2</w:t>
                  </w:r>
                </w:p>
              </w:txbxContent>
            </v:textbox>
          </v:shape>
        </w:pict>
      </w:r>
      <w:r w:rsidRPr="008F068E">
        <w:rPr>
          <w:rFonts w:ascii="Tahoma" w:hAnsi="Tahoma" w:cs="Tahoma"/>
          <w:b/>
          <w:noProof/>
          <w:lang w:eastAsia="es-CO"/>
        </w:rPr>
        <w:pict>
          <v:shape id="_x0000_s1544" type="#_x0000_t202" style="position:absolute;left:0;text-align:left;margin-left:291.25pt;margin-top:11.75pt;width:31.5pt;height:27pt;z-index:2519859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<v:textbox>
              <w:txbxContent>
                <w:p w:rsidR="008C67AE" w:rsidRPr="004A4DE6" w:rsidRDefault="008C67AE" w:rsidP="00285690">
                  <w:pPr>
                    <w:rPr>
                      <w:rFonts w:ascii="Tahoma" w:hAnsi="Tahoma" w:cs="Tahoma"/>
                      <w:sz w:val="20"/>
                      <w:vertAlign w:val="subscript"/>
                    </w:rPr>
                  </w:pPr>
                  <w:r w:rsidRPr="004A4DE6">
                    <w:rPr>
                      <w:rFonts w:ascii="Tahoma" w:hAnsi="Tahoma" w:cs="Tahoma"/>
                      <w:sz w:val="20"/>
                    </w:rPr>
                    <w:t>L/2</w:t>
                  </w:r>
                </w:p>
              </w:txbxContent>
            </v:textbox>
          </v:shape>
        </w:pict>
      </w:r>
      <w:r w:rsidR="00285690" w:rsidRPr="004A4DE6">
        <w:rPr>
          <w:rFonts w:ascii="Tahoma" w:hAnsi="Tahoma" w:cs="Tahoma"/>
        </w:rPr>
        <w:t xml:space="preserve">                   α                    α</w:t>
      </w:r>
    </w:p>
    <w:p w:rsidR="00285690" w:rsidRPr="004A4DE6" w:rsidRDefault="00285690" w:rsidP="00285690">
      <w:pPr>
        <w:rPr>
          <w:rFonts w:ascii="Tahoma" w:hAnsi="Tahoma" w:cs="Tahoma"/>
          <w:b/>
        </w:rPr>
      </w:pPr>
    </w:p>
    <w:p w:rsidR="00285690" w:rsidRPr="0006703E" w:rsidRDefault="00285690" w:rsidP="00285690">
      <w:pPr>
        <w:rPr>
          <w:rFonts w:cs="Arial"/>
        </w:rPr>
      </w:pPr>
      <w:r w:rsidRPr="004A4DE6">
        <w:rPr>
          <w:rFonts w:ascii="Tahoma" w:hAnsi="Tahoma" w:cs="Tahoma"/>
        </w:rPr>
        <w:tab/>
      </w:r>
      <w:r w:rsidRPr="004A4DE6">
        <w:rPr>
          <w:rFonts w:ascii="Tahoma" w:hAnsi="Tahoma" w:cs="Tahoma"/>
        </w:rPr>
        <w:tab/>
      </w:r>
      <w:r w:rsidRPr="0006703E">
        <w:rPr>
          <w:rFonts w:cs="Arial"/>
        </w:rPr>
        <w:t>α = artang ((h)/(L/2))</w:t>
      </w:r>
    </w:p>
    <w:p w:rsidR="00285690" w:rsidRPr="0006703E" w:rsidRDefault="00285690" w:rsidP="00285690">
      <w:pPr>
        <w:rPr>
          <w:rFonts w:cs="Arial"/>
        </w:rPr>
      </w:pPr>
      <w:r w:rsidRPr="0006703E">
        <w:rPr>
          <w:rFonts w:cs="Arial"/>
        </w:rPr>
        <w:tab/>
      </w:r>
      <w:r w:rsidRPr="0006703E">
        <w:rPr>
          <w:rFonts w:cs="Arial"/>
        </w:rPr>
        <w:tab/>
        <w:t>L = Longitud entre apoyos cable.</w:t>
      </w:r>
    </w:p>
    <w:p w:rsidR="00285690" w:rsidRPr="0006703E" w:rsidRDefault="00285690" w:rsidP="00285690">
      <w:pPr>
        <w:rPr>
          <w:rFonts w:cs="Arial"/>
          <w:b/>
        </w:rPr>
      </w:pPr>
      <w:r w:rsidRPr="0006703E">
        <w:rPr>
          <w:rFonts w:cs="Arial"/>
        </w:rPr>
        <w:tab/>
      </w:r>
      <w:r w:rsidRPr="0006703E">
        <w:rPr>
          <w:rFonts w:cs="Arial"/>
        </w:rPr>
        <w:tab/>
        <w:t>h = Altura entre apoyo superior y nivel inferior del cable.</w:t>
      </w:r>
    </w:p>
    <w:p w:rsidR="00285690" w:rsidRDefault="00285690" w:rsidP="00285690">
      <w:pPr>
        <w:rPr>
          <w:rFonts w:ascii="Tahoma" w:hAnsi="Tahoma" w:cs="Tahoma"/>
          <w:b/>
        </w:rPr>
      </w:pPr>
    </w:p>
    <w:p w:rsidR="00285690" w:rsidRPr="0006703E" w:rsidRDefault="0006703E" w:rsidP="0006703E">
      <w:pPr>
        <w:spacing w:after="0"/>
        <w:rPr>
          <w:rFonts w:cs="Arial"/>
          <w:b/>
        </w:rPr>
      </w:pPr>
      <w:r w:rsidRPr="0006703E">
        <w:rPr>
          <w:rFonts w:cs="Arial"/>
          <w:b/>
        </w:rPr>
        <w:lastRenderedPageBreak/>
        <w:t xml:space="preserve">3.3 </w:t>
      </w:r>
      <w:r w:rsidR="00285690" w:rsidRPr="0006703E">
        <w:rPr>
          <w:rFonts w:cs="Arial"/>
          <w:b/>
        </w:rPr>
        <w:t>EVALUACIÓN DE CARGAS SOBRE CABLE</w:t>
      </w:r>
    </w:p>
    <w:p w:rsidR="00285690" w:rsidRDefault="00285690" w:rsidP="00285690">
      <w:pPr>
        <w:rPr>
          <w:rFonts w:ascii="Tahoma" w:hAnsi="Tahoma" w:cs="Tahoma"/>
          <w:b/>
        </w:rPr>
      </w:pPr>
    </w:p>
    <w:p w:rsidR="00285690" w:rsidRDefault="008F068E" w:rsidP="00285690">
      <w:pPr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  <w:lang w:eastAsia="es-CO"/>
        </w:rPr>
        <w:pict>
          <v:group id="_x0000_s1545" style="position:absolute;left:0;text-align:left;margin-left:81.1pt;margin-top:4.7pt;width:291.4pt;height:37.5pt;z-index:-251329536" coordorigin="3580,8178" coordsize="5828,750">
            <v:shape id="_x0000_s1546" type="#_x0000_t32" style="position:absolute;left:9408;top:8178;width:0;height:738" o:connectortype="straight" strokeweight="1pt"/>
            <v:group id="_x0000_s1547" style="position:absolute;left:3580;top:8178;width:5828;height:750" coordorigin="3580,8178" coordsize="5828,750">
              <v:shape id="_x0000_s1548" type="#_x0000_t6" style="position:absolute;left:3580;top:8190;width:2914;height:738" strokeweight="1pt"/>
              <v:shape id="_x0000_s1549" type="#_x0000_t32" style="position:absolute;left:6494;top:8916;width:2914;height:0" o:connectortype="straight" strokeweight="1pt"/>
              <v:shape id="_x0000_s1550" type="#_x0000_t32" style="position:absolute;left:6494;top:8178;width:2914;height:738;flip:y" o:connectortype="straight" strokeweight="1pt"/>
            </v:group>
          </v:group>
        </w:pict>
      </w:r>
      <w:r>
        <w:rPr>
          <w:rFonts w:ascii="Tahoma" w:hAnsi="Tahoma" w:cs="Tahoma"/>
          <w:b/>
          <w:noProof/>
          <w:lang w:eastAsia="es-CO"/>
        </w:rPr>
        <w:pict>
          <v:shape id="_x0000_s1558" type="#_x0000_t202" style="position:absolute;left:0;text-align:left;margin-left:140.65pt;margin-top:4.1pt;width:20.85pt;height:21.35pt;z-index:2519951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<v:textbox style="mso-next-textbox:#_x0000_s1558">
              <w:txbxContent>
                <w:p w:rsidR="008C67AE" w:rsidRPr="004A4DE6" w:rsidRDefault="008C67AE" w:rsidP="00285690">
                  <w:pPr>
                    <w:jc w:val="center"/>
                    <w:rPr>
                      <w:rFonts w:ascii="Tahoma" w:hAnsi="Tahoma" w:cs="Tahoma"/>
                      <w:sz w:val="20"/>
                      <w:vertAlign w:val="subscript"/>
                    </w:rPr>
                  </w:pPr>
                  <w:r w:rsidRPr="004A4DE6">
                    <w:rPr>
                      <w:rFonts w:ascii="Tahoma" w:hAnsi="Tahoma" w:cs="Tahoma"/>
                      <w:sz w:val="20"/>
                    </w:rPr>
                    <w:t>T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noProof/>
          <w:lang w:eastAsia="es-CO"/>
        </w:rPr>
        <w:pict>
          <v:shape id="_x0000_s1557" type="#_x0000_t202" style="position:absolute;left:0;text-align:left;margin-left:278.65pt;margin-top:3.5pt;width:19.8pt;height:21.35pt;z-index:2519941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<v:textbox style="mso-next-textbox:#_x0000_s1557">
              <w:txbxContent>
                <w:p w:rsidR="008C67AE" w:rsidRPr="004A4DE6" w:rsidRDefault="008C67AE" w:rsidP="00285690">
                  <w:pPr>
                    <w:rPr>
                      <w:rFonts w:ascii="Tahoma" w:hAnsi="Tahoma" w:cs="Tahoma"/>
                      <w:sz w:val="20"/>
                      <w:vertAlign w:val="subscript"/>
                    </w:rPr>
                  </w:pPr>
                  <w:r w:rsidRPr="004A4DE6">
                    <w:rPr>
                      <w:rFonts w:ascii="Tahoma" w:hAnsi="Tahoma" w:cs="Tahoma"/>
                      <w:sz w:val="20"/>
                    </w:rPr>
                    <w:t xml:space="preserve">T 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noProof/>
          <w:lang w:eastAsia="es-CO"/>
        </w:rPr>
        <w:pict>
          <v:shape id="_x0000_s1556" type="#_x0000_t202" style="position:absolute;left:0;text-align:left;margin-left:214.1pt;margin-top:5.85pt;width:26.25pt;height:21.35pt;z-index:2519930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<v:textbox style="mso-next-textbox:#_x0000_s1556">
              <w:txbxContent>
                <w:p w:rsidR="008C67AE" w:rsidRPr="004A4DE6" w:rsidRDefault="008C67AE" w:rsidP="00285690">
                  <w:pPr>
                    <w:rPr>
                      <w:rFonts w:ascii="Tahoma" w:hAnsi="Tahoma" w:cs="Tahoma"/>
                      <w:sz w:val="20"/>
                      <w:vertAlign w:val="subscript"/>
                    </w:rPr>
                  </w:pPr>
                  <w:r w:rsidRPr="004A4DE6">
                    <w:rPr>
                      <w:rFonts w:ascii="Tahoma" w:hAnsi="Tahoma" w:cs="Tahoma"/>
                      <w:sz w:val="20"/>
                    </w:rPr>
                    <w:t xml:space="preserve">W </w:t>
                  </w:r>
                </w:p>
              </w:txbxContent>
            </v:textbox>
          </v:shape>
        </w:pict>
      </w:r>
    </w:p>
    <w:p w:rsidR="00285690" w:rsidRDefault="008F068E" w:rsidP="00285690">
      <w:pPr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  <w:lang w:eastAsia="es-CO"/>
        </w:rPr>
        <w:pict>
          <v:shape id="_x0000_s1555" type="#_x0000_t32" style="position:absolute;left:0;text-align:left;margin-left:226.2pt;margin-top:5.5pt;width:0;height:20.7pt;z-index:251992064" o:connectortype="straight">
            <v:stroke endarrow="block"/>
          </v:shape>
        </w:pict>
      </w:r>
      <w:r>
        <w:rPr>
          <w:rFonts w:ascii="Tahoma" w:hAnsi="Tahoma" w:cs="Tahoma"/>
          <w:b/>
          <w:noProof/>
          <w:lang w:eastAsia="es-CO"/>
        </w:rPr>
        <w:pict>
          <v:shape id="_x0000_s1553" type="#_x0000_t202" style="position:absolute;left:0;text-align:left;margin-left:376.1pt;margin-top:.95pt;width:37.1pt;height:21.35pt;z-index:2519900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<v:textbox style="mso-next-textbox:#_x0000_s1553">
              <w:txbxContent>
                <w:p w:rsidR="008C67AE" w:rsidRPr="004A4DE6" w:rsidRDefault="008C67AE" w:rsidP="00285690">
                  <w:pPr>
                    <w:rPr>
                      <w:rFonts w:ascii="Tahoma" w:hAnsi="Tahoma" w:cs="Tahoma"/>
                      <w:sz w:val="20"/>
                      <w:vertAlign w:val="subscript"/>
                    </w:rPr>
                  </w:pPr>
                  <w:r w:rsidRPr="004A4DE6">
                    <w:rPr>
                      <w:rFonts w:ascii="Tahoma" w:hAnsi="Tahoma" w:cs="Tahoma"/>
                      <w:sz w:val="20"/>
                    </w:rPr>
                    <w:t xml:space="preserve">W/2 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noProof/>
          <w:lang w:eastAsia="es-CO"/>
        </w:rPr>
        <w:pict>
          <v:shape id="_x0000_s1551" type="#_x0000_t202" style="position:absolute;left:0;text-align:left;margin-left:53.75pt;margin-top:3.25pt;width:34.5pt;height:21.35pt;z-index:2519879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<v:textbox>
              <w:txbxContent>
                <w:p w:rsidR="008C67AE" w:rsidRPr="004A4DE6" w:rsidRDefault="008C67AE" w:rsidP="00285690">
                  <w:pPr>
                    <w:rPr>
                      <w:rFonts w:ascii="Tahoma" w:hAnsi="Tahoma" w:cs="Tahoma"/>
                      <w:sz w:val="20"/>
                      <w:vertAlign w:val="subscript"/>
                    </w:rPr>
                  </w:pPr>
                  <w:r w:rsidRPr="004A4DE6">
                    <w:rPr>
                      <w:rFonts w:ascii="Tahoma" w:hAnsi="Tahoma" w:cs="Tahoma"/>
                      <w:sz w:val="20"/>
                    </w:rPr>
                    <w:t>W/2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noProof/>
          <w:lang w:eastAsia="es-CO"/>
        </w:rPr>
        <w:pict>
          <v:shape id="_x0000_s1552" type="#_x0000_t202" style="position:absolute;left:0;text-align:left;margin-left:136.95pt;margin-top:26.4pt;width:40.8pt;height:27pt;z-index:2519889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<v:textbox>
              <w:txbxContent>
                <w:p w:rsidR="008C67AE" w:rsidRPr="004A4DE6" w:rsidRDefault="008C67AE" w:rsidP="00285690">
                  <w:pPr>
                    <w:rPr>
                      <w:rFonts w:ascii="Tahoma" w:hAnsi="Tahoma" w:cs="Tahoma"/>
                      <w:sz w:val="20"/>
                      <w:vertAlign w:val="subscript"/>
                    </w:rPr>
                  </w:pPr>
                  <w:r w:rsidRPr="004A4DE6">
                    <w:rPr>
                      <w:rFonts w:ascii="Tahoma" w:hAnsi="Tahoma" w:cs="Tahoma"/>
                      <w:sz w:val="20"/>
                    </w:rPr>
                    <w:t>L/2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noProof/>
          <w:lang w:eastAsia="es-CO"/>
        </w:rPr>
        <w:pict>
          <v:shape id="_x0000_s1554" type="#_x0000_t202" style="position:absolute;left:0;text-align:left;margin-left:294.85pt;margin-top:26.15pt;width:31.5pt;height:27pt;z-index:2519910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<v:textbox>
              <w:txbxContent>
                <w:p w:rsidR="008C67AE" w:rsidRPr="004A4DE6" w:rsidRDefault="008C67AE" w:rsidP="00285690">
                  <w:pPr>
                    <w:rPr>
                      <w:rFonts w:ascii="Tahoma" w:hAnsi="Tahoma" w:cs="Tahoma"/>
                      <w:sz w:val="20"/>
                      <w:vertAlign w:val="subscript"/>
                    </w:rPr>
                  </w:pPr>
                  <w:r w:rsidRPr="004A4DE6">
                    <w:rPr>
                      <w:rFonts w:ascii="Tahoma" w:hAnsi="Tahoma" w:cs="Tahoma"/>
                      <w:sz w:val="20"/>
                    </w:rPr>
                    <w:t>L/2</w:t>
                  </w:r>
                </w:p>
              </w:txbxContent>
            </v:textbox>
          </v:shape>
        </w:pict>
      </w:r>
    </w:p>
    <w:p w:rsidR="00285690" w:rsidRDefault="00285690" w:rsidP="00285690">
      <w:pPr>
        <w:ind w:left="2832" w:firstLine="708"/>
        <w:rPr>
          <w:rFonts w:ascii="Tahoma" w:hAnsi="Tahoma" w:cs="Tahoma"/>
          <w:b/>
        </w:rPr>
      </w:pPr>
      <w:r>
        <w:t>α                              α</w:t>
      </w:r>
    </w:p>
    <w:p w:rsidR="00285690" w:rsidRDefault="00285690" w:rsidP="00285690">
      <w:pPr>
        <w:rPr>
          <w:rFonts w:ascii="Tahoma" w:hAnsi="Tahoma" w:cs="Tahoma"/>
          <w:b/>
        </w:rPr>
      </w:pPr>
    </w:p>
    <w:p w:rsidR="00285690" w:rsidRPr="0006703E" w:rsidRDefault="00285690" w:rsidP="00285690">
      <w:pPr>
        <w:rPr>
          <w:rFonts w:cs="Arial"/>
        </w:rPr>
      </w:pPr>
      <w:r w:rsidRPr="0006703E">
        <w:rPr>
          <w:rFonts w:cs="Arial"/>
        </w:rPr>
        <w:t>Carga de viento = W</w:t>
      </w:r>
      <w:r w:rsidRPr="0006703E">
        <w:rPr>
          <w:rFonts w:cs="Arial"/>
          <w:vertAlign w:val="subscript"/>
        </w:rPr>
        <w:t xml:space="preserve">wbásica </w:t>
      </w:r>
      <w:r w:rsidRPr="0006703E">
        <w:rPr>
          <w:rFonts w:cs="Arial"/>
        </w:rPr>
        <w:t>* área contacto</w:t>
      </w:r>
    </w:p>
    <w:p w:rsidR="00285690" w:rsidRPr="0006703E" w:rsidRDefault="00285690" w:rsidP="00285690">
      <w:pPr>
        <w:rPr>
          <w:rFonts w:cs="Arial"/>
        </w:rPr>
      </w:pPr>
      <w:r w:rsidRPr="0006703E">
        <w:rPr>
          <w:rFonts w:cs="Arial"/>
        </w:rPr>
        <w:t>W</w:t>
      </w:r>
      <w:r w:rsidRPr="0006703E">
        <w:rPr>
          <w:rFonts w:cs="Arial"/>
          <w:vertAlign w:val="subscript"/>
        </w:rPr>
        <w:t xml:space="preserve">wbásica </w:t>
      </w:r>
      <w:r w:rsidRPr="0006703E">
        <w:rPr>
          <w:rFonts w:cs="Arial"/>
        </w:rPr>
        <w:t>= 45 kg/m</w:t>
      </w:r>
      <w:r w:rsidRPr="0006703E">
        <w:rPr>
          <w:rFonts w:cs="Arial"/>
          <w:vertAlign w:val="superscript"/>
        </w:rPr>
        <w:t>2</w:t>
      </w:r>
    </w:p>
    <w:p w:rsidR="00285690" w:rsidRPr="0006703E" w:rsidRDefault="0006703E" w:rsidP="00285690">
      <w:pPr>
        <w:rPr>
          <w:rFonts w:cs="Arial"/>
        </w:rPr>
      </w:pPr>
      <w:r w:rsidRPr="0006703E">
        <w:rPr>
          <w:rFonts w:cs="Arial"/>
        </w:rPr>
        <w:t>Área</w:t>
      </w:r>
      <w:r w:rsidR="00285690" w:rsidRPr="0006703E">
        <w:rPr>
          <w:rFonts w:cs="Arial"/>
        </w:rPr>
        <w:t xml:space="preserve"> contacto = Derivada de Ø/2</w:t>
      </w:r>
    </w:p>
    <w:p w:rsidR="00285690" w:rsidRPr="0006703E" w:rsidRDefault="00285690" w:rsidP="00285690">
      <w:pPr>
        <w:rPr>
          <w:rFonts w:cs="Arial"/>
        </w:rPr>
      </w:pPr>
      <w:r w:rsidRPr="0006703E">
        <w:rPr>
          <w:rFonts w:cs="Arial"/>
        </w:rPr>
        <w:t>Carga de viento = 45 * 0.16 = 7.20 kg/m</w:t>
      </w:r>
    </w:p>
    <w:p w:rsidR="00285690" w:rsidRDefault="00285690" w:rsidP="00285690">
      <w:pPr>
        <w:rPr>
          <w:rFonts w:ascii="Tahoma" w:hAnsi="Tahoma" w:cs="Tahoma"/>
        </w:rPr>
      </w:pPr>
    </w:p>
    <w:p w:rsidR="00285690" w:rsidRPr="0006703E" w:rsidRDefault="0006703E" w:rsidP="0006703E">
      <w:pPr>
        <w:jc w:val="center"/>
        <w:rPr>
          <w:rFonts w:cs="Arial"/>
          <w:b/>
          <w:szCs w:val="24"/>
        </w:rPr>
      </w:pPr>
      <w:r w:rsidRPr="0006703E">
        <w:rPr>
          <w:rFonts w:cs="Arial"/>
          <w:b/>
          <w:szCs w:val="24"/>
        </w:rPr>
        <w:t>Tabla 6. Evaluación de cargas sobre el cable</w:t>
      </w:r>
    </w:p>
    <w:tbl>
      <w:tblPr>
        <w:tblW w:w="0" w:type="auto"/>
        <w:jc w:val="center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2348"/>
      </w:tblGrid>
      <w:tr w:rsidR="00285690" w:rsidRPr="0006703E" w:rsidTr="00232650">
        <w:trPr>
          <w:tblHeader/>
          <w:jc w:val="center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285690" w:rsidRPr="0006703E" w:rsidRDefault="00285690" w:rsidP="00232650">
            <w:pPr>
              <w:jc w:val="center"/>
              <w:rPr>
                <w:rFonts w:cs="Arial"/>
                <w:b/>
                <w:szCs w:val="24"/>
              </w:rPr>
            </w:pPr>
            <w:r w:rsidRPr="0006703E">
              <w:rPr>
                <w:rFonts w:cs="Arial"/>
                <w:b/>
                <w:szCs w:val="24"/>
              </w:rPr>
              <w:t>Descripción</w:t>
            </w:r>
          </w:p>
        </w:tc>
        <w:tc>
          <w:tcPr>
            <w:tcW w:w="2348" w:type="dxa"/>
            <w:shd w:val="clear" w:color="auto" w:fill="D9D9D9" w:themeFill="background1" w:themeFillShade="D9"/>
            <w:vAlign w:val="center"/>
          </w:tcPr>
          <w:p w:rsidR="00285690" w:rsidRPr="0006703E" w:rsidRDefault="00285690" w:rsidP="00232650">
            <w:pPr>
              <w:jc w:val="center"/>
              <w:rPr>
                <w:rFonts w:cs="Arial"/>
                <w:b/>
                <w:szCs w:val="24"/>
              </w:rPr>
            </w:pPr>
            <w:r w:rsidRPr="0006703E">
              <w:rPr>
                <w:rFonts w:cs="Arial"/>
                <w:b/>
                <w:szCs w:val="24"/>
              </w:rPr>
              <w:t>Evaluación (kg/m)</w:t>
            </w:r>
          </w:p>
        </w:tc>
      </w:tr>
      <w:tr w:rsidR="00285690" w:rsidRPr="0006703E" w:rsidTr="008C67AE">
        <w:trPr>
          <w:jc w:val="center"/>
        </w:trPr>
        <w:tc>
          <w:tcPr>
            <w:tcW w:w="2835" w:type="dxa"/>
          </w:tcPr>
          <w:p w:rsidR="00285690" w:rsidRPr="0006703E" w:rsidRDefault="00285690" w:rsidP="008C67AE">
            <w:pPr>
              <w:jc w:val="center"/>
              <w:rPr>
                <w:rFonts w:cs="Arial"/>
                <w:b/>
                <w:szCs w:val="24"/>
              </w:rPr>
            </w:pPr>
            <w:r w:rsidRPr="0006703E">
              <w:rPr>
                <w:rFonts w:cs="Arial"/>
                <w:szCs w:val="24"/>
              </w:rPr>
              <w:t>Peso Líquido</w:t>
            </w:r>
            <w:r w:rsidRPr="0006703E">
              <w:rPr>
                <w:rFonts w:cs="Arial"/>
                <w:szCs w:val="24"/>
              </w:rPr>
              <w:tab/>
            </w:r>
          </w:p>
        </w:tc>
        <w:tc>
          <w:tcPr>
            <w:tcW w:w="2348" w:type="dxa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8.10</w:t>
            </w:r>
          </w:p>
        </w:tc>
      </w:tr>
      <w:tr w:rsidR="00285690" w:rsidRPr="0006703E" w:rsidTr="008C67AE">
        <w:trPr>
          <w:jc w:val="center"/>
        </w:trPr>
        <w:tc>
          <w:tcPr>
            <w:tcW w:w="2835" w:type="dxa"/>
          </w:tcPr>
          <w:p w:rsidR="00285690" w:rsidRPr="0006703E" w:rsidRDefault="00285690" w:rsidP="008C67AE">
            <w:pPr>
              <w:jc w:val="center"/>
              <w:rPr>
                <w:rFonts w:cs="Arial"/>
                <w:b/>
                <w:szCs w:val="24"/>
              </w:rPr>
            </w:pPr>
            <w:r w:rsidRPr="0006703E">
              <w:rPr>
                <w:rFonts w:cs="Arial"/>
                <w:szCs w:val="24"/>
              </w:rPr>
              <w:t>Peso Materiales</w:t>
            </w:r>
          </w:p>
        </w:tc>
        <w:tc>
          <w:tcPr>
            <w:tcW w:w="2348" w:type="dxa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2.90</w:t>
            </w:r>
          </w:p>
        </w:tc>
      </w:tr>
      <w:tr w:rsidR="00285690" w:rsidRPr="0006703E" w:rsidTr="008C67AE">
        <w:trPr>
          <w:jc w:val="center"/>
        </w:trPr>
        <w:tc>
          <w:tcPr>
            <w:tcW w:w="2835" w:type="dxa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Peso cable</w:t>
            </w:r>
          </w:p>
        </w:tc>
        <w:tc>
          <w:tcPr>
            <w:tcW w:w="2348" w:type="dxa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1.00</w:t>
            </w:r>
          </w:p>
        </w:tc>
      </w:tr>
      <w:tr w:rsidR="00285690" w:rsidRPr="0006703E" w:rsidTr="008C67AE">
        <w:trPr>
          <w:jc w:val="center"/>
        </w:trPr>
        <w:tc>
          <w:tcPr>
            <w:tcW w:w="2835" w:type="dxa"/>
          </w:tcPr>
          <w:p w:rsidR="00285690" w:rsidRPr="0006703E" w:rsidRDefault="00285690" w:rsidP="008C67AE">
            <w:pPr>
              <w:jc w:val="center"/>
              <w:rPr>
                <w:rFonts w:cs="Arial"/>
                <w:b/>
                <w:szCs w:val="24"/>
              </w:rPr>
            </w:pPr>
            <w:r w:rsidRPr="0006703E">
              <w:rPr>
                <w:rFonts w:cs="Arial"/>
                <w:szCs w:val="24"/>
              </w:rPr>
              <w:t>Carga de viento</w:t>
            </w:r>
          </w:p>
        </w:tc>
        <w:tc>
          <w:tcPr>
            <w:tcW w:w="2348" w:type="dxa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7.20</w:t>
            </w:r>
          </w:p>
        </w:tc>
      </w:tr>
      <w:tr w:rsidR="00285690" w:rsidRPr="0006703E" w:rsidTr="008C67AE">
        <w:trPr>
          <w:jc w:val="center"/>
        </w:trPr>
        <w:tc>
          <w:tcPr>
            <w:tcW w:w="2835" w:type="dxa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 xml:space="preserve">Carga Viva </w:t>
            </w:r>
          </w:p>
        </w:tc>
        <w:tc>
          <w:tcPr>
            <w:tcW w:w="2348" w:type="dxa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10.00</w:t>
            </w:r>
          </w:p>
        </w:tc>
      </w:tr>
      <w:tr w:rsidR="00285690" w:rsidRPr="0006703E" w:rsidTr="008C67AE">
        <w:trPr>
          <w:jc w:val="center"/>
        </w:trPr>
        <w:tc>
          <w:tcPr>
            <w:tcW w:w="2835" w:type="dxa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Carga sismo (10% W</w:t>
            </w:r>
            <w:r w:rsidRPr="0006703E">
              <w:rPr>
                <w:rFonts w:cs="Arial"/>
                <w:szCs w:val="24"/>
                <w:vertAlign w:val="subscript"/>
              </w:rPr>
              <w:t>D</w:t>
            </w:r>
            <w:r w:rsidRPr="0006703E">
              <w:rPr>
                <w:rFonts w:cs="Arial"/>
                <w:szCs w:val="24"/>
              </w:rPr>
              <w:t>)</w:t>
            </w:r>
          </w:p>
        </w:tc>
        <w:tc>
          <w:tcPr>
            <w:tcW w:w="2348" w:type="dxa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1.20</w:t>
            </w:r>
          </w:p>
        </w:tc>
      </w:tr>
      <w:tr w:rsidR="00285690" w:rsidRPr="0006703E" w:rsidTr="008C67AE">
        <w:trPr>
          <w:jc w:val="center"/>
        </w:trPr>
        <w:tc>
          <w:tcPr>
            <w:tcW w:w="2835" w:type="dxa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W</w:t>
            </w:r>
            <w:r w:rsidRPr="0006703E">
              <w:rPr>
                <w:rFonts w:cs="Arial"/>
                <w:szCs w:val="24"/>
                <w:vertAlign w:val="subscript"/>
              </w:rPr>
              <w:t>D</w:t>
            </w:r>
          </w:p>
        </w:tc>
        <w:tc>
          <w:tcPr>
            <w:tcW w:w="2348" w:type="dxa"/>
          </w:tcPr>
          <w:p w:rsidR="00285690" w:rsidRPr="0006703E" w:rsidRDefault="00285690" w:rsidP="008C67AE">
            <w:pPr>
              <w:jc w:val="center"/>
              <w:rPr>
                <w:rFonts w:cs="Arial"/>
                <w:szCs w:val="24"/>
              </w:rPr>
            </w:pPr>
            <w:r w:rsidRPr="0006703E">
              <w:rPr>
                <w:rFonts w:cs="Arial"/>
                <w:szCs w:val="24"/>
              </w:rPr>
              <w:t>12.00</w:t>
            </w:r>
          </w:p>
        </w:tc>
      </w:tr>
      <w:tr w:rsidR="00285690" w:rsidRPr="006F6843" w:rsidTr="008C67AE">
        <w:trPr>
          <w:jc w:val="center"/>
        </w:trPr>
        <w:tc>
          <w:tcPr>
            <w:tcW w:w="2835" w:type="dxa"/>
          </w:tcPr>
          <w:p w:rsidR="00285690" w:rsidRPr="006F6843" w:rsidRDefault="00285690" w:rsidP="008C67AE">
            <w:pPr>
              <w:jc w:val="center"/>
              <w:rPr>
                <w:rFonts w:ascii="Tahoma" w:hAnsi="Tahoma" w:cs="Tahoma"/>
              </w:rPr>
            </w:pPr>
            <w:r w:rsidRPr="006F6843">
              <w:rPr>
                <w:rFonts w:ascii="Tahoma" w:hAnsi="Tahoma" w:cs="Tahoma"/>
              </w:rPr>
              <w:lastRenderedPageBreak/>
              <w:t>W</w:t>
            </w:r>
            <w:r w:rsidRPr="006F6843">
              <w:rPr>
                <w:rFonts w:ascii="Tahoma" w:hAnsi="Tahoma" w:cs="Tahoma"/>
                <w:vertAlign w:val="subscript"/>
              </w:rPr>
              <w:t>L</w:t>
            </w:r>
          </w:p>
        </w:tc>
        <w:tc>
          <w:tcPr>
            <w:tcW w:w="2348" w:type="dxa"/>
          </w:tcPr>
          <w:p w:rsidR="00285690" w:rsidRPr="006F6843" w:rsidRDefault="00285690" w:rsidP="008C67A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10.00</w:t>
            </w:r>
          </w:p>
        </w:tc>
      </w:tr>
      <w:tr w:rsidR="00285690" w:rsidRPr="006F6843" w:rsidTr="008C67AE">
        <w:trPr>
          <w:jc w:val="center"/>
        </w:trPr>
        <w:tc>
          <w:tcPr>
            <w:tcW w:w="2835" w:type="dxa"/>
          </w:tcPr>
          <w:p w:rsidR="00285690" w:rsidRPr="006F6843" w:rsidRDefault="00285690" w:rsidP="008C67A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416B34">
              <w:rPr>
                <w:rFonts w:ascii="Tahoma" w:hAnsi="Tahoma" w:cs="Tahoma"/>
                <w:vertAlign w:val="subscript"/>
              </w:rPr>
              <w:t>s</w:t>
            </w:r>
          </w:p>
        </w:tc>
        <w:tc>
          <w:tcPr>
            <w:tcW w:w="2348" w:type="dxa"/>
          </w:tcPr>
          <w:p w:rsidR="00285690" w:rsidRDefault="00285690" w:rsidP="008C67A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1.20</w:t>
            </w:r>
          </w:p>
        </w:tc>
      </w:tr>
      <w:tr w:rsidR="00285690" w:rsidRPr="006F6843" w:rsidTr="008C67AE">
        <w:trPr>
          <w:jc w:val="center"/>
        </w:trPr>
        <w:tc>
          <w:tcPr>
            <w:tcW w:w="2835" w:type="dxa"/>
          </w:tcPr>
          <w:p w:rsidR="00285690" w:rsidRDefault="00285690" w:rsidP="008C67A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416B34">
              <w:rPr>
                <w:rFonts w:ascii="Tahoma" w:hAnsi="Tahoma" w:cs="Tahoma"/>
                <w:vertAlign w:val="subscript"/>
              </w:rPr>
              <w:t>W</w:t>
            </w:r>
          </w:p>
        </w:tc>
        <w:tc>
          <w:tcPr>
            <w:tcW w:w="2348" w:type="dxa"/>
          </w:tcPr>
          <w:p w:rsidR="00285690" w:rsidRDefault="00285690" w:rsidP="008C67A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7.20</w:t>
            </w:r>
          </w:p>
        </w:tc>
      </w:tr>
      <w:tr w:rsidR="00285690" w:rsidRPr="006F6843" w:rsidTr="008C67AE">
        <w:trPr>
          <w:jc w:val="center"/>
        </w:trPr>
        <w:tc>
          <w:tcPr>
            <w:tcW w:w="2835" w:type="dxa"/>
          </w:tcPr>
          <w:p w:rsidR="00285690" w:rsidRPr="006F6843" w:rsidRDefault="00285690" w:rsidP="008C67AE">
            <w:pPr>
              <w:jc w:val="center"/>
              <w:rPr>
                <w:rFonts w:ascii="Tahoma" w:hAnsi="Tahoma" w:cs="Tahoma"/>
              </w:rPr>
            </w:pPr>
            <w:r w:rsidRPr="006F6843">
              <w:rPr>
                <w:rFonts w:ascii="Tahoma" w:hAnsi="Tahoma" w:cs="Tahoma"/>
              </w:rPr>
              <w:t>W</w:t>
            </w:r>
            <w:r w:rsidRPr="006F6843">
              <w:rPr>
                <w:rFonts w:ascii="Tahoma" w:hAnsi="Tahoma" w:cs="Tahoma"/>
                <w:vertAlign w:val="subscript"/>
              </w:rPr>
              <w:t xml:space="preserve">D + </w:t>
            </w:r>
            <w:r w:rsidRPr="006F6843">
              <w:rPr>
                <w:rFonts w:ascii="Tahoma" w:hAnsi="Tahoma" w:cs="Tahoma"/>
              </w:rPr>
              <w:t>W</w:t>
            </w:r>
            <w:r w:rsidRPr="006F6843">
              <w:rPr>
                <w:rFonts w:ascii="Tahoma" w:hAnsi="Tahoma" w:cs="Tahoma"/>
                <w:vertAlign w:val="subscript"/>
              </w:rPr>
              <w:t>L</w:t>
            </w:r>
            <w:r>
              <w:rPr>
                <w:rFonts w:ascii="Tahoma" w:hAnsi="Tahoma" w:cs="Tahoma"/>
                <w:vertAlign w:val="subscript"/>
              </w:rPr>
              <w:t xml:space="preserve"> </w:t>
            </w:r>
            <w:r w:rsidRPr="00416B34">
              <w:rPr>
                <w:rFonts w:ascii="Tahoma" w:hAnsi="Tahoma" w:cs="Tahoma"/>
              </w:rPr>
              <w:t>+ W</w:t>
            </w:r>
            <w:r>
              <w:rPr>
                <w:rFonts w:ascii="Tahoma" w:hAnsi="Tahoma" w:cs="Tahoma"/>
                <w:vertAlign w:val="subscript"/>
              </w:rPr>
              <w:t xml:space="preserve">S </w:t>
            </w:r>
            <w:r w:rsidRPr="00416B34">
              <w:rPr>
                <w:rFonts w:ascii="Tahoma" w:hAnsi="Tahoma" w:cs="Tahoma"/>
              </w:rPr>
              <w:t>+ W</w:t>
            </w:r>
            <w:r>
              <w:rPr>
                <w:rFonts w:ascii="Tahoma" w:hAnsi="Tahoma" w:cs="Tahoma"/>
                <w:vertAlign w:val="subscript"/>
              </w:rPr>
              <w:t>W</w:t>
            </w:r>
          </w:p>
        </w:tc>
        <w:tc>
          <w:tcPr>
            <w:tcW w:w="2348" w:type="dxa"/>
          </w:tcPr>
          <w:p w:rsidR="00285690" w:rsidRPr="006F6843" w:rsidRDefault="00285690" w:rsidP="008C67A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30.40</w:t>
            </w:r>
          </w:p>
        </w:tc>
      </w:tr>
    </w:tbl>
    <w:p w:rsidR="00285690" w:rsidRDefault="00285690" w:rsidP="00285690">
      <w:pPr>
        <w:rPr>
          <w:rFonts w:ascii="Tahoma" w:hAnsi="Tahoma" w:cs="Tahoma"/>
          <w:b/>
        </w:rPr>
      </w:pPr>
    </w:p>
    <w:p w:rsidR="00285690" w:rsidRPr="0006703E" w:rsidRDefault="0006703E" w:rsidP="0006703E">
      <w:pPr>
        <w:spacing w:after="0"/>
        <w:rPr>
          <w:rFonts w:cs="Arial"/>
        </w:rPr>
      </w:pPr>
      <w:r w:rsidRPr="0006703E">
        <w:rPr>
          <w:rFonts w:cs="Arial"/>
          <w:b/>
        </w:rPr>
        <w:t xml:space="preserve">3.4 </w:t>
      </w:r>
      <w:r w:rsidR="00285690" w:rsidRPr="0006703E">
        <w:rPr>
          <w:rFonts w:cs="Arial"/>
          <w:b/>
        </w:rPr>
        <w:t>ESFUERZOS EN CABLE Y APOYO</w:t>
      </w:r>
    </w:p>
    <w:p w:rsidR="00285690" w:rsidRPr="0006703E" w:rsidRDefault="00285690" w:rsidP="00285690">
      <w:pPr>
        <w:ind w:left="2124"/>
        <w:rPr>
          <w:rFonts w:cs="Arial"/>
        </w:rPr>
      </w:pPr>
    </w:p>
    <w:p w:rsidR="00285690" w:rsidRPr="00F12204" w:rsidRDefault="008F068E" w:rsidP="00285690">
      <w:pPr>
        <w:ind w:left="2124"/>
        <w:rPr>
          <w:rFonts w:ascii="Tahoma" w:hAnsi="Tahoma" w:cs="Tahoma"/>
        </w:rPr>
      </w:pPr>
      <w:r w:rsidRPr="008F068E">
        <w:rPr>
          <w:noProof/>
          <w:lang w:eastAsia="es-CO"/>
        </w:rPr>
        <w:pict>
          <v:shape id="Text Box 7" o:spid="_x0000_s1563" type="#_x0000_t202" style="position:absolute;left:0;text-align:left;margin-left:133.1pt;margin-top:3.6pt;width:28.7pt;height:18pt;z-index:2520002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<v:textbox>
              <w:txbxContent>
                <w:p w:rsidR="008C67AE" w:rsidRPr="002B776A" w:rsidRDefault="008C67AE" w:rsidP="00285690">
                  <w:pPr>
                    <w:rPr>
                      <w:rFonts w:ascii="Tahoma" w:hAnsi="Tahoma" w:cs="Tahoma"/>
                    </w:rPr>
                  </w:pPr>
                  <w:r w:rsidRPr="002B776A">
                    <w:rPr>
                      <w:rFonts w:ascii="Tahoma" w:hAnsi="Tahoma" w:cs="Tahoma"/>
                    </w:rPr>
                    <w:t>T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lang w:eastAsia="es-CO"/>
        </w:rPr>
        <w:pict>
          <v:shape id="_x0000_s1565" type="#_x0000_t202" style="position:absolute;left:0;text-align:left;margin-left:42.35pt;margin-top:10.6pt;width:61.55pt;height:27pt;z-index:2520023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<v:textbox>
              <w:txbxContent>
                <w:p w:rsidR="008C67AE" w:rsidRPr="00416B34" w:rsidRDefault="008C67AE" w:rsidP="00285690">
                  <w:pPr>
                    <w:rPr>
                      <w:vertAlign w:val="subscript"/>
                    </w:rPr>
                  </w:pPr>
                  <w:r>
                    <w:t>W/2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lang w:eastAsia="es-CO"/>
        </w:rPr>
        <w:pict>
          <v:line id="Line 6" o:spid="_x0000_s1562" style="position:absolute;left:0;text-align:left;flip:x y;z-index:251999232;visibility:visible" from="75.05pt,9.6pt" to="220.2pt,36.6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dG18EAAADbAAAADwAAAGRycy9kb3ducmV2LnhtbERPTYvCMBC9C/6HMMLeNHUPRbtGEUHY&#10;gxd1ca/TZmyqzaRtYu3+e7OwsLd5vM9ZbQZbi546XzlWMJ8lIIgLpysuFXyd99MFCB+QNdaOScEP&#10;edisx6MVZto9+Uj9KZQihrDPUIEJocmk9IUhi37mGuLIXV1nMUTYlVJ3+IzhtpbvSZJKixXHBoMN&#10;7QwV99PDKujzx/x2ORzvPv9ul/nCtLtDmyr1Nhm2HyACDeFf/Of+1HF+Cr+/xAPk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10bXwQAAANsAAAAPAAAAAAAAAAAAAAAA&#10;AKECAABkcnMvZG93bnJldi54bWxQSwUGAAAAAAQABAD5AAAAjwMAAAAA&#10;">
            <v:stroke endarrow="block"/>
          </v:line>
        </w:pict>
      </w:r>
      <w:r>
        <w:rPr>
          <w:rFonts w:ascii="Tahoma" w:hAnsi="Tahoma" w:cs="Tahoma"/>
          <w:noProof/>
          <w:lang w:eastAsia="es-CO"/>
        </w:rPr>
        <w:pict>
          <v:line id="Line 4" o:spid="_x0000_s1560" style="position:absolute;left:0;text-align:left;z-index:251997184;visibility:visible" from="75.85pt,10.35pt" to="75.85pt,43.3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<v:stroke endarrow="block"/>
          </v:line>
        </w:pict>
      </w:r>
    </w:p>
    <w:p w:rsidR="00285690" w:rsidRPr="00F12204" w:rsidRDefault="008F068E" w:rsidP="00285690">
      <w:pPr>
        <w:ind w:left="2124"/>
        <w:rPr>
          <w:rFonts w:ascii="Tahoma" w:hAnsi="Tahoma" w:cs="Tahoma"/>
        </w:rPr>
      </w:pPr>
      <w:r>
        <w:rPr>
          <w:rFonts w:ascii="Tahoma" w:hAnsi="Tahoma" w:cs="Tahoma"/>
          <w:noProof/>
          <w:lang w:eastAsia="es-CO"/>
        </w:rPr>
        <w:pict>
          <v:shape id="_x0000_s1566" type="#_x0000_t202" style="position:absolute;left:0;text-align:left;margin-left:132.45pt;margin-top:3.1pt;width:28.7pt;height:27pt;z-index:2520033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<v:textbox>
              <w:txbxContent>
                <w:p w:rsidR="008C67AE" w:rsidRPr="00DE5162" w:rsidRDefault="008C67AE" w:rsidP="00285690">
                  <w:r>
                    <w:t>α</w:t>
                  </w:r>
                </w:p>
              </w:txbxContent>
            </v:textbox>
          </v:shape>
        </w:pict>
      </w:r>
    </w:p>
    <w:p w:rsidR="00285690" w:rsidRPr="00F12204" w:rsidRDefault="008F068E" w:rsidP="00285690">
      <w:pPr>
        <w:ind w:left="2124"/>
        <w:rPr>
          <w:rFonts w:ascii="Tahoma" w:hAnsi="Tahoma" w:cs="Tahoma"/>
        </w:rPr>
      </w:pPr>
      <w:r>
        <w:rPr>
          <w:rFonts w:ascii="Tahoma" w:hAnsi="Tahoma" w:cs="Tahoma"/>
          <w:noProof/>
          <w:lang w:eastAsia="es-CO"/>
        </w:rPr>
        <w:pict>
          <v:shape id="Text Box 8" o:spid="_x0000_s1564" type="#_x0000_t202" style="position:absolute;left:0;text-align:left;margin-left:218.6pt;margin-top:8.15pt;width:28.7pt;height:27pt;z-index:252001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<v:textbox>
              <w:txbxContent>
                <w:p w:rsidR="008C67AE" w:rsidRPr="00416B34" w:rsidRDefault="008C67AE" w:rsidP="00285690">
                  <w:pPr>
                    <w:rPr>
                      <w:rFonts w:ascii="Tahoma" w:hAnsi="Tahoma" w:cs="Tahoma"/>
                      <w:vertAlign w:val="subscript"/>
                    </w:rPr>
                  </w:pPr>
                  <w:r w:rsidRPr="00416B34">
                    <w:rPr>
                      <w:rFonts w:ascii="Tahoma" w:hAnsi="Tahoma" w:cs="Tahoma"/>
                    </w:rPr>
                    <w:t>W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lang w:eastAsia="es-CO"/>
        </w:rPr>
        <w:pict>
          <v:line id="Line 5" o:spid="_x0000_s1561" style="position:absolute;left:0;text-align:left;z-index:251998208;visibility:visible" from="75.85pt,8.4pt" to="219.4pt,8.4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8e3cIAAADbAAAADwAAAGRycy9kb3ducmV2LnhtbERPTWsCMRC9C/6HMEJvmq1UkdUoahHa&#10;W6uW6m3cTHcXN5M1Sd3tv28Ewds83ufMFq2pxJWcLy0reB4kIIgzq0vOFex3m/4EhA/IGivLpOCP&#10;PCzm3c4MU20b/qTrNuQihrBPUUERQp1K6bOCDPqBrYkj92OdwRChy6V22MRwU8lhkoylwZJjQ4E1&#10;rQvKzttfoyA7NMsX960344/T1+riXo+XZvSu1FOvXU5BBGrDQ3x3v+k4fwS3X+IBcv4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88e3cIAAADbAAAADwAAAAAAAAAAAAAA&#10;AAChAgAAZHJzL2Rvd25yZXYueG1sUEsFBgAAAAAEAAQA+QAAAJADAAAAAA==&#10;">
            <v:stroke dashstyle="dashDot"/>
          </v:line>
        </w:pict>
      </w:r>
      <w:r>
        <w:rPr>
          <w:rFonts w:ascii="Tahoma" w:hAnsi="Tahoma" w:cs="Tahoma"/>
          <w:noProof/>
          <w:lang w:eastAsia="es-CO"/>
        </w:rPr>
        <w:pict>
          <v:line id="Line 3" o:spid="_x0000_s1559" style="position:absolute;left:0;text-align:left;z-index:251996160;visibility:visible" from="219.4pt,8.4pt" to="219.4pt,35.4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<v:stroke endarrow="block"/>
          </v:line>
        </w:pict>
      </w:r>
    </w:p>
    <w:p w:rsidR="00285690" w:rsidRPr="00416B34" w:rsidRDefault="00285690" w:rsidP="00285690">
      <w:pPr>
        <w:ind w:left="4956" w:firstLine="708"/>
        <w:rPr>
          <w:rFonts w:ascii="Tahoma" w:hAnsi="Tahoma" w:cs="Tahoma"/>
          <w:lang w:val="en-US"/>
        </w:rPr>
      </w:pPr>
      <w:r w:rsidRPr="00416B34">
        <w:rPr>
          <w:rFonts w:ascii="Tahoma" w:hAnsi="Tahoma" w:cs="Tahoma"/>
          <w:lang w:val="en-US"/>
        </w:rPr>
        <w:t xml:space="preserve">sen </w:t>
      </w:r>
      <w:r w:rsidRPr="004A4DE6">
        <w:rPr>
          <w:rFonts w:ascii="Tahoma" w:hAnsi="Tahoma" w:cs="Tahoma"/>
        </w:rPr>
        <w:t>α</w:t>
      </w:r>
      <w:r w:rsidRPr="00416B34">
        <w:rPr>
          <w:rFonts w:ascii="Tahoma" w:hAnsi="Tahoma" w:cs="Tahoma"/>
          <w:lang w:val="en-US"/>
        </w:rPr>
        <w:t xml:space="preserve">   = (W/2)/T  </w:t>
      </w:r>
    </w:p>
    <w:p w:rsidR="00285690" w:rsidRPr="00416B34" w:rsidRDefault="00285690" w:rsidP="00285690">
      <w:pPr>
        <w:ind w:left="4956" w:firstLine="708"/>
        <w:rPr>
          <w:rFonts w:ascii="Tahoma" w:hAnsi="Tahoma" w:cs="Tahoma"/>
          <w:b/>
          <w:lang w:val="en-US"/>
        </w:rPr>
      </w:pPr>
      <w:r w:rsidRPr="00416B34">
        <w:rPr>
          <w:rFonts w:ascii="Tahoma" w:hAnsi="Tahoma" w:cs="Tahoma"/>
          <w:lang w:val="en-US"/>
        </w:rPr>
        <w:t xml:space="preserve">T = (W/2)/sen </w:t>
      </w:r>
      <w:r w:rsidRPr="004A4DE6">
        <w:rPr>
          <w:rFonts w:ascii="Tahoma" w:hAnsi="Tahoma" w:cs="Tahoma"/>
        </w:rPr>
        <w:t>α</w:t>
      </w:r>
      <w:r w:rsidRPr="00416B34">
        <w:rPr>
          <w:rFonts w:ascii="Tahoma" w:hAnsi="Tahoma" w:cs="Tahoma"/>
          <w:lang w:val="en-US"/>
        </w:rPr>
        <w:t xml:space="preserve">                      </w:t>
      </w:r>
    </w:p>
    <w:p w:rsidR="00285690" w:rsidRDefault="008F068E" w:rsidP="00285690">
      <w:pPr>
        <w:ind w:left="3708" w:hanging="1584"/>
        <w:rPr>
          <w:rFonts w:ascii="Tahoma" w:hAnsi="Tahoma" w:cs="Tahoma"/>
          <w:vertAlign w:val="subscript"/>
        </w:rPr>
      </w:pPr>
      <w:r w:rsidRPr="008F068E">
        <w:rPr>
          <w:noProof/>
        </w:rPr>
        <w:pict>
          <v:line id="Conector recto 10" o:spid="_x0000_s1576" style="position:absolute;left:0;text-align:left;flip:x;z-index:252010496;visibility:visible" from="63pt,108pt" to="99pt,1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"/>
        </w:pict>
      </w:r>
      <w:r w:rsidRPr="008F068E">
        <w:rPr>
          <w:noProof/>
        </w:rPr>
        <w:pict>
          <v:line id="Conector recto 5" o:spid="_x0000_s1568" style="position:absolute;left:0;text-align:left;z-index:252005376;visibility:visible" from="171pt,45pt" to="171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">
            <v:stroke endarrow="block"/>
          </v:line>
        </w:pict>
      </w:r>
      <w:r w:rsidR="00285690" w:rsidRPr="00A06C35">
        <w:rPr>
          <w:rFonts w:ascii="Tahoma" w:hAnsi="Tahoma" w:cs="Tahoma"/>
        </w:rPr>
        <w:t xml:space="preserve">    </w:t>
      </w:r>
      <w:r w:rsidR="00285690">
        <w:rPr>
          <w:rFonts w:ascii="Tahoma" w:hAnsi="Tahoma" w:cs="Tahoma"/>
        </w:rPr>
        <w:t>V</w:t>
      </w:r>
      <w:r w:rsidR="00285690" w:rsidRPr="00A06C35">
        <w:rPr>
          <w:rFonts w:ascii="Tahoma" w:hAnsi="Tahoma" w:cs="Tahoma"/>
          <w:vertAlign w:val="subscript"/>
        </w:rPr>
        <w:t>H</w:t>
      </w:r>
    </w:p>
    <w:p w:rsidR="00285690" w:rsidRDefault="008F068E" w:rsidP="00285690">
      <w:pPr>
        <w:ind w:left="3708" w:hanging="1584"/>
        <w:rPr>
          <w:rFonts w:ascii="Tahoma" w:hAnsi="Tahoma" w:cs="Tahoma"/>
        </w:rPr>
      </w:pPr>
      <w:r>
        <w:rPr>
          <w:rFonts w:ascii="Tahoma" w:hAnsi="Tahoma" w:cs="Tahoma"/>
          <w:noProof/>
          <w:lang w:eastAsia="es-CO"/>
        </w:rPr>
        <w:pict>
          <v:shape id="_x0000_s1577" type="#_x0000_t202" style="position:absolute;left:0;text-align:left;margin-left:125.85pt;margin-top:7.75pt;width:28.7pt;height:18pt;z-index:2520115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<v:textbox>
              <w:txbxContent>
                <w:p w:rsidR="008C67AE" w:rsidRPr="002B776A" w:rsidRDefault="008C67AE" w:rsidP="00285690">
                  <w:pPr>
                    <w:rPr>
                      <w:rFonts w:ascii="Tahoma" w:hAnsi="Tahoma" w:cs="Tahoma"/>
                    </w:rPr>
                  </w:pPr>
                  <w:r w:rsidRPr="002B776A">
                    <w:rPr>
                      <w:rFonts w:ascii="Tahoma" w:hAnsi="Tahoma" w:cs="Tahoma"/>
                    </w:rPr>
                    <w:t>T</w:t>
                  </w:r>
                </w:p>
              </w:txbxContent>
            </v:textbox>
          </v:shape>
        </w:pict>
      </w:r>
      <w:r w:rsidRPr="008F068E">
        <w:rPr>
          <w:noProof/>
        </w:rPr>
        <w:pict>
          <v:line id="Conector recto 2" o:spid="_x0000_s1567" style="position:absolute;left:0;text-align:left;z-index:252004352;visibility:visible" from="81pt,6.55pt" to="81pt,9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"/>
        </w:pict>
      </w:r>
      <w:r>
        <w:rPr>
          <w:rFonts w:ascii="Tahoma" w:hAnsi="Tahoma" w:cs="Tahoma"/>
          <w:noProof/>
          <w:lang w:eastAsia="es-CO"/>
        </w:rPr>
        <w:pict>
          <v:group id="_x0000_s1569" style="position:absolute;left:0;text-align:left;margin-left:79.8pt;margin-top:6.55pt;width:90pt;height:27pt;z-index:252006400" coordorigin="3321,6225" coordsize="1800,540">
            <v:line id="Conector recto 3" o:spid="_x0000_s1570" style="position:absolute;visibility:visible" from="3321,6225" to="5121,6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">
              <v:stroke endarrow="block"/>
            </v:line>
            <v:line id="Conector recto 4" o:spid="_x0000_s1571" style="position:absolute;visibility:visible" from="3321,6225" to="5121,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">
              <v:stroke endarrow="block"/>
            </v:line>
            <v:line id="Conector recto 6" o:spid="_x0000_s1572" style="position:absolute;visibility:visible" from="5121,6225" to="5121,6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">
              <v:stroke endarrow="block"/>
            </v:line>
          </v:group>
        </w:pict>
      </w:r>
    </w:p>
    <w:p w:rsidR="00285690" w:rsidRDefault="008F068E" w:rsidP="00285690">
      <w:pPr>
        <w:ind w:left="3708" w:hanging="168"/>
        <w:rPr>
          <w:rFonts w:ascii="Tahoma" w:hAnsi="Tahoma" w:cs="Tahoma"/>
          <w:vertAlign w:val="subscript"/>
        </w:rPr>
      </w:pPr>
      <w:r w:rsidRPr="008F068E">
        <w:rPr>
          <w:noProof/>
        </w:rPr>
        <w:pict>
          <v:rect id="Rectángulo 9" o:spid="_x0000_s1575" style="position:absolute;left:0;text-align:left;margin-left:205.85pt;margin-top:10.05pt;width:246.35pt;height:25pt;z-index:252009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" filled="f" stroked="f">
            <v:textbox>
              <w:txbxContent>
                <w:p w:rsidR="008C67AE" w:rsidRPr="00A06C35" w:rsidRDefault="008C67AE" w:rsidP="00285690">
                  <w:pPr>
                    <w:rPr>
                      <w:sz w:val="28"/>
                      <w:szCs w:val="28"/>
                    </w:rPr>
                  </w:pPr>
                  <w:r w:rsidRPr="00A06C35">
                    <w:rPr>
                      <w:sz w:val="28"/>
                      <w:szCs w:val="28"/>
                    </w:rPr>
                    <w:t>α</w:t>
                  </w:r>
                  <w:r>
                    <w:rPr>
                      <w:sz w:val="28"/>
                      <w:szCs w:val="28"/>
                    </w:rPr>
                    <w:t xml:space="preserve"> = </w:t>
                  </w:r>
                  <w:r>
                    <w:rPr>
                      <w:rFonts w:ascii="Tahoma" w:hAnsi="Tahoma" w:cs="Tahoma"/>
                    </w:rPr>
                    <w:t xml:space="preserve">Variable </w:t>
                  </w:r>
                </w:p>
              </w:txbxContent>
            </v:textbox>
          </v:rect>
        </w:pict>
      </w:r>
      <w:r w:rsidRPr="008F068E">
        <w:rPr>
          <w:noProof/>
        </w:rPr>
        <w:pict>
          <v:rect id="Rectángulo 7" o:spid="_x0000_s1574" style="position:absolute;left:0;text-align:left;margin-left:122.25pt;margin-top:1.45pt;width:27pt;height:25pt;z-index:252008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" filled="f" stroked="f">
            <v:textbox>
              <w:txbxContent>
                <w:p w:rsidR="008C67AE" w:rsidRPr="00A06C35" w:rsidRDefault="008C67AE" w:rsidP="00285690">
                  <w:pPr>
                    <w:rPr>
                      <w:sz w:val="28"/>
                      <w:szCs w:val="28"/>
                    </w:rPr>
                  </w:pPr>
                  <w:r w:rsidRPr="00A06C35">
                    <w:rPr>
                      <w:sz w:val="28"/>
                      <w:szCs w:val="28"/>
                    </w:rPr>
                    <w:t>α</w:t>
                  </w:r>
                </w:p>
              </w:txbxContent>
            </v:textbox>
          </v:rect>
        </w:pict>
      </w:r>
      <w:r w:rsidR="00285690">
        <w:rPr>
          <w:rFonts w:ascii="Tahoma" w:hAnsi="Tahoma" w:cs="Tahoma"/>
        </w:rPr>
        <w:t>V</w:t>
      </w:r>
      <w:r w:rsidR="00285690">
        <w:rPr>
          <w:rFonts w:ascii="Tahoma" w:hAnsi="Tahoma" w:cs="Tahoma"/>
          <w:vertAlign w:val="subscript"/>
        </w:rPr>
        <w:t>v</w:t>
      </w:r>
    </w:p>
    <w:p w:rsidR="00285690" w:rsidRPr="00416B34" w:rsidRDefault="008F068E" w:rsidP="00285690">
      <w:pPr>
        <w:ind w:left="2124" w:hanging="1584"/>
        <w:rPr>
          <w:rFonts w:ascii="Tahoma" w:hAnsi="Tahoma" w:cs="Tahoma"/>
          <w:lang w:val="en-US"/>
        </w:rPr>
      </w:pPr>
      <w:r w:rsidRPr="008F068E">
        <w:rPr>
          <w:noProof/>
        </w:rPr>
        <w:pict>
          <v:line id="Conector recto 8" o:spid="_x0000_s1573" style="position:absolute;left:0;text-align:left;flip:x;z-index:252007424;visibility:visible" from="129.9pt,5.15pt" to="165.9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"/>
        </w:pict>
      </w:r>
    </w:p>
    <w:p w:rsidR="00285690" w:rsidRPr="001721CD" w:rsidRDefault="00285690" w:rsidP="00285690">
      <w:pPr>
        <w:ind w:left="2124" w:hanging="1584"/>
        <w:rPr>
          <w:sz w:val="28"/>
          <w:szCs w:val="28"/>
          <w:lang w:val="en-US"/>
        </w:rPr>
      </w:pPr>
      <w:r w:rsidRPr="00416B34"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lang w:val="en-US"/>
        </w:rPr>
        <w:tab/>
        <w:t>V</w:t>
      </w:r>
      <w:r w:rsidRPr="001721CD">
        <w:rPr>
          <w:rFonts w:ascii="Tahoma" w:hAnsi="Tahoma" w:cs="Tahoma"/>
          <w:vertAlign w:val="subscript"/>
          <w:lang w:val="en-US"/>
        </w:rPr>
        <w:t>H</w:t>
      </w:r>
      <w:r>
        <w:rPr>
          <w:rFonts w:ascii="Tahoma" w:hAnsi="Tahoma" w:cs="Tahoma"/>
          <w:vertAlign w:val="subscript"/>
          <w:lang w:val="en-US"/>
        </w:rPr>
        <w:t xml:space="preserve">  </w:t>
      </w:r>
      <w:r w:rsidRPr="001721CD">
        <w:rPr>
          <w:rFonts w:ascii="Tahoma" w:hAnsi="Tahoma" w:cs="Tahoma"/>
          <w:lang w:val="en-US"/>
        </w:rPr>
        <w:t xml:space="preserve">= T cos </w:t>
      </w:r>
      <w:r w:rsidRPr="00A06C35">
        <w:rPr>
          <w:sz w:val="28"/>
          <w:szCs w:val="28"/>
        </w:rPr>
        <w:t>α</w:t>
      </w:r>
    </w:p>
    <w:p w:rsidR="00285690" w:rsidRPr="001721CD" w:rsidRDefault="00285690" w:rsidP="00285690">
      <w:pPr>
        <w:rPr>
          <w:sz w:val="28"/>
          <w:szCs w:val="28"/>
          <w:lang w:val="en-US"/>
        </w:rPr>
      </w:pPr>
      <w:r w:rsidRPr="001721CD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rFonts w:ascii="Tahoma" w:hAnsi="Tahoma" w:cs="Tahoma"/>
          <w:lang w:val="en-US"/>
        </w:rPr>
        <w:t>V</w:t>
      </w:r>
      <w:r w:rsidRPr="001721CD">
        <w:rPr>
          <w:rFonts w:ascii="Tahoma" w:hAnsi="Tahoma" w:cs="Tahoma"/>
          <w:vertAlign w:val="subscript"/>
          <w:lang w:val="en-US"/>
        </w:rPr>
        <w:t>V</w:t>
      </w:r>
      <w:r>
        <w:rPr>
          <w:rFonts w:ascii="Tahoma" w:hAnsi="Tahoma" w:cs="Tahoma"/>
          <w:vertAlign w:val="subscript"/>
          <w:lang w:val="en-US"/>
        </w:rPr>
        <w:t xml:space="preserve">  </w:t>
      </w:r>
      <w:r w:rsidRPr="001721CD">
        <w:rPr>
          <w:rFonts w:ascii="Tahoma" w:hAnsi="Tahoma" w:cs="Tahoma"/>
          <w:lang w:val="en-US"/>
        </w:rPr>
        <w:t xml:space="preserve">= T sen </w:t>
      </w:r>
      <w:r w:rsidRPr="00A06C35">
        <w:rPr>
          <w:sz w:val="28"/>
          <w:szCs w:val="28"/>
        </w:rPr>
        <w:t>α</w:t>
      </w:r>
    </w:p>
    <w:p w:rsidR="00285690" w:rsidRPr="0029660B" w:rsidRDefault="00285690" w:rsidP="0028569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T</w:t>
      </w:r>
      <w:r w:rsidRPr="0029660B">
        <w:rPr>
          <w:sz w:val="28"/>
          <w:szCs w:val="28"/>
          <w:vertAlign w:val="subscript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lang w:val="en-US"/>
        </w:rPr>
        <w:t>= T/0.6</w:t>
      </w:r>
    </w:p>
    <w:p w:rsidR="00285690" w:rsidRPr="0006703E" w:rsidRDefault="0006703E" w:rsidP="0006703E">
      <w:pPr>
        <w:spacing w:after="0"/>
        <w:jc w:val="left"/>
        <w:rPr>
          <w:rFonts w:cs="Arial"/>
        </w:rPr>
      </w:pPr>
      <w:r w:rsidRPr="0006703E">
        <w:rPr>
          <w:rFonts w:cs="Arial"/>
          <w:b/>
        </w:rPr>
        <w:lastRenderedPageBreak/>
        <w:t xml:space="preserve">3.5 </w:t>
      </w:r>
      <w:r w:rsidR="00285690" w:rsidRPr="0006703E">
        <w:rPr>
          <w:rFonts w:cs="Arial"/>
          <w:b/>
        </w:rPr>
        <w:t>ESFUERZOS EN CABLE.</w:t>
      </w:r>
      <w:r w:rsidR="00285690" w:rsidRPr="0006703E">
        <w:rPr>
          <w:rFonts w:cs="Arial"/>
          <w:b/>
          <w:sz w:val="18"/>
          <w:szCs w:val="18"/>
        </w:rPr>
        <w:t xml:space="preserve"> </w:t>
      </w:r>
    </w:p>
    <w:p w:rsidR="00285690" w:rsidRDefault="00285690" w:rsidP="00285690">
      <w:pPr>
        <w:ind w:left="2124"/>
        <w:rPr>
          <w:rFonts w:cs="Arial"/>
        </w:rPr>
      </w:pPr>
    </w:p>
    <w:p w:rsidR="008C67AE" w:rsidRPr="008C67AE" w:rsidRDefault="008C67AE" w:rsidP="009756FA">
      <w:pPr>
        <w:ind w:left="1653"/>
        <w:jc w:val="left"/>
        <w:rPr>
          <w:rFonts w:cs="Arial"/>
          <w:b/>
        </w:rPr>
      </w:pPr>
      <w:r w:rsidRPr="008C67AE">
        <w:rPr>
          <w:rFonts w:cs="Arial"/>
          <w:b/>
        </w:rPr>
        <w:t>Tabla 7. Esfuerzos en el cable para vuelos de 20m</w:t>
      </w:r>
    </w:p>
    <w:tbl>
      <w:tblPr>
        <w:tblW w:w="869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88"/>
        <w:gridCol w:w="951"/>
        <w:gridCol w:w="815"/>
        <w:gridCol w:w="816"/>
        <w:gridCol w:w="815"/>
        <w:gridCol w:w="816"/>
        <w:gridCol w:w="815"/>
        <w:gridCol w:w="952"/>
        <w:gridCol w:w="815"/>
        <w:gridCol w:w="816"/>
      </w:tblGrid>
      <w:tr w:rsidR="00285690" w:rsidRPr="0006703E" w:rsidTr="00232650">
        <w:trPr>
          <w:trHeight w:val="967"/>
        </w:trPr>
        <w:tc>
          <w:tcPr>
            <w:tcW w:w="1088" w:type="dxa"/>
            <w:shd w:val="clear" w:color="auto" w:fill="D9D9D9" w:themeFill="background1" w:themeFillShade="D9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06703E">
              <w:rPr>
                <w:rFonts w:cs="Arial"/>
                <w:b/>
                <w:sz w:val="20"/>
              </w:rPr>
              <w:t>Longitud (m)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06703E">
              <w:rPr>
                <w:rFonts w:cs="Arial"/>
                <w:b/>
                <w:sz w:val="20"/>
              </w:rPr>
              <w:t xml:space="preserve">w </w:t>
            </w:r>
          </w:p>
          <w:p w:rsidR="00285690" w:rsidRPr="0006703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06703E">
              <w:rPr>
                <w:rFonts w:cs="Arial"/>
                <w:b/>
                <w:sz w:val="20"/>
              </w:rPr>
              <w:t>(kg/m)</w:t>
            </w:r>
          </w:p>
        </w:tc>
        <w:tc>
          <w:tcPr>
            <w:tcW w:w="815" w:type="dxa"/>
            <w:shd w:val="clear" w:color="auto" w:fill="D9D9D9" w:themeFill="background1" w:themeFillShade="D9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06703E">
              <w:rPr>
                <w:rFonts w:cs="Arial"/>
                <w:b/>
                <w:sz w:val="20"/>
              </w:rPr>
              <w:t>W</w:t>
            </w:r>
          </w:p>
          <w:p w:rsidR="00285690" w:rsidRPr="0006703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06703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816" w:type="dxa"/>
            <w:shd w:val="clear" w:color="auto" w:fill="D9D9D9" w:themeFill="background1" w:themeFillShade="D9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06703E">
              <w:rPr>
                <w:rFonts w:cs="Arial"/>
                <w:b/>
                <w:sz w:val="20"/>
              </w:rPr>
              <w:t>h</w:t>
            </w:r>
          </w:p>
          <w:p w:rsidR="00285690" w:rsidRPr="0006703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06703E">
              <w:rPr>
                <w:rFonts w:cs="Arial"/>
                <w:b/>
                <w:sz w:val="20"/>
              </w:rPr>
              <w:t>(m)</w:t>
            </w:r>
          </w:p>
        </w:tc>
        <w:tc>
          <w:tcPr>
            <w:tcW w:w="815" w:type="dxa"/>
            <w:shd w:val="clear" w:color="auto" w:fill="D9D9D9" w:themeFill="background1" w:themeFillShade="D9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06703E">
              <w:rPr>
                <w:rFonts w:cs="Arial"/>
                <w:b/>
                <w:sz w:val="20"/>
              </w:rPr>
              <w:t xml:space="preserve">α </w:t>
            </w:r>
          </w:p>
          <w:p w:rsidR="00285690" w:rsidRPr="0006703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06703E">
              <w:rPr>
                <w:rFonts w:cs="Arial"/>
                <w:b/>
                <w:sz w:val="20"/>
              </w:rPr>
              <w:t>(°)</w:t>
            </w:r>
          </w:p>
        </w:tc>
        <w:tc>
          <w:tcPr>
            <w:tcW w:w="816" w:type="dxa"/>
            <w:shd w:val="clear" w:color="auto" w:fill="D9D9D9" w:themeFill="background1" w:themeFillShade="D9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06703E">
              <w:rPr>
                <w:rFonts w:cs="Arial"/>
                <w:b/>
                <w:sz w:val="20"/>
              </w:rPr>
              <w:t>T</w:t>
            </w:r>
          </w:p>
          <w:p w:rsidR="00285690" w:rsidRPr="0006703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06703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815" w:type="dxa"/>
            <w:shd w:val="clear" w:color="auto" w:fill="D9D9D9" w:themeFill="background1" w:themeFillShade="D9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b/>
                <w:sz w:val="20"/>
                <w:vertAlign w:val="subscript"/>
              </w:rPr>
            </w:pPr>
            <w:r w:rsidRPr="0006703E">
              <w:rPr>
                <w:rFonts w:cs="Arial"/>
                <w:b/>
                <w:sz w:val="20"/>
              </w:rPr>
              <w:t>T</w:t>
            </w:r>
            <w:r w:rsidRPr="0006703E">
              <w:rPr>
                <w:rFonts w:cs="Arial"/>
                <w:b/>
                <w:sz w:val="20"/>
                <w:vertAlign w:val="subscript"/>
              </w:rPr>
              <w:t>D</w:t>
            </w:r>
          </w:p>
          <w:p w:rsidR="00285690" w:rsidRPr="0006703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06703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952" w:type="dxa"/>
            <w:shd w:val="clear" w:color="auto" w:fill="D9D9D9" w:themeFill="background1" w:themeFillShade="D9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06703E">
              <w:rPr>
                <w:rFonts w:cs="Arial"/>
                <w:b/>
                <w:sz w:val="20"/>
              </w:rPr>
              <w:t>Ø cable</w:t>
            </w:r>
          </w:p>
          <w:p w:rsidR="00285690" w:rsidRPr="0006703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06703E">
              <w:rPr>
                <w:rFonts w:cs="Arial"/>
                <w:b/>
                <w:sz w:val="20"/>
              </w:rPr>
              <w:t>(pulg)</w:t>
            </w:r>
          </w:p>
        </w:tc>
        <w:tc>
          <w:tcPr>
            <w:tcW w:w="815" w:type="dxa"/>
            <w:shd w:val="clear" w:color="auto" w:fill="D9D9D9" w:themeFill="background1" w:themeFillShade="D9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06703E">
              <w:rPr>
                <w:rFonts w:cs="Arial"/>
                <w:b/>
                <w:sz w:val="20"/>
              </w:rPr>
              <w:t xml:space="preserve">Vh </w:t>
            </w:r>
          </w:p>
          <w:p w:rsidR="00285690" w:rsidRPr="0006703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06703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816" w:type="dxa"/>
            <w:shd w:val="clear" w:color="auto" w:fill="D9D9D9" w:themeFill="background1" w:themeFillShade="D9"/>
          </w:tcPr>
          <w:p w:rsidR="00285690" w:rsidRPr="0006703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06703E">
              <w:rPr>
                <w:rFonts w:cs="Arial"/>
                <w:b/>
                <w:sz w:val="20"/>
              </w:rPr>
              <w:t>Vv (ton)</w:t>
            </w:r>
          </w:p>
        </w:tc>
      </w:tr>
      <w:tr w:rsidR="00285690" w:rsidRPr="0006703E" w:rsidTr="008C67AE">
        <w:trPr>
          <w:trHeight w:val="476"/>
        </w:trPr>
        <w:tc>
          <w:tcPr>
            <w:tcW w:w="1088" w:type="dxa"/>
            <w:vMerge w:val="restart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20.00</w:t>
            </w:r>
          </w:p>
        </w:tc>
        <w:tc>
          <w:tcPr>
            <w:tcW w:w="951" w:type="dxa"/>
            <w:vMerge w:val="restart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30.40</w:t>
            </w:r>
          </w:p>
        </w:tc>
        <w:tc>
          <w:tcPr>
            <w:tcW w:w="815" w:type="dxa"/>
            <w:vMerge w:val="restart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0.61</w:t>
            </w:r>
          </w:p>
        </w:tc>
        <w:tc>
          <w:tcPr>
            <w:tcW w:w="816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0.75</w:t>
            </w:r>
          </w:p>
        </w:tc>
        <w:tc>
          <w:tcPr>
            <w:tcW w:w="815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4.29</w:t>
            </w:r>
          </w:p>
        </w:tc>
        <w:tc>
          <w:tcPr>
            <w:tcW w:w="816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4.08</w:t>
            </w:r>
          </w:p>
        </w:tc>
        <w:tc>
          <w:tcPr>
            <w:tcW w:w="815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6.80</w:t>
            </w:r>
          </w:p>
        </w:tc>
        <w:tc>
          <w:tcPr>
            <w:tcW w:w="952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7/16</w:t>
            </w:r>
          </w:p>
        </w:tc>
        <w:tc>
          <w:tcPr>
            <w:tcW w:w="815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4.07</w:t>
            </w:r>
          </w:p>
        </w:tc>
        <w:tc>
          <w:tcPr>
            <w:tcW w:w="816" w:type="dxa"/>
            <w:vMerge w:val="restart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0.31</w:t>
            </w:r>
          </w:p>
        </w:tc>
      </w:tr>
      <w:tr w:rsidR="00285690" w:rsidRPr="0006703E" w:rsidTr="008C67AE">
        <w:trPr>
          <w:trHeight w:val="147"/>
        </w:trPr>
        <w:tc>
          <w:tcPr>
            <w:tcW w:w="1088" w:type="dxa"/>
            <w:vMerge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51" w:type="dxa"/>
            <w:vMerge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15" w:type="dxa"/>
            <w:vMerge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16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1.00</w:t>
            </w:r>
          </w:p>
        </w:tc>
        <w:tc>
          <w:tcPr>
            <w:tcW w:w="815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5.71</w:t>
            </w:r>
          </w:p>
        </w:tc>
        <w:tc>
          <w:tcPr>
            <w:tcW w:w="816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3.07</w:t>
            </w:r>
          </w:p>
        </w:tc>
        <w:tc>
          <w:tcPr>
            <w:tcW w:w="815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5.12</w:t>
            </w:r>
          </w:p>
        </w:tc>
        <w:tc>
          <w:tcPr>
            <w:tcW w:w="952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3/8</w:t>
            </w:r>
          </w:p>
        </w:tc>
        <w:tc>
          <w:tcPr>
            <w:tcW w:w="815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3.05</w:t>
            </w:r>
          </w:p>
        </w:tc>
        <w:tc>
          <w:tcPr>
            <w:tcW w:w="816" w:type="dxa"/>
            <w:vMerge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06703E" w:rsidTr="008C67AE">
        <w:trPr>
          <w:trHeight w:val="147"/>
        </w:trPr>
        <w:tc>
          <w:tcPr>
            <w:tcW w:w="1088" w:type="dxa"/>
            <w:vMerge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51" w:type="dxa"/>
            <w:vMerge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15" w:type="dxa"/>
            <w:vMerge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16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1.25</w:t>
            </w:r>
          </w:p>
        </w:tc>
        <w:tc>
          <w:tcPr>
            <w:tcW w:w="815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7.13</w:t>
            </w:r>
          </w:p>
        </w:tc>
        <w:tc>
          <w:tcPr>
            <w:tcW w:w="816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2.46</w:t>
            </w:r>
          </w:p>
        </w:tc>
        <w:tc>
          <w:tcPr>
            <w:tcW w:w="815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4.10</w:t>
            </w:r>
          </w:p>
        </w:tc>
        <w:tc>
          <w:tcPr>
            <w:tcW w:w="952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3/8</w:t>
            </w:r>
          </w:p>
        </w:tc>
        <w:tc>
          <w:tcPr>
            <w:tcW w:w="815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2.44</w:t>
            </w:r>
          </w:p>
        </w:tc>
        <w:tc>
          <w:tcPr>
            <w:tcW w:w="816" w:type="dxa"/>
            <w:vMerge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06703E" w:rsidTr="008C67AE">
        <w:trPr>
          <w:trHeight w:val="147"/>
        </w:trPr>
        <w:tc>
          <w:tcPr>
            <w:tcW w:w="1088" w:type="dxa"/>
            <w:vMerge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51" w:type="dxa"/>
            <w:vMerge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15" w:type="dxa"/>
            <w:vMerge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16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1.50</w:t>
            </w:r>
          </w:p>
        </w:tc>
        <w:tc>
          <w:tcPr>
            <w:tcW w:w="815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8.53</w:t>
            </w:r>
          </w:p>
        </w:tc>
        <w:tc>
          <w:tcPr>
            <w:tcW w:w="816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2.06</w:t>
            </w:r>
          </w:p>
        </w:tc>
        <w:tc>
          <w:tcPr>
            <w:tcW w:w="815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3.43</w:t>
            </w:r>
          </w:p>
        </w:tc>
        <w:tc>
          <w:tcPr>
            <w:tcW w:w="952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5/16</w:t>
            </w:r>
          </w:p>
        </w:tc>
        <w:tc>
          <w:tcPr>
            <w:tcW w:w="815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2.04</w:t>
            </w:r>
          </w:p>
        </w:tc>
        <w:tc>
          <w:tcPr>
            <w:tcW w:w="816" w:type="dxa"/>
            <w:vMerge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06703E" w:rsidTr="008C67AE">
        <w:trPr>
          <w:trHeight w:val="147"/>
        </w:trPr>
        <w:tc>
          <w:tcPr>
            <w:tcW w:w="1088" w:type="dxa"/>
            <w:vMerge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51" w:type="dxa"/>
            <w:vMerge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15" w:type="dxa"/>
            <w:vMerge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16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1.75</w:t>
            </w:r>
          </w:p>
        </w:tc>
        <w:tc>
          <w:tcPr>
            <w:tcW w:w="815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9.93</w:t>
            </w:r>
          </w:p>
        </w:tc>
        <w:tc>
          <w:tcPr>
            <w:tcW w:w="816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1.80</w:t>
            </w:r>
          </w:p>
        </w:tc>
        <w:tc>
          <w:tcPr>
            <w:tcW w:w="815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3.00</w:t>
            </w:r>
          </w:p>
        </w:tc>
        <w:tc>
          <w:tcPr>
            <w:tcW w:w="952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5/16</w:t>
            </w:r>
          </w:p>
        </w:tc>
        <w:tc>
          <w:tcPr>
            <w:tcW w:w="815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1.77</w:t>
            </w:r>
          </w:p>
        </w:tc>
        <w:tc>
          <w:tcPr>
            <w:tcW w:w="816" w:type="dxa"/>
            <w:vMerge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06703E" w:rsidTr="008C67AE">
        <w:trPr>
          <w:trHeight w:val="147"/>
        </w:trPr>
        <w:tc>
          <w:tcPr>
            <w:tcW w:w="1088" w:type="dxa"/>
            <w:vMerge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51" w:type="dxa"/>
            <w:vMerge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15" w:type="dxa"/>
            <w:vMerge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16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2.00</w:t>
            </w:r>
          </w:p>
        </w:tc>
        <w:tc>
          <w:tcPr>
            <w:tcW w:w="815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11.31</w:t>
            </w:r>
          </w:p>
        </w:tc>
        <w:tc>
          <w:tcPr>
            <w:tcW w:w="816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1.58</w:t>
            </w:r>
          </w:p>
        </w:tc>
        <w:tc>
          <w:tcPr>
            <w:tcW w:w="815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2.63</w:t>
            </w:r>
          </w:p>
        </w:tc>
        <w:tc>
          <w:tcPr>
            <w:tcW w:w="952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1/4</w:t>
            </w:r>
          </w:p>
        </w:tc>
        <w:tc>
          <w:tcPr>
            <w:tcW w:w="815" w:type="dxa"/>
            <w:vAlign w:val="center"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  <w:r w:rsidRPr="0006703E">
              <w:rPr>
                <w:rFonts w:cs="Arial"/>
                <w:sz w:val="20"/>
              </w:rPr>
              <w:t>1.55</w:t>
            </w:r>
          </w:p>
        </w:tc>
        <w:tc>
          <w:tcPr>
            <w:tcW w:w="816" w:type="dxa"/>
            <w:vMerge/>
          </w:tcPr>
          <w:p w:rsidR="00285690" w:rsidRPr="0006703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</w:tbl>
    <w:p w:rsidR="00285690" w:rsidRPr="0006703E" w:rsidRDefault="00285690" w:rsidP="00285690">
      <w:pPr>
        <w:ind w:left="2124"/>
        <w:rPr>
          <w:rFonts w:cs="Arial"/>
        </w:rPr>
      </w:pPr>
    </w:p>
    <w:p w:rsidR="008C67AE" w:rsidRPr="008C67AE" w:rsidRDefault="008C67AE" w:rsidP="009756FA">
      <w:pPr>
        <w:ind w:left="1653"/>
        <w:jc w:val="left"/>
        <w:rPr>
          <w:rFonts w:cs="Arial"/>
          <w:b/>
        </w:rPr>
      </w:pPr>
      <w:r w:rsidRPr="008C67AE">
        <w:rPr>
          <w:rFonts w:cs="Arial"/>
          <w:b/>
        </w:rPr>
        <w:t xml:space="preserve">Tabla </w:t>
      </w:r>
      <w:r>
        <w:rPr>
          <w:rFonts w:cs="Arial"/>
          <w:b/>
        </w:rPr>
        <w:t>8</w:t>
      </w:r>
      <w:r w:rsidRPr="008C67AE">
        <w:rPr>
          <w:rFonts w:cs="Arial"/>
          <w:b/>
        </w:rPr>
        <w:t>. Esfuerzos en el cable para vuelos de 2</w:t>
      </w:r>
      <w:r>
        <w:rPr>
          <w:rFonts w:cs="Arial"/>
          <w:b/>
        </w:rPr>
        <w:t>5</w:t>
      </w:r>
      <w:r w:rsidRPr="008C67AE">
        <w:rPr>
          <w:rFonts w:cs="Arial"/>
          <w:b/>
        </w:rPr>
        <w:t>m</w:t>
      </w:r>
    </w:p>
    <w:tbl>
      <w:tblPr>
        <w:tblW w:w="873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92"/>
        <w:gridCol w:w="954"/>
        <w:gridCol w:w="818"/>
        <w:gridCol w:w="819"/>
        <w:gridCol w:w="818"/>
        <w:gridCol w:w="819"/>
        <w:gridCol w:w="818"/>
        <w:gridCol w:w="955"/>
        <w:gridCol w:w="818"/>
        <w:gridCol w:w="819"/>
      </w:tblGrid>
      <w:tr w:rsidR="00285690" w:rsidRPr="008C67AE" w:rsidTr="00232650">
        <w:trPr>
          <w:trHeight w:val="953"/>
        </w:trPr>
        <w:tc>
          <w:tcPr>
            <w:tcW w:w="1092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Longitud (m)</w:t>
            </w:r>
          </w:p>
        </w:tc>
        <w:tc>
          <w:tcPr>
            <w:tcW w:w="954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 xml:space="preserve">w 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(kg/m)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W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819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h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(m)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 xml:space="preserve">α 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(°)</w:t>
            </w:r>
          </w:p>
        </w:tc>
        <w:tc>
          <w:tcPr>
            <w:tcW w:w="819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T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  <w:vertAlign w:val="subscript"/>
              </w:rPr>
            </w:pPr>
            <w:r w:rsidRPr="008C67AE">
              <w:rPr>
                <w:rFonts w:cs="Arial"/>
                <w:b/>
                <w:sz w:val="20"/>
              </w:rPr>
              <w:t>T</w:t>
            </w:r>
            <w:r w:rsidRPr="008C67AE">
              <w:rPr>
                <w:rFonts w:cs="Arial"/>
                <w:b/>
                <w:sz w:val="20"/>
                <w:vertAlign w:val="subscript"/>
              </w:rPr>
              <w:t>D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955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Ø cable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(pulg)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 xml:space="preserve">Vh 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819" w:type="dxa"/>
            <w:shd w:val="clear" w:color="auto" w:fill="D9D9D9" w:themeFill="background1" w:themeFillShade="D9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Vv (ton)</w:t>
            </w:r>
          </w:p>
        </w:tc>
      </w:tr>
      <w:tr w:rsidR="00285690" w:rsidRPr="008C67AE" w:rsidTr="008C67AE">
        <w:trPr>
          <w:trHeight w:val="476"/>
        </w:trPr>
        <w:tc>
          <w:tcPr>
            <w:tcW w:w="1092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25.00</w:t>
            </w:r>
          </w:p>
        </w:tc>
        <w:tc>
          <w:tcPr>
            <w:tcW w:w="954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30.40</w:t>
            </w:r>
          </w:p>
        </w:tc>
        <w:tc>
          <w:tcPr>
            <w:tcW w:w="818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0.76</w:t>
            </w:r>
          </w:p>
        </w:tc>
        <w:tc>
          <w:tcPr>
            <w:tcW w:w="819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0.75</w:t>
            </w:r>
          </w:p>
        </w:tc>
        <w:tc>
          <w:tcPr>
            <w:tcW w:w="818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3.44</w:t>
            </w:r>
          </w:p>
        </w:tc>
        <w:tc>
          <w:tcPr>
            <w:tcW w:w="819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6.33</w:t>
            </w:r>
          </w:p>
        </w:tc>
        <w:tc>
          <w:tcPr>
            <w:tcW w:w="818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10.58</w:t>
            </w:r>
          </w:p>
        </w:tc>
        <w:tc>
          <w:tcPr>
            <w:tcW w:w="955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9/16</w:t>
            </w:r>
          </w:p>
        </w:tc>
        <w:tc>
          <w:tcPr>
            <w:tcW w:w="818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6.32</w:t>
            </w:r>
          </w:p>
        </w:tc>
        <w:tc>
          <w:tcPr>
            <w:tcW w:w="819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0.38</w:t>
            </w:r>
          </w:p>
        </w:tc>
      </w:tr>
      <w:tr w:rsidR="00285690" w:rsidRPr="008C67AE" w:rsidTr="008C67AE">
        <w:trPr>
          <w:trHeight w:val="143"/>
        </w:trPr>
        <w:tc>
          <w:tcPr>
            <w:tcW w:w="10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54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19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1.00</w:t>
            </w:r>
          </w:p>
        </w:tc>
        <w:tc>
          <w:tcPr>
            <w:tcW w:w="818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4.57</w:t>
            </w:r>
          </w:p>
        </w:tc>
        <w:tc>
          <w:tcPr>
            <w:tcW w:w="819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4.77</w:t>
            </w:r>
          </w:p>
        </w:tc>
        <w:tc>
          <w:tcPr>
            <w:tcW w:w="818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7.95</w:t>
            </w:r>
          </w:p>
        </w:tc>
        <w:tc>
          <w:tcPr>
            <w:tcW w:w="955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1/2</w:t>
            </w:r>
          </w:p>
        </w:tc>
        <w:tc>
          <w:tcPr>
            <w:tcW w:w="818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4.75</w:t>
            </w:r>
          </w:p>
        </w:tc>
        <w:tc>
          <w:tcPr>
            <w:tcW w:w="819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rPr>
          <w:trHeight w:val="143"/>
        </w:trPr>
        <w:tc>
          <w:tcPr>
            <w:tcW w:w="10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54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19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1.25</w:t>
            </w:r>
          </w:p>
        </w:tc>
        <w:tc>
          <w:tcPr>
            <w:tcW w:w="818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5.71</w:t>
            </w:r>
          </w:p>
        </w:tc>
        <w:tc>
          <w:tcPr>
            <w:tcW w:w="819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3.82</w:t>
            </w:r>
          </w:p>
        </w:tc>
        <w:tc>
          <w:tcPr>
            <w:tcW w:w="818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6.36</w:t>
            </w:r>
          </w:p>
        </w:tc>
        <w:tc>
          <w:tcPr>
            <w:tcW w:w="955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7/16</w:t>
            </w:r>
          </w:p>
        </w:tc>
        <w:tc>
          <w:tcPr>
            <w:tcW w:w="818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3.80</w:t>
            </w:r>
          </w:p>
        </w:tc>
        <w:tc>
          <w:tcPr>
            <w:tcW w:w="819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rPr>
          <w:trHeight w:val="143"/>
        </w:trPr>
        <w:tc>
          <w:tcPr>
            <w:tcW w:w="10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54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19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1.50</w:t>
            </w:r>
          </w:p>
        </w:tc>
        <w:tc>
          <w:tcPr>
            <w:tcW w:w="818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6.84</w:t>
            </w:r>
          </w:p>
        </w:tc>
        <w:tc>
          <w:tcPr>
            <w:tcW w:w="819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3.19</w:t>
            </w:r>
          </w:p>
        </w:tc>
        <w:tc>
          <w:tcPr>
            <w:tcW w:w="818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5.32</w:t>
            </w:r>
          </w:p>
        </w:tc>
        <w:tc>
          <w:tcPr>
            <w:tcW w:w="955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3/8</w:t>
            </w:r>
          </w:p>
        </w:tc>
        <w:tc>
          <w:tcPr>
            <w:tcW w:w="818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3.17</w:t>
            </w:r>
          </w:p>
        </w:tc>
        <w:tc>
          <w:tcPr>
            <w:tcW w:w="819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rPr>
          <w:trHeight w:val="143"/>
        </w:trPr>
        <w:tc>
          <w:tcPr>
            <w:tcW w:w="10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54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19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1.75</w:t>
            </w:r>
          </w:p>
        </w:tc>
        <w:tc>
          <w:tcPr>
            <w:tcW w:w="818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7.97</w:t>
            </w:r>
          </w:p>
        </w:tc>
        <w:tc>
          <w:tcPr>
            <w:tcW w:w="819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2.74</w:t>
            </w:r>
          </w:p>
        </w:tc>
        <w:tc>
          <w:tcPr>
            <w:tcW w:w="818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4.57</w:t>
            </w:r>
          </w:p>
        </w:tc>
        <w:tc>
          <w:tcPr>
            <w:tcW w:w="955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3/8</w:t>
            </w:r>
          </w:p>
        </w:tc>
        <w:tc>
          <w:tcPr>
            <w:tcW w:w="818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2.71</w:t>
            </w:r>
          </w:p>
        </w:tc>
        <w:tc>
          <w:tcPr>
            <w:tcW w:w="819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rPr>
          <w:trHeight w:val="143"/>
        </w:trPr>
        <w:tc>
          <w:tcPr>
            <w:tcW w:w="10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54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18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19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2.00</w:t>
            </w:r>
          </w:p>
        </w:tc>
        <w:tc>
          <w:tcPr>
            <w:tcW w:w="818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9.09</w:t>
            </w:r>
          </w:p>
        </w:tc>
        <w:tc>
          <w:tcPr>
            <w:tcW w:w="819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2.41</w:t>
            </w:r>
          </w:p>
        </w:tc>
        <w:tc>
          <w:tcPr>
            <w:tcW w:w="818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4.01</w:t>
            </w:r>
          </w:p>
        </w:tc>
        <w:tc>
          <w:tcPr>
            <w:tcW w:w="955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3/8</w:t>
            </w:r>
          </w:p>
        </w:tc>
        <w:tc>
          <w:tcPr>
            <w:tcW w:w="818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2.38</w:t>
            </w:r>
          </w:p>
        </w:tc>
        <w:tc>
          <w:tcPr>
            <w:tcW w:w="819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</w:tbl>
    <w:p w:rsidR="00285690" w:rsidRPr="008C67AE" w:rsidRDefault="00285690" w:rsidP="00285690">
      <w:pPr>
        <w:ind w:left="2124"/>
        <w:rPr>
          <w:rFonts w:cs="Arial"/>
        </w:rPr>
      </w:pPr>
    </w:p>
    <w:p w:rsidR="00285690" w:rsidRDefault="00285690" w:rsidP="00285690">
      <w:pPr>
        <w:ind w:left="2124"/>
        <w:rPr>
          <w:rFonts w:ascii="Tahoma" w:hAnsi="Tahoma" w:cs="Tahoma"/>
        </w:rPr>
      </w:pPr>
    </w:p>
    <w:p w:rsidR="008C67AE" w:rsidRPr="008C67AE" w:rsidRDefault="008C67AE" w:rsidP="009756FA">
      <w:pPr>
        <w:ind w:left="1710"/>
        <w:jc w:val="left"/>
        <w:rPr>
          <w:rFonts w:cs="Arial"/>
          <w:b/>
        </w:rPr>
      </w:pPr>
      <w:r w:rsidRPr="008C67AE">
        <w:rPr>
          <w:rFonts w:cs="Arial"/>
          <w:b/>
        </w:rPr>
        <w:t xml:space="preserve">Tabla </w:t>
      </w:r>
      <w:r>
        <w:rPr>
          <w:rFonts w:cs="Arial"/>
          <w:b/>
        </w:rPr>
        <w:t>9</w:t>
      </w:r>
      <w:r w:rsidRPr="008C67AE">
        <w:rPr>
          <w:rFonts w:cs="Arial"/>
          <w:b/>
        </w:rPr>
        <w:t xml:space="preserve">. Esfuerzos en el cable para vuelos de </w:t>
      </w:r>
      <w:r>
        <w:rPr>
          <w:rFonts w:cs="Arial"/>
          <w:b/>
        </w:rPr>
        <w:t>3</w:t>
      </w:r>
      <w:r w:rsidRPr="008C67AE">
        <w:rPr>
          <w:rFonts w:cs="Arial"/>
          <w:b/>
        </w:rPr>
        <w:t>0m</w:t>
      </w: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5"/>
        <w:gridCol w:w="992"/>
        <w:gridCol w:w="850"/>
        <w:gridCol w:w="851"/>
        <w:gridCol w:w="850"/>
        <w:gridCol w:w="851"/>
        <w:gridCol w:w="850"/>
        <w:gridCol w:w="993"/>
        <w:gridCol w:w="850"/>
        <w:gridCol w:w="851"/>
      </w:tblGrid>
      <w:tr w:rsidR="00285690" w:rsidRPr="008C67AE" w:rsidTr="00232650">
        <w:tc>
          <w:tcPr>
            <w:tcW w:w="1135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Longitud (m)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 xml:space="preserve">w 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(kg/m)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W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h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(m)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 xml:space="preserve">α 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(°)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T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  <w:vertAlign w:val="subscript"/>
              </w:rPr>
            </w:pPr>
            <w:r w:rsidRPr="008C67AE">
              <w:rPr>
                <w:rFonts w:cs="Arial"/>
                <w:b/>
                <w:sz w:val="20"/>
              </w:rPr>
              <w:t>T</w:t>
            </w:r>
            <w:r w:rsidRPr="008C67AE">
              <w:rPr>
                <w:rFonts w:cs="Arial"/>
                <w:b/>
                <w:sz w:val="20"/>
                <w:vertAlign w:val="subscript"/>
              </w:rPr>
              <w:t>D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Ø cable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(pulg)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 xml:space="preserve">Vh 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Vv (ton)</w:t>
            </w:r>
          </w:p>
        </w:tc>
      </w:tr>
      <w:tr w:rsidR="00285690" w:rsidRPr="008C67AE" w:rsidTr="008C67AE">
        <w:tc>
          <w:tcPr>
            <w:tcW w:w="1135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30.00</w:t>
            </w:r>
          </w:p>
        </w:tc>
        <w:tc>
          <w:tcPr>
            <w:tcW w:w="992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30.40</w:t>
            </w:r>
          </w:p>
        </w:tc>
        <w:tc>
          <w:tcPr>
            <w:tcW w:w="850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0.91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0.75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2.86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9.12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15.20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5/8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9.11</w:t>
            </w:r>
          </w:p>
        </w:tc>
        <w:tc>
          <w:tcPr>
            <w:tcW w:w="851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0.46</w:t>
            </w: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1.00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3.81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6.85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11.42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9/16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6.83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1.25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4.76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5.48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9.13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1/2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5.42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1.50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3.71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4.57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7.62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7/16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4.55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1.75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6.65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3.93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6.55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7/16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3.90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2.00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7.60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3.44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5.73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7/16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3.41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</w:tbl>
    <w:p w:rsidR="00285690" w:rsidRPr="008C67AE" w:rsidRDefault="00285690" w:rsidP="00285690">
      <w:pPr>
        <w:ind w:left="2124"/>
        <w:rPr>
          <w:rFonts w:cs="Arial"/>
        </w:rPr>
      </w:pPr>
    </w:p>
    <w:p w:rsidR="008C67AE" w:rsidRPr="008C67AE" w:rsidRDefault="008C67AE" w:rsidP="009756FA">
      <w:pPr>
        <w:ind w:left="1596"/>
        <w:jc w:val="left"/>
        <w:rPr>
          <w:rFonts w:cs="Arial"/>
          <w:b/>
        </w:rPr>
      </w:pPr>
      <w:r w:rsidRPr="008C67AE">
        <w:rPr>
          <w:rFonts w:cs="Arial"/>
          <w:b/>
        </w:rPr>
        <w:t xml:space="preserve">Tabla </w:t>
      </w:r>
      <w:r>
        <w:rPr>
          <w:rFonts w:cs="Arial"/>
          <w:b/>
        </w:rPr>
        <w:t>10</w:t>
      </w:r>
      <w:r w:rsidRPr="008C67AE">
        <w:rPr>
          <w:rFonts w:cs="Arial"/>
          <w:b/>
        </w:rPr>
        <w:t xml:space="preserve">. Esfuerzos en el cable para vuelos de </w:t>
      </w:r>
      <w:r>
        <w:rPr>
          <w:rFonts w:cs="Arial"/>
          <w:b/>
        </w:rPr>
        <w:t>35</w:t>
      </w:r>
      <w:r w:rsidRPr="008C67AE">
        <w:rPr>
          <w:rFonts w:cs="Arial"/>
          <w:b/>
        </w:rPr>
        <w:t>m</w:t>
      </w: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5"/>
        <w:gridCol w:w="992"/>
        <w:gridCol w:w="850"/>
        <w:gridCol w:w="851"/>
        <w:gridCol w:w="850"/>
        <w:gridCol w:w="851"/>
        <w:gridCol w:w="850"/>
        <w:gridCol w:w="993"/>
        <w:gridCol w:w="850"/>
        <w:gridCol w:w="851"/>
      </w:tblGrid>
      <w:tr w:rsidR="00285690" w:rsidRPr="008C67AE" w:rsidTr="00232650">
        <w:tc>
          <w:tcPr>
            <w:tcW w:w="1135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Longitud (m)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 xml:space="preserve">w 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(kg/m)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W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h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(m)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 xml:space="preserve">α 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(°)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T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  <w:vertAlign w:val="subscript"/>
              </w:rPr>
            </w:pPr>
            <w:r w:rsidRPr="008C67AE">
              <w:rPr>
                <w:rFonts w:cs="Arial"/>
                <w:b/>
                <w:sz w:val="20"/>
              </w:rPr>
              <w:t>T</w:t>
            </w:r>
            <w:r w:rsidRPr="008C67AE">
              <w:rPr>
                <w:rFonts w:cs="Arial"/>
                <w:b/>
                <w:sz w:val="20"/>
                <w:vertAlign w:val="subscript"/>
              </w:rPr>
              <w:t>D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Ø cable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(pulg)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 xml:space="preserve">Vh 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Vv (ton)</w:t>
            </w:r>
          </w:p>
        </w:tc>
      </w:tr>
      <w:tr w:rsidR="00285690" w:rsidRPr="008C67AE" w:rsidTr="008C67AE">
        <w:tc>
          <w:tcPr>
            <w:tcW w:w="1135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35.00</w:t>
            </w:r>
          </w:p>
        </w:tc>
        <w:tc>
          <w:tcPr>
            <w:tcW w:w="992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30.40</w:t>
            </w:r>
          </w:p>
        </w:tc>
        <w:tc>
          <w:tcPr>
            <w:tcW w:w="850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1.07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0.75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2.45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12.52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20.87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3/4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12.50</w:t>
            </w:r>
          </w:p>
        </w:tc>
        <w:tc>
          <w:tcPr>
            <w:tcW w:w="851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0.54</w:t>
            </w: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1.00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3.27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9.38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15.63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5/8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9.36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1.25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4.09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7.50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12.50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9/16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7.48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1.50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4.90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6.26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10.43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9/16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6.24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1.75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5.71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5.38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8.97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1/2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5.35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2.00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6.52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4.71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7.85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1/2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4.68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</w:tbl>
    <w:p w:rsidR="00285690" w:rsidRPr="008C67AE" w:rsidRDefault="00285690" w:rsidP="00285690">
      <w:pPr>
        <w:ind w:left="2124"/>
        <w:rPr>
          <w:rFonts w:cs="Arial"/>
        </w:rPr>
      </w:pPr>
    </w:p>
    <w:p w:rsidR="00285690" w:rsidRDefault="00285690" w:rsidP="00285690">
      <w:pPr>
        <w:ind w:left="2124"/>
        <w:rPr>
          <w:rFonts w:cs="Arial"/>
        </w:rPr>
      </w:pPr>
    </w:p>
    <w:p w:rsidR="008C67AE" w:rsidRPr="008C67AE" w:rsidRDefault="008C67AE" w:rsidP="009756FA">
      <w:pPr>
        <w:ind w:left="1596"/>
        <w:jc w:val="left"/>
        <w:rPr>
          <w:rFonts w:cs="Arial"/>
          <w:b/>
        </w:rPr>
      </w:pPr>
      <w:r w:rsidRPr="008C67AE">
        <w:rPr>
          <w:rFonts w:cs="Arial"/>
          <w:b/>
        </w:rPr>
        <w:lastRenderedPageBreak/>
        <w:t xml:space="preserve">Tabla </w:t>
      </w:r>
      <w:r>
        <w:rPr>
          <w:rFonts w:cs="Arial"/>
          <w:b/>
        </w:rPr>
        <w:t>11</w:t>
      </w:r>
      <w:r w:rsidRPr="008C67AE">
        <w:rPr>
          <w:rFonts w:cs="Arial"/>
          <w:b/>
        </w:rPr>
        <w:t xml:space="preserve">. Esfuerzos en el cable para vuelos de </w:t>
      </w:r>
      <w:r>
        <w:rPr>
          <w:rFonts w:cs="Arial"/>
          <w:b/>
        </w:rPr>
        <w:t>4</w:t>
      </w:r>
      <w:r w:rsidRPr="008C67AE">
        <w:rPr>
          <w:rFonts w:cs="Arial"/>
          <w:b/>
        </w:rPr>
        <w:t>0m</w:t>
      </w: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5"/>
        <w:gridCol w:w="992"/>
        <w:gridCol w:w="850"/>
        <w:gridCol w:w="851"/>
        <w:gridCol w:w="850"/>
        <w:gridCol w:w="851"/>
        <w:gridCol w:w="850"/>
        <w:gridCol w:w="993"/>
        <w:gridCol w:w="850"/>
        <w:gridCol w:w="851"/>
      </w:tblGrid>
      <w:tr w:rsidR="00285690" w:rsidRPr="008C67AE" w:rsidTr="00232650">
        <w:tc>
          <w:tcPr>
            <w:tcW w:w="1135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Longitud (m)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 xml:space="preserve">w 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(kg/m)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W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h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(m)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 xml:space="preserve">α 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(°)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T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  <w:vertAlign w:val="subscript"/>
              </w:rPr>
            </w:pPr>
            <w:r w:rsidRPr="008C67AE">
              <w:rPr>
                <w:rFonts w:cs="Arial"/>
                <w:b/>
                <w:sz w:val="20"/>
              </w:rPr>
              <w:t>T</w:t>
            </w:r>
            <w:r w:rsidRPr="008C67AE">
              <w:rPr>
                <w:rFonts w:cs="Arial"/>
                <w:b/>
                <w:sz w:val="20"/>
                <w:vertAlign w:val="subscript"/>
              </w:rPr>
              <w:t>D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Ø cable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(pulg)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 xml:space="preserve">Vh 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Vv (ton)</w:t>
            </w:r>
          </w:p>
        </w:tc>
      </w:tr>
      <w:tr w:rsidR="00285690" w:rsidRPr="008C67AE" w:rsidTr="008C67AE">
        <w:tc>
          <w:tcPr>
            <w:tcW w:w="1135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40.00</w:t>
            </w:r>
          </w:p>
        </w:tc>
        <w:tc>
          <w:tcPr>
            <w:tcW w:w="992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30.40</w:t>
            </w:r>
          </w:p>
        </w:tc>
        <w:tc>
          <w:tcPr>
            <w:tcW w:w="850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1.22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0.75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2.15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16.26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27.10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7/8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16.25</w:t>
            </w:r>
          </w:p>
        </w:tc>
        <w:tc>
          <w:tcPr>
            <w:tcW w:w="851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0.61</w:t>
            </w: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1.00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2.86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12.23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20.38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3/4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12.21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1.25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3.58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9.77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16.28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3/4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9.75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1.50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4.29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8.15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13.58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5/8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8.13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1.75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5.00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7.00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11.26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9/16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6.97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2.00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5.71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6.13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10.20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9/16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6.10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</w:tbl>
    <w:p w:rsidR="00285690" w:rsidRPr="008C67AE" w:rsidRDefault="00285690" w:rsidP="00285690">
      <w:pPr>
        <w:ind w:left="2124"/>
        <w:rPr>
          <w:rFonts w:cs="Arial"/>
        </w:rPr>
      </w:pPr>
    </w:p>
    <w:p w:rsidR="008C67AE" w:rsidRPr="008C67AE" w:rsidRDefault="008C67AE" w:rsidP="009756FA">
      <w:pPr>
        <w:ind w:left="1653"/>
        <w:jc w:val="left"/>
        <w:rPr>
          <w:rFonts w:cs="Arial"/>
          <w:b/>
        </w:rPr>
      </w:pPr>
      <w:r w:rsidRPr="008C67AE">
        <w:rPr>
          <w:rFonts w:cs="Arial"/>
          <w:b/>
        </w:rPr>
        <w:t xml:space="preserve">Tabla </w:t>
      </w:r>
      <w:r>
        <w:rPr>
          <w:rFonts w:cs="Arial"/>
          <w:b/>
        </w:rPr>
        <w:t>12</w:t>
      </w:r>
      <w:r w:rsidRPr="008C67AE">
        <w:rPr>
          <w:rFonts w:cs="Arial"/>
          <w:b/>
        </w:rPr>
        <w:t xml:space="preserve">. Esfuerzos en el cable para vuelos de </w:t>
      </w:r>
      <w:r>
        <w:rPr>
          <w:rFonts w:cs="Arial"/>
          <w:b/>
        </w:rPr>
        <w:t>45</w:t>
      </w:r>
      <w:r w:rsidRPr="008C67AE">
        <w:rPr>
          <w:rFonts w:cs="Arial"/>
          <w:b/>
        </w:rPr>
        <w:t>m</w:t>
      </w: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5"/>
        <w:gridCol w:w="992"/>
        <w:gridCol w:w="850"/>
        <w:gridCol w:w="851"/>
        <w:gridCol w:w="850"/>
        <w:gridCol w:w="851"/>
        <w:gridCol w:w="850"/>
        <w:gridCol w:w="993"/>
        <w:gridCol w:w="850"/>
        <w:gridCol w:w="851"/>
      </w:tblGrid>
      <w:tr w:rsidR="00285690" w:rsidRPr="008C67AE" w:rsidTr="00232650">
        <w:tc>
          <w:tcPr>
            <w:tcW w:w="1135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Longitud (m)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 xml:space="preserve">w 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(kg/m)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W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h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(m)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 xml:space="preserve">α 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(°)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T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  <w:vertAlign w:val="subscript"/>
              </w:rPr>
            </w:pPr>
            <w:r w:rsidRPr="008C67AE">
              <w:rPr>
                <w:rFonts w:cs="Arial"/>
                <w:b/>
                <w:sz w:val="20"/>
              </w:rPr>
              <w:t>T</w:t>
            </w:r>
            <w:r w:rsidRPr="008C67AE">
              <w:rPr>
                <w:rFonts w:cs="Arial"/>
                <w:b/>
                <w:sz w:val="20"/>
                <w:vertAlign w:val="subscript"/>
              </w:rPr>
              <w:t>D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Ø cable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(pulg)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 xml:space="preserve">Vh 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Vv (ton)</w:t>
            </w:r>
          </w:p>
        </w:tc>
      </w:tr>
      <w:tr w:rsidR="00285690" w:rsidRPr="008C67AE" w:rsidTr="008C67AE">
        <w:tc>
          <w:tcPr>
            <w:tcW w:w="1135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45.00</w:t>
            </w:r>
          </w:p>
        </w:tc>
        <w:tc>
          <w:tcPr>
            <w:tcW w:w="992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30.40</w:t>
            </w:r>
          </w:p>
        </w:tc>
        <w:tc>
          <w:tcPr>
            <w:tcW w:w="850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1.37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0.75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1.91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20.50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34.25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20.49</w:t>
            </w:r>
          </w:p>
        </w:tc>
        <w:tc>
          <w:tcPr>
            <w:tcW w:w="851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0.68</w:t>
            </w: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1.00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2.54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15.50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25.80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7/8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15.48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1.25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3.18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12.40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20.60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7/8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12.38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1.50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3.81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10.30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17.20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3/4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10.28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1.75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4.45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8.80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14.70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3/4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8.77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2.00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5.08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7.70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12.90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5/8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7.67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</w:tbl>
    <w:p w:rsidR="00285690" w:rsidRPr="008C67AE" w:rsidRDefault="00285690" w:rsidP="00285690">
      <w:pPr>
        <w:ind w:left="2124"/>
        <w:rPr>
          <w:rFonts w:cs="Arial"/>
        </w:rPr>
      </w:pPr>
    </w:p>
    <w:p w:rsidR="00285690" w:rsidRPr="008C67AE" w:rsidRDefault="00285690" w:rsidP="00285690">
      <w:pPr>
        <w:ind w:left="2124"/>
        <w:rPr>
          <w:rFonts w:cs="Arial"/>
        </w:rPr>
      </w:pPr>
    </w:p>
    <w:p w:rsidR="00285690" w:rsidRPr="008C67AE" w:rsidRDefault="00285690" w:rsidP="00285690">
      <w:pPr>
        <w:ind w:left="2124"/>
        <w:rPr>
          <w:rFonts w:cs="Arial"/>
        </w:rPr>
      </w:pPr>
    </w:p>
    <w:p w:rsidR="00285690" w:rsidRPr="008C67AE" w:rsidRDefault="00285690" w:rsidP="00285690">
      <w:pPr>
        <w:ind w:left="2124"/>
        <w:rPr>
          <w:rFonts w:cs="Arial"/>
        </w:rPr>
      </w:pPr>
    </w:p>
    <w:p w:rsidR="008C67AE" w:rsidRPr="008C67AE" w:rsidRDefault="008C67AE" w:rsidP="009756FA">
      <w:pPr>
        <w:ind w:left="1710"/>
        <w:rPr>
          <w:rFonts w:cs="Arial"/>
          <w:b/>
        </w:rPr>
      </w:pPr>
      <w:r w:rsidRPr="008C67AE">
        <w:rPr>
          <w:rFonts w:cs="Arial"/>
          <w:b/>
        </w:rPr>
        <w:t>Tabla</w:t>
      </w:r>
      <w:r w:rsidR="009756FA">
        <w:rPr>
          <w:rFonts w:cs="Arial"/>
          <w:b/>
        </w:rPr>
        <w:t xml:space="preserve"> </w:t>
      </w:r>
      <w:r>
        <w:rPr>
          <w:rFonts w:cs="Arial"/>
          <w:b/>
        </w:rPr>
        <w:t>13</w:t>
      </w:r>
      <w:r w:rsidRPr="008C67AE">
        <w:rPr>
          <w:rFonts w:cs="Arial"/>
          <w:b/>
        </w:rPr>
        <w:t xml:space="preserve">. Esfuerzos en el cable para vuelos de </w:t>
      </w:r>
      <w:r>
        <w:rPr>
          <w:rFonts w:cs="Arial"/>
          <w:b/>
        </w:rPr>
        <w:t>5</w:t>
      </w:r>
      <w:r w:rsidRPr="008C67AE">
        <w:rPr>
          <w:rFonts w:cs="Arial"/>
          <w:b/>
        </w:rPr>
        <w:t>0m</w:t>
      </w: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5"/>
        <w:gridCol w:w="992"/>
        <w:gridCol w:w="850"/>
        <w:gridCol w:w="851"/>
        <w:gridCol w:w="850"/>
        <w:gridCol w:w="851"/>
        <w:gridCol w:w="850"/>
        <w:gridCol w:w="993"/>
        <w:gridCol w:w="850"/>
        <w:gridCol w:w="851"/>
      </w:tblGrid>
      <w:tr w:rsidR="00285690" w:rsidRPr="008C67AE" w:rsidTr="00232650">
        <w:tc>
          <w:tcPr>
            <w:tcW w:w="1135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Longitud (m)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 xml:space="preserve">w 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(kg/m)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W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h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(m)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 xml:space="preserve">α 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(°)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T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  <w:vertAlign w:val="subscript"/>
              </w:rPr>
            </w:pPr>
            <w:r w:rsidRPr="008C67AE">
              <w:rPr>
                <w:rFonts w:cs="Arial"/>
                <w:b/>
                <w:sz w:val="20"/>
              </w:rPr>
              <w:t>T</w:t>
            </w:r>
            <w:r w:rsidRPr="008C67AE">
              <w:rPr>
                <w:rFonts w:cs="Arial"/>
                <w:b/>
                <w:sz w:val="20"/>
                <w:vertAlign w:val="subscript"/>
              </w:rPr>
              <w:t>D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Ø cable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(pulg)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 xml:space="preserve">Vh </w:t>
            </w:r>
          </w:p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(ton)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285690" w:rsidRPr="008C67AE" w:rsidRDefault="00285690" w:rsidP="008C67AE">
            <w:pPr>
              <w:jc w:val="center"/>
              <w:rPr>
                <w:rFonts w:cs="Arial"/>
                <w:b/>
                <w:sz w:val="20"/>
              </w:rPr>
            </w:pPr>
            <w:r w:rsidRPr="008C67AE">
              <w:rPr>
                <w:rFonts w:cs="Arial"/>
                <w:b/>
                <w:sz w:val="20"/>
              </w:rPr>
              <w:t>Vv (ton)</w:t>
            </w:r>
          </w:p>
        </w:tc>
      </w:tr>
      <w:tr w:rsidR="00285690" w:rsidRPr="008C67AE" w:rsidTr="008C67AE">
        <w:tc>
          <w:tcPr>
            <w:tcW w:w="1135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50.00</w:t>
            </w:r>
          </w:p>
        </w:tc>
        <w:tc>
          <w:tcPr>
            <w:tcW w:w="992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30.40</w:t>
            </w:r>
          </w:p>
        </w:tc>
        <w:tc>
          <w:tcPr>
            <w:tcW w:w="850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1.52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0.75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1.72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25.30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42.20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11/8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25.30</w:t>
            </w:r>
          </w:p>
        </w:tc>
        <w:tc>
          <w:tcPr>
            <w:tcW w:w="851" w:type="dxa"/>
            <w:vMerge w:val="restart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0.76</w:t>
            </w: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1.00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2.29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19.00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31.70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19.00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1.25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2.86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15.20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25.40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7/8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15.20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1.50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3.43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12.70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21.20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7/8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12.70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1.75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4.00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10.90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18.20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3/4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10.90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  <w:tr w:rsidR="00285690" w:rsidRPr="008C67AE" w:rsidTr="008C67AE">
        <w:tc>
          <w:tcPr>
            <w:tcW w:w="1135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2.00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4.57</w:t>
            </w:r>
          </w:p>
        </w:tc>
        <w:tc>
          <w:tcPr>
            <w:tcW w:w="851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9.50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15.90</w:t>
            </w:r>
          </w:p>
        </w:tc>
        <w:tc>
          <w:tcPr>
            <w:tcW w:w="993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3/4</w:t>
            </w:r>
          </w:p>
        </w:tc>
        <w:tc>
          <w:tcPr>
            <w:tcW w:w="850" w:type="dxa"/>
            <w:vAlign w:val="center"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  <w:r w:rsidRPr="008C67AE">
              <w:rPr>
                <w:rFonts w:cs="Arial"/>
                <w:sz w:val="20"/>
              </w:rPr>
              <w:t>9.50</w:t>
            </w:r>
          </w:p>
        </w:tc>
        <w:tc>
          <w:tcPr>
            <w:tcW w:w="851" w:type="dxa"/>
            <w:vMerge/>
          </w:tcPr>
          <w:p w:rsidR="00285690" w:rsidRPr="008C67AE" w:rsidRDefault="00285690" w:rsidP="008C67AE">
            <w:pPr>
              <w:jc w:val="center"/>
              <w:rPr>
                <w:rFonts w:cs="Arial"/>
                <w:sz w:val="20"/>
              </w:rPr>
            </w:pPr>
          </w:p>
        </w:tc>
      </w:tr>
    </w:tbl>
    <w:p w:rsidR="00285690" w:rsidRPr="008C67AE" w:rsidRDefault="00285690" w:rsidP="00285690">
      <w:pPr>
        <w:ind w:left="2124"/>
        <w:rPr>
          <w:rFonts w:cs="Arial"/>
        </w:rPr>
      </w:pPr>
    </w:p>
    <w:p w:rsidR="00285690" w:rsidRPr="008C67AE" w:rsidRDefault="00285690" w:rsidP="00285690">
      <w:pPr>
        <w:ind w:left="2124"/>
        <w:rPr>
          <w:rFonts w:cs="Arial"/>
        </w:rPr>
      </w:pPr>
    </w:p>
    <w:p w:rsidR="00285690" w:rsidRPr="008C67AE" w:rsidRDefault="009756FA" w:rsidP="009756FA">
      <w:pPr>
        <w:spacing w:after="0"/>
        <w:jc w:val="left"/>
        <w:rPr>
          <w:rFonts w:cs="Arial"/>
          <w:b/>
        </w:rPr>
      </w:pPr>
      <w:r>
        <w:rPr>
          <w:rFonts w:cs="Arial"/>
          <w:b/>
        </w:rPr>
        <w:t xml:space="preserve">3.6 </w:t>
      </w:r>
      <w:r w:rsidR="00285690" w:rsidRPr="008C67AE">
        <w:rPr>
          <w:rFonts w:cs="Arial"/>
          <w:b/>
        </w:rPr>
        <w:t>CARACTERÍSTICAS CABLE</w:t>
      </w:r>
    </w:p>
    <w:p w:rsidR="00285690" w:rsidRPr="008C67AE" w:rsidRDefault="00285690" w:rsidP="00285690">
      <w:pPr>
        <w:rPr>
          <w:rFonts w:cs="Arial"/>
          <w:b/>
        </w:rPr>
      </w:pPr>
    </w:p>
    <w:p w:rsidR="00285690" w:rsidRPr="008C67AE" w:rsidRDefault="00285690" w:rsidP="009756FA">
      <w:pPr>
        <w:rPr>
          <w:rFonts w:cs="Arial"/>
        </w:rPr>
      </w:pPr>
      <w:r w:rsidRPr="008C67AE">
        <w:rPr>
          <w:rFonts w:cs="Arial"/>
        </w:rPr>
        <w:t>Cable galvanizado de alma de acero 6 * 19  ó  6 * 26 EIPS</w:t>
      </w:r>
    </w:p>
    <w:p w:rsidR="00285690" w:rsidRPr="008C67AE" w:rsidRDefault="00285690" w:rsidP="009756FA">
      <w:pPr>
        <w:rPr>
          <w:rFonts w:cs="Arial"/>
        </w:rPr>
      </w:pPr>
    </w:p>
    <w:p w:rsidR="00285690" w:rsidRPr="008C67AE" w:rsidRDefault="00285690" w:rsidP="009756FA">
      <w:pPr>
        <w:rPr>
          <w:rFonts w:cs="Arial"/>
        </w:rPr>
      </w:pPr>
      <w:r w:rsidRPr="008C67AE">
        <w:rPr>
          <w:rFonts w:cs="Arial"/>
        </w:rPr>
        <w:t>El cable que fijará conducción a cable galvanizado principal se protegerá introduciéndolo en conducción plástica.</w:t>
      </w:r>
    </w:p>
    <w:p w:rsidR="00285690" w:rsidRPr="008C67AE" w:rsidRDefault="00285690" w:rsidP="009756FA">
      <w:pPr>
        <w:rPr>
          <w:rFonts w:cs="Arial"/>
        </w:rPr>
      </w:pPr>
    </w:p>
    <w:p w:rsidR="00285690" w:rsidRPr="008C67AE" w:rsidRDefault="009756FA" w:rsidP="009756FA">
      <w:pPr>
        <w:spacing w:after="0"/>
        <w:jc w:val="left"/>
        <w:rPr>
          <w:rFonts w:cs="Arial"/>
          <w:b/>
        </w:rPr>
      </w:pPr>
      <w:r>
        <w:rPr>
          <w:rFonts w:cs="Arial"/>
          <w:b/>
        </w:rPr>
        <w:t xml:space="preserve">3.7 </w:t>
      </w:r>
      <w:r w:rsidR="00285690" w:rsidRPr="008C67AE">
        <w:rPr>
          <w:rFonts w:cs="Arial"/>
          <w:b/>
        </w:rPr>
        <w:t>CARACTERÍSTICAS APOYO CABLE</w:t>
      </w:r>
    </w:p>
    <w:p w:rsidR="00285690" w:rsidRPr="008C67AE" w:rsidRDefault="00285690" w:rsidP="00285690">
      <w:pPr>
        <w:ind w:left="708"/>
        <w:rPr>
          <w:rFonts w:cs="Arial"/>
        </w:rPr>
      </w:pPr>
    </w:p>
    <w:p w:rsidR="00285690" w:rsidRPr="008C67AE" w:rsidRDefault="00285690" w:rsidP="009756FA">
      <w:pPr>
        <w:rPr>
          <w:rFonts w:cs="Arial"/>
        </w:rPr>
      </w:pPr>
      <w:r w:rsidRPr="008C67AE">
        <w:rPr>
          <w:rFonts w:cs="Arial"/>
        </w:rPr>
        <w:t>Los cables galvanizados alma de acero se apoyarán en sus extremos en marcos metálicos.</w:t>
      </w:r>
    </w:p>
    <w:p w:rsidR="00285690" w:rsidRPr="008C67AE" w:rsidRDefault="009756FA" w:rsidP="009756FA">
      <w:pPr>
        <w:spacing w:after="0"/>
        <w:jc w:val="left"/>
        <w:rPr>
          <w:rFonts w:cs="Arial"/>
          <w:b/>
        </w:rPr>
      </w:pPr>
      <w:r>
        <w:rPr>
          <w:rFonts w:cs="Arial"/>
          <w:b/>
        </w:rPr>
        <w:lastRenderedPageBreak/>
        <w:t xml:space="preserve">3.8 </w:t>
      </w:r>
      <w:r w:rsidR="00285690" w:rsidRPr="008C67AE">
        <w:rPr>
          <w:rFonts w:cs="Arial"/>
          <w:b/>
        </w:rPr>
        <w:t>SOLICITACIONES EN APOYO</w:t>
      </w:r>
    </w:p>
    <w:p w:rsidR="00285690" w:rsidRPr="008C67AE" w:rsidRDefault="00285690" w:rsidP="00285690">
      <w:pPr>
        <w:rPr>
          <w:rFonts w:cs="Arial"/>
        </w:rPr>
      </w:pPr>
    </w:p>
    <w:p w:rsidR="00285690" w:rsidRPr="008C67AE" w:rsidRDefault="00285690" w:rsidP="009756FA">
      <w:pPr>
        <w:rPr>
          <w:rFonts w:cs="Arial"/>
        </w:rPr>
      </w:pPr>
      <w:r w:rsidRPr="008C67AE">
        <w:rPr>
          <w:rFonts w:cs="Arial"/>
        </w:rPr>
        <w:t>Véase Vh y Vv para cada propuesta de longitud de cables en tablas anteriores. Adicionalmente el apoyo propuesto, pila corta estará solicitada a momento equivalente a solicitación horizontal por  altura apoyo cable.</w:t>
      </w:r>
    </w:p>
    <w:p w:rsidR="00285690" w:rsidRPr="008C67AE" w:rsidRDefault="00285690" w:rsidP="009756FA">
      <w:pPr>
        <w:rPr>
          <w:rFonts w:cs="Arial"/>
        </w:rPr>
      </w:pPr>
      <w:r w:rsidRPr="008C67AE">
        <w:rPr>
          <w:rFonts w:cs="Arial"/>
        </w:rPr>
        <w:t>Los apoyos para los cables se definieron a una misma altura, h = 1.50 m.</w:t>
      </w:r>
    </w:p>
    <w:p w:rsidR="00285690" w:rsidRPr="009756FA" w:rsidRDefault="009756FA" w:rsidP="009756FA">
      <w:pPr>
        <w:ind w:left="360"/>
        <w:jc w:val="center"/>
        <w:rPr>
          <w:rFonts w:cs="Arial"/>
          <w:b/>
          <w:szCs w:val="24"/>
        </w:rPr>
      </w:pPr>
      <w:r w:rsidRPr="009756FA">
        <w:rPr>
          <w:rFonts w:cs="Arial"/>
          <w:b/>
          <w:szCs w:val="24"/>
        </w:rPr>
        <w:t>Tabla 14. Solicitaciones en apoyo para las diferentes longitudes de vuelo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6"/>
        <w:gridCol w:w="1560"/>
        <w:gridCol w:w="1275"/>
        <w:gridCol w:w="2410"/>
      </w:tblGrid>
      <w:tr w:rsidR="00285690" w:rsidRPr="009756FA" w:rsidTr="00232650">
        <w:tc>
          <w:tcPr>
            <w:tcW w:w="2126" w:type="dxa"/>
            <w:shd w:val="clear" w:color="auto" w:fill="D9D9D9" w:themeFill="background1" w:themeFillShade="D9"/>
          </w:tcPr>
          <w:p w:rsidR="00285690" w:rsidRPr="009756FA" w:rsidRDefault="00285690" w:rsidP="008C67AE">
            <w:pPr>
              <w:jc w:val="center"/>
              <w:rPr>
                <w:rFonts w:cs="Arial"/>
                <w:b/>
                <w:szCs w:val="24"/>
              </w:rPr>
            </w:pPr>
            <w:r w:rsidRPr="009756FA">
              <w:rPr>
                <w:rFonts w:cs="Arial"/>
                <w:b/>
                <w:szCs w:val="24"/>
              </w:rPr>
              <w:t>Longitud cable (m)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285690" w:rsidRPr="009756FA" w:rsidRDefault="00285690" w:rsidP="008C67AE">
            <w:pPr>
              <w:jc w:val="center"/>
              <w:rPr>
                <w:rFonts w:cs="Arial"/>
                <w:b/>
                <w:szCs w:val="24"/>
              </w:rPr>
            </w:pPr>
            <w:r w:rsidRPr="009756FA">
              <w:rPr>
                <w:rFonts w:cs="Arial"/>
                <w:b/>
                <w:szCs w:val="24"/>
              </w:rPr>
              <w:t>Vh (ton)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285690" w:rsidRPr="009756FA" w:rsidRDefault="00285690" w:rsidP="008C67AE">
            <w:pPr>
              <w:jc w:val="center"/>
              <w:rPr>
                <w:rFonts w:cs="Arial"/>
                <w:b/>
                <w:szCs w:val="24"/>
              </w:rPr>
            </w:pPr>
            <w:r w:rsidRPr="009756FA">
              <w:rPr>
                <w:rFonts w:cs="Arial"/>
                <w:b/>
                <w:szCs w:val="24"/>
              </w:rPr>
              <w:t>h (m)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285690" w:rsidRPr="009756FA" w:rsidRDefault="00285690" w:rsidP="008C67AE">
            <w:pPr>
              <w:jc w:val="center"/>
              <w:rPr>
                <w:rFonts w:cs="Arial"/>
                <w:b/>
                <w:szCs w:val="24"/>
              </w:rPr>
            </w:pPr>
            <w:r w:rsidRPr="009756FA">
              <w:rPr>
                <w:rFonts w:cs="Arial"/>
                <w:b/>
                <w:szCs w:val="24"/>
              </w:rPr>
              <w:t>M = Vh * h (ton-m)</w:t>
            </w:r>
          </w:p>
        </w:tc>
      </w:tr>
      <w:tr w:rsidR="00285690" w:rsidRPr="009756FA" w:rsidTr="008C67AE">
        <w:tc>
          <w:tcPr>
            <w:tcW w:w="2126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1.77</w:t>
            </w:r>
          </w:p>
        </w:tc>
        <w:tc>
          <w:tcPr>
            <w:tcW w:w="1275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1.75</w:t>
            </w:r>
          </w:p>
        </w:tc>
        <w:tc>
          <w:tcPr>
            <w:tcW w:w="2410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3.10</w:t>
            </w:r>
          </w:p>
        </w:tc>
      </w:tr>
      <w:tr w:rsidR="00285690" w:rsidRPr="009756FA" w:rsidTr="008C67AE">
        <w:tc>
          <w:tcPr>
            <w:tcW w:w="2126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2.71</w:t>
            </w:r>
          </w:p>
        </w:tc>
        <w:tc>
          <w:tcPr>
            <w:tcW w:w="1275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1.75</w:t>
            </w:r>
          </w:p>
        </w:tc>
        <w:tc>
          <w:tcPr>
            <w:tcW w:w="2410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4.74</w:t>
            </w:r>
          </w:p>
        </w:tc>
      </w:tr>
      <w:tr w:rsidR="00285690" w:rsidRPr="009756FA" w:rsidTr="008C67AE">
        <w:tc>
          <w:tcPr>
            <w:tcW w:w="2126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3.90</w:t>
            </w:r>
          </w:p>
        </w:tc>
        <w:tc>
          <w:tcPr>
            <w:tcW w:w="1275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1.75</w:t>
            </w:r>
          </w:p>
        </w:tc>
        <w:tc>
          <w:tcPr>
            <w:tcW w:w="2410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6.83</w:t>
            </w:r>
          </w:p>
        </w:tc>
      </w:tr>
      <w:tr w:rsidR="00285690" w:rsidRPr="009756FA" w:rsidTr="008C67AE">
        <w:tc>
          <w:tcPr>
            <w:tcW w:w="2126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35</w:t>
            </w:r>
          </w:p>
        </w:tc>
        <w:tc>
          <w:tcPr>
            <w:tcW w:w="1560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5.35</w:t>
            </w:r>
          </w:p>
        </w:tc>
        <w:tc>
          <w:tcPr>
            <w:tcW w:w="1275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1.75</w:t>
            </w:r>
          </w:p>
        </w:tc>
        <w:tc>
          <w:tcPr>
            <w:tcW w:w="2410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9.36</w:t>
            </w:r>
          </w:p>
        </w:tc>
      </w:tr>
      <w:tr w:rsidR="00285690" w:rsidRPr="009756FA" w:rsidTr="008C67AE">
        <w:tc>
          <w:tcPr>
            <w:tcW w:w="2126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40</w:t>
            </w:r>
          </w:p>
        </w:tc>
        <w:tc>
          <w:tcPr>
            <w:tcW w:w="1560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6.97</w:t>
            </w:r>
          </w:p>
        </w:tc>
        <w:tc>
          <w:tcPr>
            <w:tcW w:w="1275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1.75</w:t>
            </w:r>
          </w:p>
        </w:tc>
        <w:tc>
          <w:tcPr>
            <w:tcW w:w="2410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12.20</w:t>
            </w:r>
          </w:p>
        </w:tc>
      </w:tr>
      <w:tr w:rsidR="00285690" w:rsidRPr="009756FA" w:rsidTr="008C67AE">
        <w:tc>
          <w:tcPr>
            <w:tcW w:w="2126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45</w:t>
            </w:r>
          </w:p>
        </w:tc>
        <w:tc>
          <w:tcPr>
            <w:tcW w:w="1560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8.77</w:t>
            </w:r>
          </w:p>
        </w:tc>
        <w:tc>
          <w:tcPr>
            <w:tcW w:w="1275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1.75</w:t>
            </w:r>
          </w:p>
        </w:tc>
        <w:tc>
          <w:tcPr>
            <w:tcW w:w="2410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15.35</w:t>
            </w:r>
          </w:p>
        </w:tc>
      </w:tr>
      <w:tr w:rsidR="00285690" w:rsidRPr="009756FA" w:rsidTr="008C67AE">
        <w:tc>
          <w:tcPr>
            <w:tcW w:w="2126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10.90</w:t>
            </w:r>
          </w:p>
        </w:tc>
        <w:tc>
          <w:tcPr>
            <w:tcW w:w="1275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1.75</w:t>
            </w:r>
          </w:p>
        </w:tc>
        <w:tc>
          <w:tcPr>
            <w:tcW w:w="2410" w:type="dxa"/>
            <w:shd w:val="clear" w:color="auto" w:fill="auto"/>
          </w:tcPr>
          <w:p w:rsidR="00285690" w:rsidRPr="009756FA" w:rsidRDefault="00285690" w:rsidP="008C67AE">
            <w:pPr>
              <w:jc w:val="center"/>
              <w:rPr>
                <w:rFonts w:cs="Arial"/>
                <w:szCs w:val="24"/>
              </w:rPr>
            </w:pPr>
            <w:r w:rsidRPr="009756FA">
              <w:rPr>
                <w:rFonts w:cs="Arial"/>
                <w:szCs w:val="24"/>
              </w:rPr>
              <w:t>19.08</w:t>
            </w:r>
          </w:p>
        </w:tc>
      </w:tr>
    </w:tbl>
    <w:p w:rsidR="00285690" w:rsidRPr="008C67AE" w:rsidRDefault="00285690" w:rsidP="00285690">
      <w:pPr>
        <w:rPr>
          <w:rFonts w:cs="Arial"/>
          <w:lang w:val="pt-BR"/>
        </w:rPr>
      </w:pPr>
    </w:p>
    <w:p w:rsidR="00D264E8" w:rsidRPr="008C67AE" w:rsidRDefault="00D264E8" w:rsidP="00EB718A">
      <w:pPr>
        <w:pStyle w:val="Textoindependiente"/>
        <w:jc w:val="center"/>
        <w:rPr>
          <w:rFonts w:ascii="Arial" w:hAnsi="Arial" w:cs="Arial"/>
          <w:b/>
          <w:bCs/>
          <w:szCs w:val="24"/>
          <w:lang w:val="en-US"/>
        </w:rPr>
      </w:pPr>
    </w:p>
    <w:p w:rsidR="00EB718A" w:rsidRPr="008C67AE" w:rsidRDefault="00EB718A" w:rsidP="00EB718A">
      <w:pPr>
        <w:pStyle w:val="Textoindependiente"/>
        <w:ind w:left="720" w:firstLine="696"/>
        <w:rPr>
          <w:rFonts w:ascii="Arial" w:hAnsi="Arial" w:cs="Arial"/>
          <w:b/>
          <w:bCs/>
          <w:szCs w:val="24"/>
          <w:lang w:val="en-US"/>
        </w:rPr>
      </w:pPr>
    </w:p>
    <w:p w:rsidR="001C36FB" w:rsidRPr="008C67AE" w:rsidRDefault="001C36FB" w:rsidP="001C36FB">
      <w:pPr>
        <w:rPr>
          <w:rFonts w:cs="Arial"/>
          <w:b/>
          <w:bCs/>
          <w:szCs w:val="24"/>
        </w:rPr>
      </w:pPr>
    </w:p>
    <w:sectPr w:rsidR="001C36FB" w:rsidRPr="008C67AE" w:rsidSect="000A1348">
      <w:headerReference w:type="default" r:id="rId10"/>
      <w:footerReference w:type="even" r:id="rId11"/>
      <w:footerReference w:type="default" r:id="rId12"/>
      <w:pgSz w:w="12240" w:h="15840" w:code="1"/>
      <w:pgMar w:top="1701" w:right="1701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4AD" w:rsidRDefault="00BD04AD">
      <w:r>
        <w:separator/>
      </w:r>
    </w:p>
    <w:p w:rsidR="00BD04AD" w:rsidRDefault="00BD04AD"/>
  </w:endnote>
  <w:endnote w:type="continuationSeparator" w:id="0">
    <w:p w:rsidR="00BD04AD" w:rsidRDefault="00BD04AD">
      <w:r>
        <w:continuationSeparator/>
      </w:r>
    </w:p>
    <w:p w:rsidR="00BD04AD" w:rsidRDefault="00BD04A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7AE" w:rsidRDefault="008F068E" w:rsidP="003237E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C67A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C67AE" w:rsidRDefault="008C67AE" w:rsidP="003237EE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7AE" w:rsidRDefault="008C67AE" w:rsidP="003237EE">
    <w:pPr>
      <w:pStyle w:val="Piedepgina"/>
      <w:jc w:val="right"/>
      <w:rPr>
        <w:rFonts w:ascii="Verdana" w:hAnsi="Verdana"/>
        <w:sz w:val="20"/>
        <w:lang w:val="en-GB"/>
      </w:rPr>
    </w:pPr>
  </w:p>
  <w:p w:rsidR="008C67AE" w:rsidRDefault="008F068E" w:rsidP="003237EE">
    <w:pPr>
      <w:pStyle w:val="Encabezado"/>
      <w:rPr>
        <w:rFonts w:ascii="Verdana" w:hAnsi="Verdana"/>
        <w:szCs w:val="18"/>
      </w:rPr>
    </w:pPr>
    <w:r w:rsidRPr="008F068E">
      <w:rPr>
        <w:rFonts w:ascii="Verdana" w:hAnsi="Verdana"/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7" o:spid="_x0000_s7171" type="#_x0000_t75" style="position:absolute;left:0;text-align:left;margin-left:-71.45pt;margin-top:-8.05pt;width:54.5pt;height:71.9pt;z-index:251663360;visibility:visible">
          <v:imagedata r:id="rId1" o:title="" chromakey="#fbfbfb"/>
        </v:shape>
      </w:pict>
    </w:r>
    <w:r w:rsidRPr="008F068E">
      <w:rPr>
        <w:rFonts w:ascii="Verdana" w:hAnsi="Verdana"/>
        <w:noProof/>
        <w:sz w:val="20"/>
      </w:rPr>
      <w:pict>
        <v:shape id="Imagen 8" o:spid="_x0000_s7172" type="#_x0000_t75" alt="Línea logo conhydra sola" style="position:absolute;left:0;text-align:left;margin-left:-8.3pt;margin-top:.15pt;width:493.4pt;height:12.35pt;z-index:251664384;visibility:visible">
          <v:imagedata r:id="rId2" o:title="Línea logo conhydra sola"/>
        </v:shape>
      </w:pict>
    </w:r>
    <w:r w:rsidR="008C67AE" w:rsidRPr="000278FA">
      <w:rPr>
        <w:rFonts w:ascii="Verdana" w:hAnsi="Verdana"/>
        <w:szCs w:val="18"/>
      </w:rPr>
      <w:t>CALLE 32 F Nº 63 A -117 PBX: 444</w:t>
    </w:r>
  </w:p>
  <w:p w:rsidR="008C67AE" w:rsidRPr="00A336DE" w:rsidRDefault="008C67AE" w:rsidP="003237EE">
    <w:pPr>
      <w:pStyle w:val="Encabezado"/>
      <w:rPr>
        <w:rFonts w:ascii="Verdana" w:hAnsi="Verdana"/>
        <w:szCs w:val="18"/>
      </w:rPr>
    </w:pPr>
    <w:r>
      <w:rPr>
        <w:rFonts w:ascii="Verdana" w:hAnsi="Verdana"/>
        <w:szCs w:val="18"/>
      </w:rPr>
      <w:t>CA</w:t>
    </w:r>
    <w:r w:rsidRPr="00A336DE">
      <w:rPr>
        <w:rFonts w:ascii="Verdana" w:hAnsi="Verdana"/>
        <w:szCs w:val="18"/>
      </w:rPr>
      <w:t>LLE 32 F Nº 63 A -117 PBX: (574) 444 1676 MEDELLÍN COLOMBIA</w:t>
    </w:r>
  </w:p>
  <w:p w:rsidR="008C67AE" w:rsidRPr="00A336DE" w:rsidRDefault="008C67AE" w:rsidP="003237EE">
    <w:pPr>
      <w:jc w:val="center"/>
      <w:rPr>
        <w:rFonts w:ascii="Verdana" w:hAnsi="Verdana"/>
        <w:sz w:val="18"/>
        <w:szCs w:val="18"/>
        <w:lang w:val="en-GB"/>
      </w:rPr>
    </w:pPr>
    <w:r w:rsidRPr="00A336DE">
      <w:rPr>
        <w:rFonts w:ascii="Verdana" w:hAnsi="Verdana"/>
        <w:sz w:val="18"/>
        <w:szCs w:val="18"/>
      </w:rPr>
      <w:t>www.conhydra.com</w:t>
    </w:r>
  </w:p>
  <w:p w:rsidR="008C67AE" w:rsidRDefault="008C67AE" w:rsidP="003237EE">
    <w:pPr>
      <w:pStyle w:val="Encabezado"/>
      <w:rPr>
        <w:rFonts w:ascii="Verdana" w:hAnsi="Verdana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4AD" w:rsidRDefault="00BD04AD">
      <w:r>
        <w:separator/>
      </w:r>
    </w:p>
    <w:p w:rsidR="00BD04AD" w:rsidRDefault="00BD04AD"/>
  </w:footnote>
  <w:footnote w:type="continuationSeparator" w:id="0">
    <w:p w:rsidR="00BD04AD" w:rsidRDefault="00BD04AD">
      <w:r>
        <w:continuationSeparator/>
      </w:r>
    </w:p>
    <w:p w:rsidR="00BD04AD" w:rsidRDefault="00BD04A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8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980"/>
      <w:gridCol w:w="3110"/>
      <w:gridCol w:w="1838"/>
      <w:gridCol w:w="1272"/>
      <w:gridCol w:w="2686"/>
    </w:tblGrid>
    <w:tr w:rsidR="008C67AE" w:rsidRPr="00A336DE" w:rsidTr="003237EE">
      <w:trPr>
        <w:trHeight w:val="57"/>
        <w:jc w:val="center"/>
      </w:trPr>
      <w:tc>
        <w:tcPr>
          <w:tcW w:w="1980" w:type="dxa"/>
          <w:vMerge w:val="restart"/>
          <w:vAlign w:val="center"/>
        </w:tcPr>
        <w:p w:rsidR="008C67AE" w:rsidRPr="00A336DE" w:rsidRDefault="008F068E" w:rsidP="003237EE">
          <w:pPr>
            <w:pStyle w:val="ContenidoTabla"/>
            <w:rPr>
              <w:rFonts w:cs="Arial"/>
              <w:sz w:val="18"/>
              <w:szCs w:val="18"/>
            </w:rPr>
          </w:pPr>
          <w:r w:rsidRPr="008F068E">
            <w:rPr>
              <w:rFonts w:cs="Arial"/>
              <w:noProof/>
              <w:sz w:val="18"/>
              <w:szCs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" o:spid="_x0000_s7169" type="#_x0000_t75" alt="Fondo Adaptación" style="position:absolute;left:0;text-align:left;margin-left:1.95pt;margin-top:17.75pt;width:87.45pt;height:53.65pt;z-index:251661312;visibility:visible">
                <v:imagedata r:id="rId1" o:title="Fondo Adaptación"/>
                <w10:wrap type="square"/>
              </v:shape>
            </w:pict>
          </w:r>
        </w:p>
      </w:tc>
      <w:tc>
        <w:tcPr>
          <w:tcW w:w="6220" w:type="dxa"/>
          <w:gridSpan w:val="3"/>
          <w:vAlign w:val="center"/>
        </w:tcPr>
        <w:p w:rsidR="008C67AE" w:rsidRPr="00A336DE" w:rsidRDefault="008C67AE" w:rsidP="003237EE">
          <w:pPr>
            <w:pStyle w:val="Encabezado"/>
            <w:spacing w:before="120" w:after="120"/>
            <w:rPr>
              <w:rFonts w:cs="Arial"/>
              <w:szCs w:val="18"/>
              <w:lang w:val="es-MX"/>
            </w:rPr>
          </w:pPr>
          <w:r>
            <w:rPr>
              <w:rFonts w:cs="Arial"/>
              <w:szCs w:val="18"/>
              <w:lang w:val="es-MX"/>
            </w:rPr>
            <w:t>MEMORIAS DISEÑO ESTRUCTURAL</w:t>
          </w:r>
        </w:p>
      </w:tc>
      <w:tc>
        <w:tcPr>
          <w:tcW w:w="2686" w:type="dxa"/>
          <w:vMerge w:val="restart"/>
          <w:vAlign w:val="center"/>
        </w:tcPr>
        <w:p w:rsidR="008C67AE" w:rsidRPr="00A336DE" w:rsidRDefault="008F068E" w:rsidP="003237EE">
          <w:pPr>
            <w:pStyle w:val="ContenidoTabla"/>
            <w:rPr>
              <w:rFonts w:cs="Arial"/>
              <w:sz w:val="18"/>
              <w:szCs w:val="18"/>
            </w:rPr>
          </w:pPr>
          <w:r w:rsidRPr="008F068E">
            <w:rPr>
              <w:rFonts w:cs="Arial"/>
              <w:noProof/>
              <w:sz w:val="18"/>
              <w:szCs w:val="18"/>
            </w:rPr>
            <w:pict>
              <v:shape id="Imagen 2" o:spid="_x0000_s7170" type="#_x0000_t75" alt="Copia de logo 10-anos" style="position:absolute;left:0;text-align:left;margin-left:.75pt;margin-top:33.55pt;width:120.65pt;height:35.3pt;z-index:251662336;visibility:visible;mso-position-horizontal-relative:text;mso-position-vertical-relative:text">
                <v:imagedata r:id="rId2" o:title="Copia de logo 10-anos"/>
                <w10:wrap type="square"/>
              </v:shape>
            </w:pict>
          </w:r>
        </w:p>
      </w:tc>
    </w:tr>
    <w:tr w:rsidR="008C67AE" w:rsidRPr="00A336DE" w:rsidTr="003237EE">
      <w:trPr>
        <w:trHeight w:val="899"/>
        <w:jc w:val="center"/>
      </w:trPr>
      <w:tc>
        <w:tcPr>
          <w:tcW w:w="1980" w:type="dxa"/>
          <w:vMerge/>
        </w:tcPr>
        <w:p w:rsidR="008C67AE" w:rsidRPr="00A336DE" w:rsidRDefault="008C67AE" w:rsidP="003237EE">
          <w:pPr>
            <w:pStyle w:val="Encabezado"/>
            <w:ind w:right="-788"/>
            <w:jc w:val="right"/>
            <w:rPr>
              <w:rFonts w:cs="Arial"/>
              <w:szCs w:val="18"/>
            </w:rPr>
          </w:pPr>
        </w:p>
      </w:tc>
      <w:tc>
        <w:tcPr>
          <w:tcW w:w="6220" w:type="dxa"/>
          <w:gridSpan w:val="3"/>
          <w:vAlign w:val="center"/>
        </w:tcPr>
        <w:p w:rsidR="008C67AE" w:rsidRPr="00A336DE" w:rsidRDefault="008C67AE" w:rsidP="003237EE">
          <w:pPr>
            <w:pStyle w:val="Encabezado"/>
            <w:rPr>
              <w:rFonts w:cs="Arial"/>
              <w:szCs w:val="18"/>
              <w:lang w:val="es-MX"/>
            </w:rPr>
          </w:pPr>
          <w:r w:rsidRPr="00A336DE">
            <w:rPr>
              <w:rFonts w:cs="Arial"/>
              <w:szCs w:val="18"/>
              <w:lang w:val="es-MX"/>
            </w:rPr>
            <w:t>Consultoría para la elaboración de tres (3) estudios y diseños, que incluyen los componentes de riesgos y/o amenaza, de proyectos</w:t>
          </w:r>
          <w:r w:rsidRPr="00A336DE">
            <w:rPr>
              <w:rFonts w:cs="Arial"/>
              <w:szCs w:val="18"/>
              <w:lang w:val="es-MX"/>
            </w:rPr>
            <w:br/>
            <w:t>del sector Agua potable y Saneamiento básico, localizados</w:t>
          </w:r>
          <w:r w:rsidRPr="00A336DE">
            <w:rPr>
              <w:rFonts w:cs="Arial"/>
              <w:szCs w:val="18"/>
              <w:lang w:val="es-MX"/>
            </w:rPr>
            <w:br/>
            <w:t>en tres (3) municipios del departamento Antioquia</w:t>
          </w:r>
        </w:p>
      </w:tc>
      <w:tc>
        <w:tcPr>
          <w:tcW w:w="2686" w:type="dxa"/>
          <w:vMerge/>
        </w:tcPr>
        <w:p w:rsidR="008C67AE" w:rsidRPr="00A336DE" w:rsidRDefault="008C67AE" w:rsidP="003237EE">
          <w:pPr>
            <w:pStyle w:val="Encabezado"/>
            <w:ind w:right="-788"/>
            <w:rPr>
              <w:rFonts w:cs="Arial"/>
              <w:szCs w:val="18"/>
            </w:rPr>
          </w:pPr>
        </w:p>
      </w:tc>
    </w:tr>
    <w:tr w:rsidR="008C67AE" w:rsidRPr="00A336DE" w:rsidTr="003237EE">
      <w:trPr>
        <w:trHeight w:val="389"/>
        <w:jc w:val="center"/>
      </w:trPr>
      <w:tc>
        <w:tcPr>
          <w:tcW w:w="1980" w:type="dxa"/>
          <w:vMerge/>
        </w:tcPr>
        <w:p w:rsidR="008C67AE" w:rsidRPr="00A336DE" w:rsidRDefault="008C67AE" w:rsidP="003237EE">
          <w:pPr>
            <w:pStyle w:val="Encabezado"/>
            <w:ind w:right="-788"/>
            <w:jc w:val="right"/>
            <w:rPr>
              <w:rFonts w:cs="Arial"/>
              <w:szCs w:val="18"/>
            </w:rPr>
          </w:pPr>
        </w:p>
      </w:tc>
      <w:tc>
        <w:tcPr>
          <w:tcW w:w="3110" w:type="dxa"/>
          <w:vAlign w:val="center"/>
        </w:tcPr>
        <w:p w:rsidR="008C67AE" w:rsidRPr="00A336DE" w:rsidRDefault="008C67AE" w:rsidP="003237EE">
          <w:pPr>
            <w:pStyle w:val="Encabezado"/>
            <w:rPr>
              <w:rFonts w:cs="Arial"/>
              <w:szCs w:val="18"/>
            </w:rPr>
          </w:pPr>
          <w:r w:rsidRPr="00A336DE">
            <w:rPr>
              <w:rFonts w:cs="Arial"/>
              <w:szCs w:val="18"/>
            </w:rPr>
            <w:t>Corregimiento Cestillal - Municipio Cañasgordas - Antioquia</w:t>
          </w:r>
        </w:p>
      </w:tc>
      <w:tc>
        <w:tcPr>
          <w:tcW w:w="1838" w:type="dxa"/>
          <w:vAlign w:val="center"/>
        </w:tcPr>
        <w:p w:rsidR="008C67AE" w:rsidRPr="00A336DE" w:rsidRDefault="008C67AE" w:rsidP="003237EE">
          <w:pPr>
            <w:pStyle w:val="Encabezado"/>
            <w:rPr>
              <w:rFonts w:cs="Arial"/>
              <w:szCs w:val="18"/>
            </w:rPr>
          </w:pPr>
          <w:r>
            <w:rPr>
              <w:rFonts w:cs="Arial"/>
              <w:szCs w:val="18"/>
            </w:rPr>
            <w:t>Agosto</w:t>
          </w:r>
          <w:r w:rsidRPr="00A336DE">
            <w:rPr>
              <w:rFonts w:cs="Arial"/>
              <w:szCs w:val="18"/>
            </w:rPr>
            <w:t xml:space="preserve"> de 2014</w:t>
          </w:r>
        </w:p>
      </w:tc>
      <w:tc>
        <w:tcPr>
          <w:tcW w:w="1272" w:type="dxa"/>
          <w:vAlign w:val="center"/>
        </w:tcPr>
        <w:p w:rsidR="008C67AE" w:rsidRPr="00A336DE" w:rsidRDefault="008C67AE" w:rsidP="003237EE">
          <w:pPr>
            <w:pStyle w:val="Encabezado"/>
            <w:rPr>
              <w:rFonts w:cs="Arial"/>
              <w:szCs w:val="18"/>
            </w:rPr>
          </w:pPr>
          <w:r w:rsidRPr="00A336DE">
            <w:rPr>
              <w:rFonts w:cs="Arial"/>
              <w:szCs w:val="18"/>
            </w:rPr>
            <w:t>Versión 1</w:t>
          </w:r>
        </w:p>
      </w:tc>
      <w:tc>
        <w:tcPr>
          <w:tcW w:w="2686" w:type="dxa"/>
          <w:vMerge/>
        </w:tcPr>
        <w:p w:rsidR="008C67AE" w:rsidRPr="00A336DE" w:rsidRDefault="008C67AE" w:rsidP="003237EE">
          <w:pPr>
            <w:pStyle w:val="Encabezado"/>
            <w:ind w:right="-788"/>
            <w:rPr>
              <w:rFonts w:cs="Arial"/>
              <w:noProof/>
              <w:szCs w:val="18"/>
              <w:lang w:val="es-HN" w:eastAsia="es-HN"/>
            </w:rPr>
          </w:pPr>
        </w:p>
      </w:tc>
    </w:tr>
  </w:tbl>
  <w:p w:rsidR="008C67AE" w:rsidRDefault="008C67A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662EE"/>
    <w:multiLevelType w:val="hybridMultilevel"/>
    <w:tmpl w:val="1D441802"/>
    <w:lvl w:ilvl="0" w:tplc="4BFC7C28">
      <w:start w:val="1"/>
      <w:numFmt w:val="decimal"/>
      <w:pStyle w:val="Ttulo7"/>
      <w:lvlText w:val="FOTO %1."/>
      <w:lvlJc w:val="left"/>
      <w:pPr>
        <w:tabs>
          <w:tab w:val="num" w:pos="284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066A46"/>
    <w:multiLevelType w:val="hybridMultilevel"/>
    <w:tmpl w:val="9C62DF6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1E5C13"/>
    <w:multiLevelType w:val="hybridMultilevel"/>
    <w:tmpl w:val="1FB6DF72"/>
    <w:lvl w:ilvl="0" w:tplc="495EF54E">
      <w:start w:val="1"/>
      <w:numFmt w:val="bullet"/>
      <w:pStyle w:val="Vinet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F21A2"/>
    <w:multiLevelType w:val="hybridMultilevel"/>
    <w:tmpl w:val="1D0C9654"/>
    <w:lvl w:ilvl="0" w:tplc="A7AA8D80">
      <w:start w:val="1"/>
      <w:numFmt w:val="decimal"/>
      <w:pStyle w:val="TtuloFigura"/>
      <w:lvlText w:val="Figura %1."/>
      <w:lvlJc w:val="center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D3747C"/>
    <w:multiLevelType w:val="hybridMultilevel"/>
    <w:tmpl w:val="7A8AA5DA"/>
    <w:lvl w:ilvl="0" w:tplc="AC8887A0">
      <w:start w:val="1"/>
      <w:numFmt w:val="bullet"/>
      <w:pStyle w:val="TDC6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A5A645C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BFAED7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3CA0B4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AFEF05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520E7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6DD2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9D44F6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71EA4E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C4F1A80"/>
    <w:multiLevelType w:val="hybridMultilevel"/>
    <w:tmpl w:val="94B8C232"/>
    <w:lvl w:ilvl="0" w:tplc="8438D9B6">
      <w:start w:val="1"/>
      <w:numFmt w:val="bullet"/>
      <w:pStyle w:val="Vineta10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D736AA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FAC6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C21D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C075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9F657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BADF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270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152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0312BE"/>
    <w:multiLevelType w:val="hybridMultilevel"/>
    <w:tmpl w:val="E5487DC0"/>
    <w:lvl w:ilvl="0" w:tplc="2E8E763A">
      <w:start w:val="1"/>
      <w:numFmt w:val="decimal"/>
      <w:pStyle w:val="Ttulo6"/>
      <w:lvlText w:val="FIGURA Nº %1."/>
      <w:lvlJc w:val="left"/>
      <w:pPr>
        <w:tabs>
          <w:tab w:val="num" w:pos="4196"/>
        </w:tabs>
        <w:ind w:left="2552" w:firstLine="0"/>
      </w:pPr>
      <w:rPr>
        <w:rFonts w:ascii="Arial" w:hAnsi="Arial" w:hint="default"/>
        <w:b/>
        <w:i w:val="0"/>
        <w:sz w:val="22"/>
        <w:szCs w:val="22"/>
      </w:rPr>
    </w:lvl>
    <w:lvl w:ilvl="1" w:tplc="240A0003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240A0005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240A0001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240A0003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240A0005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240A0001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240A0003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240A0005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35FA6B1F"/>
    <w:multiLevelType w:val="hybridMultilevel"/>
    <w:tmpl w:val="EC6EE09E"/>
    <w:lvl w:ilvl="0" w:tplc="3D3A698A">
      <w:start w:val="1"/>
      <w:numFmt w:val="decimal"/>
      <w:pStyle w:val="Ttulo5"/>
      <w:lvlText w:val="TABLA Nº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sz w:val="22"/>
        <w:szCs w:val="22"/>
        <w:vertAlign w:val="baseline"/>
        <w:lang w:val="es-CO"/>
      </w:rPr>
    </w:lvl>
    <w:lvl w:ilvl="1" w:tplc="0C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C44ED6"/>
    <w:multiLevelType w:val="hybridMultilevel"/>
    <w:tmpl w:val="881056C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78F6DCD"/>
    <w:multiLevelType w:val="multilevel"/>
    <w:tmpl w:val="622A8214"/>
    <w:lvl w:ilvl="0">
      <w:start w:val="1"/>
      <w:numFmt w:val="decimal"/>
      <w:pStyle w:val="Ttulo1"/>
      <w:lvlText w:val="%1."/>
      <w:lvlJc w:val="left"/>
      <w:pPr>
        <w:tabs>
          <w:tab w:val="num" w:pos="857"/>
        </w:tabs>
        <w:ind w:left="857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5"/>
  </w:num>
  <w:num w:numId="8">
    <w:abstractNumId w:val="3"/>
    <w:lvlOverride w:ilvl="0">
      <w:startOverride w:val="1"/>
    </w:lvlOverride>
  </w:num>
  <w:num w:numId="9">
    <w:abstractNumId w:val="8"/>
  </w:num>
  <w:num w:numId="10">
    <w:abstractNumId w:val="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s-ES" w:vendorID="64" w:dllVersion="131078" w:nlCheck="1" w:checkStyle="1"/>
  <w:activeWritingStyle w:appName="MSWord" w:lang="es-CO" w:vendorID="64" w:dllVersion="131078" w:nlCheck="1" w:checkStyle="1"/>
  <w:activeWritingStyle w:appName="MSWord" w:lang="es-ES_tradnl" w:vendorID="64" w:dllVersion="131078" w:nlCheck="1" w:checkStyle="1"/>
  <w:activeWritingStyle w:appName="MSWord" w:lang="es-MX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pt-BR" w:vendorID="64" w:dllVersion="131078" w:nlCheck="1" w:checkStyle="0"/>
  <w:activeWritingStyle w:appName="MSWord" w:lang="es-HN" w:vendorID="64" w:dllVersion="131078" w:nlCheck="1" w:checkStyle="1"/>
  <w:activeWritingStyle w:appName="MSWord" w:lang="fr-FR" w:vendorID="64" w:dllVersion="131078" w:nlCheck="1" w:checkStyle="1"/>
  <w:proofState w:spelling="clean" w:grammar="clean"/>
  <w:attachedTemplate r:id="rId1"/>
  <w:stylePaneFormatFilter w:val="3001"/>
  <w:documentProtection w:formatting="1" w:enforcement="0"/>
  <w:defaultTabStop w:val="57"/>
  <w:hyphenationZone w:val="425"/>
  <w:drawingGridHorizontalSpacing w:val="110"/>
  <w:displayHorizontalDrawingGridEvery w:val="2"/>
  <w:characterSpacingControl w:val="doNotCompress"/>
  <w:hdrShapeDefaults>
    <o:shapedefaults v:ext="edit" spidmax="32770" fillcolor="white">
      <v:fill color="white"/>
    </o:shapedefaults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/>
  <w:rsids>
    <w:rsidRoot w:val="005A7E8B"/>
    <w:rsid w:val="00001449"/>
    <w:rsid w:val="000022ED"/>
    <w:rsid w:val="00002565"/>
    <w:rsid w:val="00002616"/>
    <w:rsid w:val="00002B1C"/>
    <w:rsid w:val="00004146"/>
    <w:rsid w:val="000051C8"/>
    <w:rsid w:val="0001012F"/>
    <w:rsid w:val="000114E4"/>
    <w:rsid w:val="00012055"/>
    <w:rsid w:val="000123F5"/>
    <w:rsid w:val="00014128"/>
    <w:rsid w:val="000203A4"/>
    <w:rsid w:val="000217E5"/>
    <w:rsid w:val="00021FC8"/>
    <w:rsid w:val="00023B4F"/>
    <w:rsid w:val="000247BC"/>
    <w:rsid w:val="00025145"/>
    <w:rsid w:val="0002566B"/>
    <w:rsid w:val="000264B0"/>
    <w:rsid w:val="000266C5"/>
    <w:rsid w:val="000278FA"/>
    <w:rsid w:val="00027C76"/>
    <w:rsid w:val="00030F88"/>
    <w:rsid w:val="00033381"/>
    <w:rsid w:val="00033CA8"/>
    <w:rsid w:val="00034275"/>
    <w:rsid w:val="00034283"/>
    <w:rsid w:val="00034BA9"/>
    <w:rsid w:val="0003722F"/>
    <w:rsid w:val="0004009B"/>
    <w:rsid w:val="000415A3"/>
    <w:rsid w:val="00041CC0"/>
    <w:rsid w:val="00041E73"/>
    <w:rsid w:val="00042204"/>
    <w:rsid w:val="0004532B"/>
    <w:rsid w:val="0004645A"/>
    <w:rsid w:val="00046CD9"/>
    <w:rsid w:val="00047140"/>
    <w:rsid w:val="00051ED7"/>
    <w:rsid w:val="00052701"/>
    <w:rsid w:val="00052C7E"/>
    <w:rsid w:val="00052F43"/>
    <w:rsid w:val="0005309F"/>
    <w:rsid w:val="00053CAF"/>
    <w:rsid w:val="00053EE9"/>
    <w:rsid w:val="000559C9"/>
    <w:rsid w:val="0005694C"/>
    <w:rsid w:val="000601BE"/>
    <w:rsid w:val="000608F6"/>
    <w:rsid w:val="0006301A"/>
    <w:rsid w:val="00064A0D"/>
    <w:rsid w:val="00064C26"/>
    <w:rsid w:val="00065A1A"/>
    <w:rsid w:val="0006674F"/>
    <w:rsid w:val="000668D4"/>
    <w:rsid w:val="00066A64"/>
    <w:rsid w:val="00066D95"/>
    <w:rsid w:val="0006703E"/>
    <w:rsid w:val="000670C3"/>
    <w:rsid w:val="0006799D"/>
    <w:rsid w:val="0007246A"/>
    <w:rsid w:val="000739BC"/>
    <w:rsid w:val="00073FB7"/>
    <w:rsid w:val="0007408D"/>
    <w:rsid w:val="000744A4"/>
    <w:rsid w:val="00074FBA"/>
    <w:rsid w:val="00075A8B"/>
    <w:rsid w:val="00076FB9"/>
    <w:rsid w:val="0008302C"/>
    <w:rsid w:val="00083963"/>
    <w:rsid w:val="0008494A"/>
    <w:rsid w:val="00084A1B"/>
    <w:rsid w:val="00084AEC"/>
    <w:rsid w:val="000851FE"/>
    <w:rsid w:val="00085448"/>
    <w:rsid w:val="00086A1C"/>
    <w:rsid w:val="00086C50"/>
    <w:rsid w:val="00092086"/>
    <w:rsid w:val="000938D7"/>
    <w:rsid w:val="00093C33"/>
    <w:rsid w:val="00094399"/>
    <w:rsid w:val="000943D6"/>
    <w:rsid w:val="000945C8"/>
    <w:rsid w:val="00094D09"/>
    <w:rsid w:val="00096BE9"/>
    <w:rsid w:val="0009728B"/>
    <w:rsid w:val="00097A18"/>
    <w:rsid w:val="000A1348"/>
    <w:rsid w:val="000A5361"/>
    <w:rsid w:val="000A6C78"/>
    <w:rsid w:val="000A7498"/>
    <w:rsid w:val="000A7649"/>
    <w:rsid w:val="000B2196"/>
    <w:rsid w:val="000B5991"/>
    <w:rsid w:val="000B5BE7"/>
    <w:rsid w:val="000B60F8"/>
    <w:rsid w:val="000B65C6"/>
    <w:rsid w:val="000B6A1A"/>
    <w:rsid w:val="000B7281"/>
    <w:rsid w:val="000C0210"/>
    <w:rsid w:val="000C46FF"/>
    <w:rsid w:val="000C5ACD"/>
    <w:rsid w:val="000C76BB"/>
    <w:rsid w:val="000C7F31"/>
    <w:rsid w:val="000D0830"/>
    <w:rsid w:val="000D22B0"/>
    <w:rsid w:val="000D3119"/>
    <w:rsid w:val="000D4CC8"/>
    <w:rsid w:val="000E0AAF"/>
    <w:rsid w:val="000E1188"/>
    <w:rsid w:val="000E11BE"/>
    <w:rsid w:val="000E1308"/>
    <w:rsid w:val="000E1711"/>
    <w:rsid w:val="000E1F5C"/>
    <w:rsid w:val="000E36C4"/>
    <w:rsid w:val="000E3DA1"/>
    <w:rsid w:val="000E4C3C"/>
    <w:rsid w:val="000E4D4D"/>
    <w:rsid w:val="000F0A87"/>
    <w:rsid w:val="000F1130"/>
    <w:rsid w:val="000F2365"/>
    <w:rsid w:val="000F23B9"/>
    <w:rsid w:val="000F23C6"/>
    <w:rsid w:val="000F4312"/>
    <w:rsid w:val="000F4F32"/>
    <w:rsid w:val="000F5711"/>
    <w:rsid w:val="000F5E8C"/>
    <w:rsid w:val="000F6D49"/>
    <w:rsid w:val="000F6DA8"/>
    <w:rsid w:val="000F7221"/>
    <w:rsid w:val="000F7472"/>
    <w:rsid w:val="00100377"/>
    <w:rsid w:val="00101E51"/>
    <w:rsid w:val="00101EC6"/>
    <w:rsid w:val="0010594B"/>
    <w:rsid w:val="00105B72"/>
    <w:rsid w:val="00107A2F"/>
    <w:rsid w:val="00110F16"/>
    <w:rsid w:val="00111734"/>
    <w:rsid w:val="00111EB7"/>
    <w:rsid w:val="00112ED5"/>
    <w:rsid w:val="00113003"/>
    <w:rsid w:val="0011314E"/>
    <w:rsid w:val="00113E30"/>
    <w:rsid w:val="00114F53"/>
    <w:rsid w:val="0011608F"/>
    <w:rsid w:val="00116F8A"/>
    <w:rsid w:val="0011712D"/>
    <w:rsid w:val="00117A38"/>
    <w:rsid w:val="001204AB"/>
    <w:rsid w:val="00120EA0"/>
    <w:rsid w:val="00121DDB"/>
    <w:rsid w:val="00122CD1"/>
    <w:rsid w:val="00123184"/>
    <w:rsid w:val="00124211"/>
    <w:rsid w:val="0012495A"/>
    <w:rsid w:val="00124AB3"/>
    <w:rsid w:val="00126F83"/>
    <w:rsid w:val="00131017"/>
    <w:rsid w:val="00131BE9"/>
    <w:rsid w:val="001327F5"/>
    <w:rsid w:val="00133474"/>
    <w:rsid w:val="00134A01"/>
    <w:rsid w:val="00134C69"/>
    <w:rsid w:val="00134FF2"/>
    <w:rsid w:val="00140269"/>
    <w:rsid w:val="00140584"/>
    <w:rsid w:val="001429FD"/>
    <w:rsid w:val="0014338F"/>
    <w:rsid w:val="0014366C"/>
    <w:rsid w:val="00144709"/>
    <w:rsid w:val="00147F61"/>
    <w:rsid w:val="001504DF"/>
    <w:rsid w:val="001507D9"/>
    <w:rsid w:val="001549F9"/>
    <w:rsid w:val="00157F3A"/>
    <w:rsid w:val="00160279"/>
    <w:rsid w:val="00160345"/>
    <w:rsid w:val="00160A6C"/>
    <w:rsid w:val="00160BFA"/>
    <w:rsid w:val="00160DBB"/>
    <w:rsid w:val="00161777"/>
    <w:rsid w:val="001624E1"/>
    <w:rsid w:val="001626C8"/>
    <w:rsid w:val="0016575D"/>
    <w:rsid w:val="00165BBB"/>
    <w:rsid w:val="00167E4D"/>
    <w:rsid w:val="0017065F"/>
    <w:rsid w:val="00170D29"/>
    <w:rsid w:val="00171D6C"/>
    <w:rsid w:val="001722CD"/>
    <w:rsid w:val="001728F1"/>
    <w:rsid w:val="00173B42"/>
    <w:rsid w:val="001745BE"/>
    <w:rsid w:val="0017487E"/>
    <w:rsid w:val="0017494F"/>
    <w:rsid w:val="001750B4"/>
    <w:rsid w:val="001755CA"/>
    <w:rsid w:val="00176E98"/>
    <w:rsid w:val="00182271"/>
    <w:rsid w:val="00182349"/>
    <w:rsid w:val="001824C2"/>
    <w:rsid w:val="001825A1"/>
    <w:rsid w:val="00182637"/>
    <w:rsid w:val="00187D47"/>
    <w:rsid w:val="001911DE"/>
    <w:rsid w:val="00192BCC"/>
    <w:rsid w:val="001932AD"/>
    <w:rsid w:val="001951B5"/>
    <w:rsid w:val="00195C07"/>
    <w:rsid w:val="00196502"/>
    <w:rsid w:val="001966C6"/>
    <w:rsid w:val="00197588"/>
    <w:rsid w:val="001A005A"/>
    <w:rsid w:val="001A219F"/>
    <w:rsid w:val="001A356F"/>
    <w:rsid w:val="001A37F3"/>
    <w:rsid w:val="001A517B"/>
    <w:rsid w:val="001A674E"/>
    <w:rsid w:val="001A69F5"/>
    <w:rsid w:val="001A6CBB"/>
    <w:rsid w:val="001A7BA6"/>
    <w:rsid w:val="001A7CD0"/>
    <w:rsid w:val="001A7F18"/>
    <w:rsid w:val="001B0A3D"/>
    <w:rsid w:val="001B169E"/>
    <w:rsid w:val="001B3F3B"/>
    <w:rsid w:val="001B4B8A"/>
    <w:rsid w:val="001B5B70"/>
    <w:rsid w:val="001B5FB3"/>
    <w:rsid w:val="001B64D0"/>
    <w:rsid w:val="001B7271"/>
    <w:rsid w:val="001B76BC"/>
    <w:rsid w:val="001C258F"/>
    <w:rsid w:val="001C36D9"/>
    <w:rsid w:val="001C36E8"/>
    <w:rsid w:val="001C36FB"/>
    <w:rsid w:val="001C46AE"/>
    <w:rsid w:val="001C479F"/>
    <w:rsid w:val="001C52A5"/>
    <w:rsid w:val="001C52F8"/>
    <w:rsid w:val="001C5DD4"/>
    <w:rsid w:val="001C5E68"/>
    <w:rsid w:val="001C65A7"/>
    <w:rsid w:val="001C7CAF"/>
    <w:rsid w:val="001D00C2"/>
    <w:rsid w:val="001D14B3"/>
    <w:rsid w:val="001D22E1"/>
    <w:rsid w:val="001D2A07"/>
    <w:rsid w:val="001D2B97"/>
    <w:rsid w:val="001D2EDE"/>
    <w:rsid w:val="001D2F18"/>
    <w:rsid w:val="001D49FD"/>
    <w:rsid w:val="001D76C9"/>
    <w:rsid w:val="001D7998"/>
    <w:rsid w:val="001D7ACA"/>
    <w:rsid w:val="001E1E4D"/>
    <w:rsid w:val="001E45B9"/>
    <w:rsid w:val="001E4EAC"/>
    <w:rsid w:val="001E624D"/>
    <w:rsid w:val="001E6A21"/>
    <w:rsid w:val="001E7B6C"/>
    <w:rsid w:val="001E7EB5"/>
    <w:rsid w:val="001F0334"/>
    <w:rsid w:val="001F23F3"/>
    <w:rsid w:val="001F253C"/>
    <w:rsid w:val="001F485B"/>
    <w:rsid w:val="001F57C3"/>
    <w:rsid w:val="001F5DB2"/>
    <w:rsid w:val="001F6DD4"/>
    <w:rsid w:val="001F738A"/>
    <w:rsid w:val="0020215E"/>
    <w:rsid w:val="002044BF"/>
    <w:rsid w:val="00206181"/>
    <w:rsid w:val="00210C76"/>
    <w:rsid w:val="00210F7A"/>
    <w:rsid w:val="00211D93"/>
    <w:rsid w:val="00213135"/>
    <w:rsid w:val="00214338"/>
    <w:rsid w:val="00214A89"/>
    <w:rsid w:val="00214FD9"/>
    <w:rsid w:val="00221F1B"/>
    <w:rsid w:val="00222ED0"/>
    <w:rsid w:val="002239F1"/>
    <w:rsid w:val="00224BFE"/>
    <w:rsid w:val="00224C7B"/>
    <w:rsid w:val="002256F0"/>
    <w:rsid w:val="00225AD8"/>
    <w:rsid w:val="00225D56"/>
    <w:rsid w:val="00226477"/>
    <w:rsid w:val="0023015F"/>
    <w:rsid w:val="00230DDA"/>
    <w:rsid w:val="00230F5C"/>
    <w:rsid w:val="00230FE3"/>
    <w:rsid w:val="002325B7"/>
    <w:rsid w:val="00232650"/>
    <w:rsid w:val="002335C5"/>
    <w:rsid w:val="00234571"/>
    <w:rsid w:val="0023696A"/>
    <w:rsid w:val="0023762C"/>
    <w:rsid w:val="00237AFF"/>
    <w:rsid w:val="00240999"/>
    <w:rsid w:val="00241FA9"/>
    <w:rsid w:val="00243111"/>
    <w:rsid w:val="00244412"/>
    <w:rsid w:val="0024452D"/>
    <w:rsid w:val="00245A06"/>
    <w:rsid w:val="002460F9"/>
    <w:rsid w:val="0024660C"/>
    <w:rsid w:val="002476D7"/>
    <w:rsid w:val="002478B2"/>
    <w:rsid w:val="0025033F"/>
    <w:rsid w:val="0025162D"/>
    <w:rsid w:val="00251C76"/>
    <w:rsid w:val="002524C0"/>
    <w:rsid w:val="002532BD"/>
    <w:rsid w:val="00254732"/>
    <w:rsid w:val="002555DD"/>
    <w:rsid w:val="00256B47"/>
    <w:rsid w:val="002577C9"/>
    <w:rsid w:val="00257CE4"/>
    <w:rsid w:val="0026059E"/>
    <w:rsid w:val="00260D02"/>
    <w:rsid w:val="002616F3"/>
    <w:rsid w:val="002618B5"/>
    <w:rsid w:val="002624A9"/>
    <w:rsid w:val="00264BD2"/>
    <w:rsid w:val="00265648"/>
    <w:rsid w:val="0026609D"/>
    <w:rsid w:val="00266368"/>
    <w:rsid w:val="00266B95"/>
    <w:rsid w:val="00266BB0"/>
    <w:rsid w:val="00270A28"/>
    <w:rsid w:val="00270A34"/>
    <w:rsid w:val="00271805"/>
    <w:rsid w:val="00272388"/>
    <w:rsid w:val="00274C82"/>
    <w:rsid w:val="0027502A"/>
    <w:rsid w:val="00276000"/>
    <w:rsid w:val="0027608C"/>
    <w:rsid w:val="00277179"/>
    <w:rsid w:val="002808C0"/>
    <w:rsid w:val="002815D3"/>
    <w:rsid w:val="00281D14"/>
    <w:rsid w:val="00282C4B"/>
    <w:rsid w:val="0028332A"/>
    <w:rsid w:val="00284072"/>
    <w:rsid w:val="00285690"/>
    <w:rsid w:val="0028595D"/>
    <w:rsid w:val="00286399"/>
    <w:rsid w:val="00286842"/>
    <w:rsid w:val="00286B0B"/>
    <w:rsid w:val="002879C8"/>
    <w:rsid w:val="00290FF0"/>
    <w:rsid w:val="00291630"/>
    <w:rsid w:val="00295639"/>
    <w:rsid w:val="00295F9C"/>
    <w:rsid w:val="002968A8"/>
    <w:rsid w:val="002969EB"/>
    <w:rsid w:val="00297AFD"/>
    <w:rsid w:val="00297D71"/>
    <w:rsid w:val="002A105B"/>
    <w:rsid w:val="002A2500"/>
    <w:rsid w:val="002A3F4F"/>
    <w:rsid w:val="002A5676"/>
    <w:rsid w:val="002A6381"/>
    <w:rsid w:val="002A6E1F"/>
    <w:rsid w:val="002A6EB4"/>
    <w:rsid w:val="002A729A"/>
    <w:rsid w:val="002A7896"/>
    <w:rsid w:val="002B0558"/>
    <w:rsid w:val="002B1023"/>
    <w:rsid w:val="002B3253"/>
    <w:rsid w:val="002B33B7"/>
    <w:rsid w:val="002B42D6"/>
    <w:rsid w:val="002B5BAC"/>
    <w:rsid w:val="002B5DB8"/>
    <w:rsid w:val="002B68AF"/>
    <w:rsid w:val="002B76E2"/>
    <w:rsid w:val="002C0A0D"/>
    <w:rsid w:val="002C1B05"/>
    <w:rsid w:val="002C2235"/>
    <w:rsid w:val="002C49C2"/>
    <w:rsid w:val="002C49E7"/>
    <w:rsid w:val="002C4FF3"/>
    <w:rsid w:val="002C584A"/>
    <w:rsid w:val="002C602A"/>
    <w:rsid w:val="002D0895"/>
    <w:rsid w:val="002D0C9F"/>
    <w:rsid w:val="002D0DF1"/>
    <w:rsid w:val="002D13BF"/>
    <w:rsid w:val="002D14A2"/>
    <w:rsid w:val="002D168B"/>
    <w:rsid w:val="002D2DC8"/>
    <w:rsid w:val="002D5D9A"/>
    <w:rsid w:val="002D62A0"/>
    <w:rsid w:val="002D7CBC"/>
    <w:rsid w:val="002D7FD2"/>
    <w:rsid w:val="002E2732"/>
    <w:rsid w:val="002E2CDC"/>
    <w:rsid w:val="002E42F7"/>
    <w:rsid w:val="002E4378"/>
    <w:rsid w:val="002E4490"/>
    <w:rsid w:val="002E498C"/>
    <w:rsid w:val="002E4D1B"/>
    <w:rsid w:val="002E4F89"/>
    <w:rsid w:val="002E51BB"/>
    <w:rsid w:val="002F28C5"/>
    <w:rsid w:val="002F2A7B"/>
    <w:rsid w:val="002F2B91"/>
    <w:rsid w:val="002F34F4"/>
    <w:rsid w:val="002F3AC4"/>
    <w:rsid w:val="002F3CD7"/>
    <w:rsid w:val="002F5CCA"/>
    <w:rsid w:val="002F64D5"/>
    <w:rsid w:val="002F6A7D"/>
    <w:rsid w:val="002F6F8C"/>
    <w:rsid w:val="002F766F"/>
    <w:rsid w:val="002F7A4C"/>
    <w:rsid w:val="00300434"/>
    <w:rsid w:val="00303F0A"/>
    <w:rsid w:val="0030400D"/>
    <w:rsid w:val="003058CB"/>
    <w:rsid w:val="00310CDE"/>
    <w:rsid w:val="0031114A"/>
    <w:rsid w:val="00312856"/>
    <w:rsid w:val="00312C9B"/>
    <w:rsid w:val="00313951"/>
    <w:rsid w:val="00314479"/>
    <w:rsid w:val="00315381"/>
    <w:rsid w:val="00315A3D"/>
    <w:rsid w:val="00315D2B"/>
    <w:rsid w:val="003166A2"/>
    <w:rsid w:val="0031692D"/>
    <w:rsid w:val="003171DA"/>
    <w:rsid w:val="00320612"/>
    <w:rsid w:val="00320A84"/>
    <w:rsid w:val="003237EE"/>
    <w:rsid w:val="00323A49"/>
    <w:rsid w:val="00324E1B"/>
    <w:rsid w:val="00327CF9"/>
    <w:rsid w:val="003308E3"/>
    <w:rsid w:val="00330C6C"/>
    <w:rsid w:val="00331F38"/>
    <w:rsid w:val="00333951"/>
    <w:rsid w:val="0033551B"/>
    <w:rsid w:val="00335546"/>
    <w:rsid w:val="003357C5"/>
    <w:rsid w:val="0033586B"/>
    <w:rsid w:val="00336BDC"/>
    <w:rsid w:val="003427F5"/>
    <w:rsid w:val="003428A1"/>
    <w:rsid w:val="003450F1"/>
    <w:rsid w:val="00346913"/>
    <w:rsid w:val="00347605"/>
    <w:rsid w:val="00347A0A"/>
    <w:rsid w:val="00347FB5"/>
    <w:rsid w:val="00350314"/>
    <w:rsid w:val="00350AFE"/>
    <w:rsid w:val="00351C64"/>
    <w:rsid w:val="003528F7"/>
    <w:rsid w:val="00356BDA"/>
    <w:rsid w:val="003573BD"/>
    <w:rsid w:val="00357522"/>
    <w:rsid w:val="00361F67"/>
    <w:rsid w:val="0036387A"/>
    <w:rsid w:val="0036399C"/>
    <w:rsid w:val="00363BBD"/>
    <w:rsid w:val="00365782"/>
    <w:rsid w:val="00365A26"/>
    <w:rsid w:val="0036675B"/>
    <w:rsid w:val="0036710A"/>
    <w:rsid w:val="0037310E"/>
    <w:rsid w:val="003742F6"/>
    <w:rsid w:val="00376173"/>
    <w:rsid w:val="003767BD"/>
    <w:rsid w:val="00376F90"/>
    <w:rsid w:val="00377748"/>
    <w:rsid w:val="003801BE"/>
    <w:rsid w:val="003810B6"/>
    <w:rsid w:val="0038167D"/>
    <w:rsid w:val="00381934"/>
    <w:rsid w:val="0038198B"/>
    <w:rsid w:val="00382248"/>
    <w:rsid w:val="00382433"/>
    <w:rsid w:val="00383FA7"/>
    <w:rsid w:val="003841C2"/>
    <w:rsid w:val="00385F77"/>
    <w:rsid w:val="00386899"/>
    <w:rsid w:val="00386BAC"/>
    <w:rsid w:val="003873C3"/>
    <w:rsid w:val="0038783B"/>
    <w:rsid w:val="0039119C"/>
    <w:rsid w:val="00392908"/>
    <w:rsid w:val="003930BE"/>
    <w:rsid w:val="0039323F"/>
    <w:rsid w:val="00393620"/>
    <w:rsid w:val="00394AC7"/>
    <w:rsid w:val="00394AEB"/>
    <w:rsid w:val="00396C0E"/>
    <w:rsid w:val="0039736F"/>
    <w:rsid w:val="00397A8E"/>
    <w:rsid w:val="00397FE4"/>
    <w:rsid w:val="003A085B"/>
    <w:rsid w:val="003A0911"/>
    <w:rsid w:val="003A480C"/>
    <w:rsid w:val="003A5324"/>
    <w:rsid w:val="003A552C"/>
    <w:rsid w:val="003A56E3"/>
    <w:rsid w:val="003A6131"/>
    <w:rsid w:val="003A73F2"/>
    <w:rsid w:val="003A75C1"/>
    <w:rsid w:val="003B0293"/>
    <w:rsid w:val="003B0735"/>
    <w:rsid w:val="003B265C"/>
    <w:rsid w:val="003B42E7"/>
    <w:rsid w:val="003B4D9D"/>
    <w:rsid w:val="003B5962"/>
    <w:rsid w:val="003B5BF0"/>
    <w:rsid w:val="003B76AE"/>
    <w:rsid w:val="003B798B"/>
    <w:rsid w:val="003B7C15"/>
    <w:rsid w:val="003B7FAB"/>
    <w:rsid w:val="003C0EB9"/>
    <w:rsid w:val="003C134C"/>
    <w:rsid w:val="003C53E1"/>
    <w:rsid w:val="003C6399"/>
    <w:rsid w:val="003C6799"/>
    <w:rsid w:val="003C7B71"/>
    <w:rsid w:val="003D11F7"/>
    <w:rsid w:val="003D171D"/>
    <w:rsid w:val="003D2F20"/>
    <w:rsid w:val="003D39C3"/>
    <w:rsid w:val="003D5EDD"/>
    <w:rsid w:val="003D6117"/>
    <w:rsid w:val="003D6833"/>
    <w:rsid w:val="003D6A08"/>
    <w:rsid w:val="003D7875"/>
    <w:rsid w:val="003E010F"/>
    <w:rsid w:val="003E058E"/>
    <w:rsid w:val="003E2377"/>
    <w:rsid w:val="003E3123"/>
    <w:rsid w:val="003E4E70"/>
    <w:rsid w:val="003E55A7"/>
    <w:rsid w:val="003E7481"/>
    <w:rsid w:val="003E74F7"/>
    <w:rsid w:val="003F1478"/>
    <w:rsid w:val="003F326F"/>
    <w:rsid w:val="003F341F"/>
    <w:rsid w:val="003F34D5"/>
    <w:rsid w:val="003F392A"/>
    <w:rsid w:val="003F3A94"/>
    <w:rsid w:val="003F57DE"/>
    <w:rsid w:val="003F77BD"/>
    <w:rsid w:val="00401B9E"/>
    <w:rsid w:val="00402BD9"/>
    <w:rsid w:val="0040310C"/>
    <w:rsid w:val="0040483C"/>
    <w:rsid w:val="00406481"/>
    <w:rsid w:val="00406C8F"/>
    <w:rsid w:val="0040769E"/>
    <w:rsid w:val="0041016D"/>
    <w:rsid w:val="00410774"/>
    <w:rsid w:val="004129A6"/>
    <w:rsid w:val="00414D43"/>
    <w:rsid w:val="0041536C"/>
    <w:rsid w:val="004163FD"/>
    <w:rsid w:val="004201A0"/>
    <w:rsid w:val="00420314"/>
    <w:rsid w:val="0042107F"/>
    <w:rsid w:val="004227C9"/>
    <w:rsid w:val="00423261"/>
    <w:rsid w:val="00423A77"/>
    <w:rsid w:val="0042434B"/>
    <w:rsid w:val="004248BC"/>
    <w:rsid w:val="00424E6A"/>
    <w:rsid w:val="0042621B"/>
    <w:rsid w:val="00432B76"/>
    <w:rsid w:val="00434F1E"/>
    <w:rsid w:val="00435CF7"/>
    <w:rsid w:val="00436EFE"/>
    <w:rsid w:val="00437070"/>
    <w:rsid w:val="00440316"/>
    <w:rsid w:val="00440620"/>
    <w:rsid w:val="004411C8"/>
    <w:rsid w:val="0044244B"/>
    <w:rsid w:val="00443796"/>
    <w:rsid w:val="00443ADD"/>
    <w:rsid w:val="004447C2"/>
    <w:rsid w:val="004448CF"/>
    <w:rsid w:val="00445CEE"/>
    <w:rsid w:val="0044659E"/>
    <w:rsid w:val="00446B59"/>
    <w:rsid w:val="00447A80"/>
    <w:rsid w:val="004505C8"/>
    <w:rsid w:val="0045096D"/>
    <w:rsid w:val="00452406"/>
    <w:rsid w:val="00452670"/>
    <w:rsid w:val="00452C39"/>
    <w:rsid w:val="00452EE2"/>
    <w:rsid w:val="00453BA3"/>
    <w:rsid w:val="004550BE"/>
    <w:rsid w:val="004552C2"/>
    <w:rsid w:val="004555DB"/>
    <w:rsid w:val="00455CDE"/>
    <w:rsid w:val="0045628A"/>
    <w:rsid w:val="0045682B"/>
    <w:rsid w:val="00456E2D"/>
    <w:rsid w:val="00460E8D"/>
    <w:rsid w:val="00461792"/>
    <w:rsid w:val="004618E3"/>
    <w:rsid w:val="00462C2A"/>
    <w:rsid w:val="004634DD"/>
    <w:rsid w:val="00463C44"/>
    <w:rsid w:val="00463E6E"/>
    <w:rsid w:val="00465048"/>
    <w:rsid w:val="00467C4D"/>
    <w:rsid w:val="0047143C"/>
    <w:rsid w:val="004725C1"/>
    <w:rsid w:val="00472ED4"/>
    <w:rsid w:val="00473D93"/>
    <w:rsid w:val="00474499"/>
    <w:rsid w:val="004744ED"/>
    <w:rsid w:val="00474AFB"/>
    <w:rsid w:val="0047575D"/>
    <w:rsid w:val="00475D8E"/>
    <w:rsid w:val="004777F7"/>
    <w:rsid w:val="0048039B"/>
    <w:rsid w:val="00480CE4"/>
    <w:rsid w:val="00481186"/>
    <w:rsid w:val="00483165"/>
    <w:rsid w:val="004848B5"/>
    <w:rsid w:val="00485236"/>
    <w:rsid w:val="00485511"/>
    <w:rsid w:val="00485A6D"/>
    <w:rsid w:val="004863E2"/>
    <w:rsid w:val="0048682A"/>
    <w:rsid w:val="00486B6E"/>
    <w:rsid w:val="00486E66"/>
    <w:rsid w:val="00487AD7"/>
    <w:rsid w:val="00490F75"/>
    <w:rsid w:val="00491030"/>
    <w:rsid w:val="00491CF5"/>
    <w:rsid w:val="0049277F"/>
    <w:rsid w:val="0049355B"/>
    <w:rsid w:val="0049439B"/>
    <w:rsid w:val="00494909"/>
    <w:rsid w:val="00494921"/>
    <w:rsid w:val="00496833"/>
    <w:rsid w:val="004969BB"/>
    <w:rsid w:val="00497A05"/>
    <w:rsid w:val="00497EF2"/>
    <w:rsid w:val="004A1F59"/>
    <w:rsid w:val="004A3543"/>
    <w:rsid w:val="004A3CDF"/>
    <w:rsid w:val="004A6DC1"/>
    <w:rsid w:val="004B1839"/>
    <w:rsid w:val="004B242F"/>
    <w:rsid w:val="004B2E50"/>
    <w:rsid w:val="004B3174"/>
    <w:rsid w:val="004B429F"/>
    <w:rsid w:val="004B54AB"/>
    <w:rsid w:val="004B5DA6"/>
    <w:rsid w:val="004B608A"/>
    <w:rsid w:val="004B70BF"/>
    <w:rsid w:val="004B7426"/>
    <w:rsid w:val="004B7BBB"/>
    <w:rsid w:val="004C1A5D"/>
    <w:rsid w:val="004C23A5"/>
    <w:rsid w:val="004C26C0"/>
    <w:rsid w:val="004C2997"/>
    <w:rsid w:val="004C2D5D"/>
    <w:rsid w:val="004C2F0A"/>
    <w:rsid w:val="004C493B"/>
    <w:rsid w:val="004C6C7F"/>
    <w:rsid w:val="004D4131"/>
    <w:rsid w:val="004D4449"/>
    <w:rsid w:val="004D5296"/>
    <w:rsid w:val="004D59CE"/>
    <w:rsid w:val="004E1416"/>
    <w:rsid w:val="004E152C"/>
    <w:rsid w:val="004E1FC0"/>
    <w:rsid w:val="004E2E52"/>
    <w:rsid w:val="004E3014"/>
    <w:rsid w:val="004E3BDE"/>
    <w:rsid w:val="004E4409"/>
    <w:rsid w:val="004E46DC"/>
    <w:rsid w:val="004E4B09"/>
    <w:rsid w:val="004E5136"/>
    <w:rsid w:val="004E5AD8"/>
    <w:rsid w:val="004E60A2"/>
    <w:rsid w:val="004E7F53"/>
    <w:rsid w:val="004F03E6"/>
    <w:rsid w:val="004F1F1F"/>
    <w:rsid w:val="004F2946"/>
    <w:rsid w:val="004F3E98"/>
    <w:rsid w:val="004F491A"/>
    <w:rsid w:val="004F5568"/>
    <w:rsid w:val="004F6E68"/>
    <w:rsid w:val="004F72A8"/>
    <w:rsid w:val="004F75B6"/>
    <w:rsid w:val="00500AD8"/>
    <w:rsid w:val="005027B8"/>
    <w:rsid w:val="00502876"/>
    <w:rsid w:val="00502B7F"/>
    <w:rsid w:val="00503207"/>
    <w:rsid w:val="00503653"/>
    <w:rsid w:val="0050387C"/>
    <w:rsid w:val="00504B23"/>
    <w:rsid w:val="00504CE2"/>
    <w:rsid w:val="005067ED"/>
    <w:rsid w:val="00506E20"/>
    <w:rsid w:val="00506F7F"/>
    <w:rsid w:val="0050709D"/>
    <w:rsid w:val="00507380"/>
    <w:rsid w:val="00510781"/>
    <w:rsid w:val="00510F5E"/>
    <w:rsid w:val="0051133F"/>
    <w:rsid w:val="005114BD"/>
    <w:rsid w:val="00512A79"/>
    <w:rsid w:val="00512AD7"/>
    <w:rsid w:val="00512E8E"/>
    <w:rsid w:val="00514C1F"/>
    <w:rsid w:val="00515982"/>
    <w:rsid w:val="00516BF7"/>
    <w:rsid w:val="005173B2"/>
    <w:rsid w:val="00520E24"/>
    <w:rsid w:val="00522ED2"/>
    <w:rsid w:val="00524C8A"/>
    <w:rsid w:val="00525D1C"/>
    <w:rsid w:val="00527F2B"/>
    <w:rsid w:val="00527F89"/>
    <w:rsid w:val="00531BAE"/>
    <w:rsid w:val="00532751"/>
    <w:rsid w:val="00532B75"/>
    <w:rsid w:val="005339E2"/>
    <w:rsid w:val="00535852"/>
    <w:rsid w:val="00535DDD"/>
    <w:rsid w:val="00536AED"/>
    <w:rsid w:val="00537357"/>
    <w:rsid w:val="00537465"/>
    <w:rsid w:val="00541A2D"/>
    <w:rsid w:val="00542165"/>
    <w:rsid w:val="00542A46"/>
    <w:rsid w:val="00543187"/>
    <w:rsid w:val="00545B17"/>
    <w:rsid w:val="00546423"/>
    <w:rsid w:val="00546EFC"/>
    <w:rsid w:val="005476F3"/>
    <w:rsid w:val="00550177"/>
    <w:rsid w:val="00550192"/>
    <w:rsid w:val="005503AF"/>
    <w:rsid w:val="00551886"/>
    <w:rsid w:val="0055361A"/>
    <w:rsid w:val="005542F5"/>
    <w:rsid w:val="00555967"/>
    <w:rsid w:val="00557059"/>
    <w:rsid w:val="005578B6"/>
    <w:rsid w:val="00560742"/>
    <w:rsid w:val="00560A9C"/>
    <w:rsid w:val="0056290C"/>
    <w:rsid w:val="00563F5B"/>
    <w:rsid w:val="00564E3C"/>
    <w:rsid w:val="00565350"/>
    <w:rsid w:val="0056582E"/>
    <w:rsid w:val="005659D7"/>
    <w:rsid w:val="00567BD8"/>
    <w:rsid w:val="00570E38"/>
    <w:rsid w:val="00571087"/>
    <w:rsid w:val="00571731"/>
    <w:rsid w:val="00571893"/>
    <w:rsid w:val="00571F81"/>
    <w:rsid w:val="00574CCF"/>
    <w:rsid w:val="00574EE2"/>
    <w:rsid w:val="00575FEC"/>
    <w:rsid w:val="0057602F"/>
    <w:rsid w:val="00576951"/>
    <w:rsid w:val="005817AB"/>
    <w:rsid w:val="0058183F"/>
    <w:rsid w:val="00582BF0"/>
    <w:rsid w:val="00583322"/>
    <w:rsid w:val="00583485"/>
    <w:rsid w:val="00583B07"/>
    <w:rsid w:val="00583F97"/>
    <w:rsid w:val="00584D61"/>
    <w:rsid w:val="00586A21"/>
    <w:rsid w:val="005872AE"/>
    <w:rsid w:val="005877BD"/>
    <w:rsid w:val="005878B0"/>
    <w:rsid w:val="005907AD"/>
    <w:rsid w:val="00591C4F"/>
    <w:rsid w:val="00592499"/>
    <w:rsid w:val="00592D90"/>
    <w:rsid w:val="005965F8"/>
    <w:rsid w:val="00597516"/>
    <w:rsid w:val="005A4379"/>
    <w:rsid w:val="005A5B9B"/>
    <w:rsid w:val="005A5CFA"/>
    <w:rsid w:val="005A6104"/>
    <w:rsid w:val="005A7797"/>
    <w:rsid w:val="005A7E8B"/>
    <w:rsid w:val="005B08BA"/>
    <w:rsid w:val="005B14FE"/>
    <w:rsid w:val="005B391A"/>
    <w:rsid w:val="005B3EAD"/>
    <w:rsid w:val="005B4835"/>
    <w:rsid w:val="005B517A"/>
    <w:rsid w:val="005B587F"/>
    <w:rsid w:val="005B7CE5"/>
    <w:rsid w:val="005C0D63"/>
    <w:rsid w:val="005C0F2E"/>
    <w:rsid w:val="005C24ED"/>
    <w:rsid w:val="005C2BFA"/>
    <w:rsid w:val="005C310A"/>
    <w:rsid w:val="005C4428"/>
    <w:rsid w:val="005C4A76"/>
    <w:rsid w:val="005C62DB"/>
    <w:rsid w:val="005C6DAC"/>
    <w:rsid w:val="005C74AA"/>
    <w:rsid w:val="005C74E2"/>
    <w:rsid w:val="005D1A10"/>
    <w:rsid w:val="005D2B94"/>
    <w:rsid w:val="005D311E"/>
    <w:rsid w:val="005D3EF1"/>
    <w:rsid w:val="005D693A"/>
    <w:rsid w:val="005D70CD"/>
    <w:rsid w:val="005D7A5A"/>
    <w:rsid w:val="005E0C58"/>
    <w:rsid w:val="005E0CF4"/>
    <w:rsid w:val="005E0E26"/>
    <w:rsid w:val="005E30D2"/>
    <w:rsid w:val="005E33B1"/>
    <w:rsid w:val="005E3414"/>
    <w:rsid w:val="005E40FF"/>
    <w:rsid w:val="005E42FD"/>
    <w:rsid w:val="005E5E8D"/>
    <w:rsid w:val="005E61B3"/>
    <w:rsid w:val="005E6B0E"/>
    <w:rsid w:val="005E6B89"/>
    <w:rsid w:val="005E7044"/>
    <w:rsid w:val="005E739F"/>
    <w:rsid w:val="005F0433"/>
    <w:rsid w:val="005F31B7"/>
    <w:rsid w:val="005F6006"/>
    <w:rsid w:val="005F6FDE"/>
    <w:rsid w:val="005F70D0"/>
    <w:rsid w:val="005F76E1"/>
    <w:rsid w:val="005F7B38"/>
    <w:rsid w:val="006004B6"/>
    <w:rsid w:val="006005A3"/>
    <w:rsid w:val="00600980"/>
    <w:rsid w:val="00602393"/>
    <w:rsid w:val="00603B2C"/>
    <w:rsid w:val="0060472D"/>
    <w:rsid w:val="006047E1"/>
    <w:rsid w:val="006051FF"/>
    <w:rsid w:val="006054C6"/>
    <w:rsid w:val="00605AF6"/>
    <w:rsid w:val="006069F9"/>
    <w:rsid w:val="00606A56"/>
    <w:rsid w:val="00607019"/>
    <w:rsid w:val="00610526"/>
    <w:rsid w:val="00610B4D"/>
    <w:rsid w:val="00611771"/>
    <w:rsid w:val="00611784"/>
    <w:rsid w:val="0061501C"/>
    <w:rsid w:val="006156DC"/>
    <w:rsid w:val="00616CB3"/>
    <w:rsid w:val="00617109"/>
    <w:rsid w:val="006172DF"/>
    <w:rsid w:val="00617636"/>
    <w:rsid w:val="00617AF7"/>
    <w:rsid w:val="00620357"/>
    <w:rsid w:val="00622046"/>
    <w:rsid w:val="00622B7B"/>
    <w:rsid w:val="006249DD"/>
    <w:rsid w:val="00624EFA"/>
    <w:rsid w:val="00626E40"/>
    <w:rsid w:val="00626FB6"/>
    <w:rsid w:val="00627293"/>
    <w:rsid w:val="00627580"/>
    <w:rsid w:val="00627CF1"/>
    <w:rsid w:val="006319C8"/>
    <w:rsid w:val="00634FD0"/>
    <w:rsid w:val="006364DB"/>
    <w:rsid w:val="00636F8C"/>
    <w:rsid w:val="0063705E"/>
    <w:rsid w:val="006417F0"/>
    <w:rsid w:val="0064278E"/>
    <w:rsid w:val="0064569E"/>
    <w:rsid w:val="0064682F"/>
    <w:rsid w:val="00646A1E"/>
    <w:rsid w:val="00647A79"/>
    <w:rsid w:val="00650BC6"/>
    <w:rsid w:val="006510B4"/>
    <w:rsid w:val="006521CE"/>
    <w:rsid w:val="006524AD"/>
    <w:rsid w:val="00653A8D"/>
    <w:rsid w:val="00654750"/>
    <w:rsid w:val="00654AE4"/>
    <w:rsid w:val="0065577E"/>
    <w:rsid w:val="00655CD3"/>
    <w:rsid w:val="00660DB5"/>
    <w:rsid w:val="00661465"/>
    <w:rsid w:val="00661682"/>
    <w:rsid w:val="006621E0"/>
    <w:rsid w:val="00662B42"/>
    <w:rsid w:val="00662EF8"/>
    <w:rsid w:val="00664946"/>
    <w:rsid w:val="00666F31"/>
    <w:rsid w:val="00667187"/>
    <w:rsid w:val="00667468"/>
    <w:rsid w:val="0066755E"/>
    <w:rsid w:val="00667DA6"/>
    <w:rsid w:val="006707C5"/>
    <w:rsid w:val="0067190F"/>
    <w:rsid w:val="006734BE"/>
    <w:rsid w:val="00674310"/>
    <w:rsid w:val="00677C48"/>
    <w:rsid w:val="00677F2B"/>
    <w:rsid w:val="006809E5"/>
    <w:rsid w:val="00680C10"/>
    <w:rsid w:val="00680DD5"/>
    <w:rsid w:val="006812BA"/>
    <w:rsid w:val="00681350"/>
    <w:rsid w:val="00683604"/>
    <w:rsid w:val="00683768"/>
    <w:rsid w:val="0068382A"/>
    <w:rsid w:val="006838C6"/>
    <w:rsid w:val="00683CD5"/>
    <w:rsid w:val="00686D68"/>
    <w:rsid w:val="00687EA6"/>
    <w:rsid w:val="00691E08"/>
    <w:rsid w:val="00692AF9"/>
    <w:rsid w:val="00692B01"/>
    <w:rsid w:val="00692E8B"/>
    <w:rsid w:val="00692F28"/>
    <w:rsid w:val="00694E45"/>
    <w:rsid w:val="00695986"/>
    <w:rsid w:val="006964DD"/>
    <w:rsid w:val="00697061"/>
    <w:rsid w:val="00697082"/>
    <w:rsid w:val="006A16EA"/>
    <w:rsid w:val="006A239D"/>
    <w:rsid w:val="006A3E4B"/>
    <w:rsid w:val="006A40F9"/>
    <w:rsid w:val="006A49AF"/>
    <w:rsid w:val="006A4D91"/>
    <w:rsid w:val="006A520D"/>
    <w:rsid w:val="006A6CBC"/>
    <w:rsid w:val="006A7360"/>
    <w:rsid w:val="006B3E98"/>
    <w:rsid w:val="006B4E82"/>
    <w:rsid w:val="006B5691"/>
    <w:rsid w:val="006B67C9"/>
    <w:rsid w:val="006B7019"/>
    <w:rsid w:val="006B7115"/>
    <w:rsid w:val="006B74A4"/>
    <w:rsid w:val="006B7959"/>
    <w:rsid w:val="006C0830"/>
    <w:rsid w:val="006C0896"/>
    <w:rsid w:val="006C12F2"/>
    <w:rsid w:val="006C26EF"/>
    <w:rsid w:val="006C395C"/>
    <w:rsid w:val="006C5537"/>
    <w:rsid w:val="006C70FA"/>
    <w:rsid w:val="006C72CE"/>
    <w:rsid w:val="006C7C93"/>
    <w:rsid w:val="006D0063"/>
    <w:rsid w:val="006D1FB8"/>
    <w:rsid w:val="006D2888"/>
    <w:rsid w:val="006D4019"/>
    <w:rsid w:val="006D4305"/>
    <w:rsid w:val="006D523F"/>
    <w:rsid w:val="006D5868"/>
    <w:rsid w:val="006D61DE"/>
    <w:rsid w:val="006D6BA2"/>
    <w:rsid w:val="006D77C6"/>
    <w:rsid w:val="006D7A56"/>
    <w:rsid w:val="006E17D7"/>
    <w:rsid w:val="006E208B"/>
    <w:rsid w:val="006E25D1"/>
    <w:rsid w:val="006E26C4"/>
    <w:rsid w:val="006E38E7"/>
    <w:rsid w:val="006E39A2"/>
    <w:rsid w:val="006E3AAF"/>
    <w:rsid w:val="006E4458"/>
    <w:rsid w:val="006E4A2A"/>
    <w:rsid w:val="006E4FEF"/>
    <w:rsid w:val="006E742D"/>
    <w:rsid w:val="006F19D6"/>
    <w:rsid w:val="006F3142"/>
    <w:rsid w:val="006F417F"/>
    <w:rsid w:val="006F60B5"/>
    <w:rsid w:val="006F71C7"/>
    <w:rsid w:val="0070179D"/>
    <w:rsid w:val="0070248D"/>
    <w:rsid w:val="00703DBD"/>
    <w:rsid w:val="007054AD"/>
    <w:rsid w:val="00705B73"/>
    <w:rsid w:val="00706ED5"/>
    <w:rsid w:val="007070CB"/>
    <w:rsid w:val="007074F0"/>
    <w:rsid w:val="00707917"/>
    <w:rsid w:val="007104E0"/>
    <w:rsid w:val="00710721"/>
    <w:rsid w:val="007116D7"/>
    <w:rsid w:val="0071254A"/>
    <w:rsid w:val="007126B7"/>
    <w:rsid w:val="00713B8C"/>
    <w:rsid w:val="00715EE3"/>
    <w:rsid w:val="00716CD4"/>
    <w:rsid w:val="00720833"/>
    <w:rsid w:val="00722138"/>
    <w:rsid w:val="007230D8"/>
    <w:rsid w:val="00723F10"/>
    <w:rsid w:val="007243C8"/>
    <w:rsid w:val="0072452B"/>
    <w:rsid w:val="00726233"/>
    <w:rsid w:val="00726E4D"/>
    <w:rsid w:val="007278FC"/>
    <w:rsid w:val="00727D67"/>
    <w:rsid w:val="00727F5F"/>
    <w:rsid w:val="007311F2"/>
    <w:rsid w:val="00731650"/>
    <w:rsid w:val="00731ACB"/>
    <w:rsid w:val="0073229F"/>
    <w:rsid w:val="007347C3"/>
    <w:rsid w:val="00735377"/>
    <w:rsid w:val="00735A59"/>
    <w:rsid w:val="00735BCC"/>
    <w:rsid w:val="007362C0"/>
    <w:rsid w:val="00736CAA"/>
    <w:rsid w:val="00736D1C"/>
    <w:rsid w:val="00741261"/>
    <w:rsid w:val="00741268"/>
    <w:rsid w:val="00741A2F"/>
    <w:rsid w:val="00741ABD"/>
    <w:rsid w:val="007421B5"/>
    <w:rsid w:val="007425E1"/>
    <w:rsid w:val="00742830"/>
    <w:rsid w:val="00744227"/>
    <w:rsid w:val="007442BF"/>
    <w:rsid w:val="007452F9"/>
    <w:rsid w:val="00745CBA"/>
    <w:rsid w:val="00745ED5"/>
    <w:rsid w:val="00746632"/>
    <w:rsid w:val="00747291"/>
    <w:rsid w:val="007505B8"/>
    <w:rsid w:val="007506C9"/>
    <w:rsid w:val="00751F51"/>
    <w:rsid w:val="007527C3"/>
    <w:rsid w:val="00752E25"/>
    <w:rsid w:val="00753DDA"/>
    <w:rsid w:val="00754412"/>
    <w:rsid w:val="0075596C"/>
    <w:rsid w:val="0075729D"/>
    <w:rsid w:val="00757468"/>
    <w:rsid w:val="00757863"/>
    <w:rsid w:val="00760035"/>
    <w:rsid w:val="0076212D"/>
    <w:rsid w:val="00762284"/>
    <w:rsid w:val="00762477"/>
    <w:rsid w:val="00762FB8"/>
    <w:rsid w:val="00763A57"/>
    <w:rsid w:val="007649B3"/>
    <w:rsid w:val="00765042"/>
    <w:rsid w:val="00765A8C"/>
    <w:rsid w:val="00765BA2"/>
    <w:rsid w:val="00766878"/>
    <w:rsid w:val="00767448"/>
    <w:rsid w:val="00770BD4"/>
    <w:rsid w:val="0077222F"/>
    <w:rsid w:val="007724F2"/>
    <w:rsid w:val="00774025"/>
    <w:rsid w:val="007740BC"/>
    <w:rsid w:val="0077487F"/>
    <w:rsid w:val="00774EFF"/>
    <w:rsid w:val="00775FFB"/>
    <w:rsid w:val="00776190"/>
    <w:rsid w:val="00777D24"/>
    <w:rsid w:val="00785193"/>
    <w:rsid w:val="007857A2"/>
    <w:rsid w:val="00785CE9"/>
    <w:rsid w:val="00786BFF"/>
    <w:rsid w:val="00792236"/>
    <w:rsid w:val="007928EE"/>
    <w:rsid w:val="00792F8B"/>
    <w:rsid w:val="00793DAC"/>
    <w:rsid w:val="00794CFC"/>
    <w:rsid w:val="00795EB1"/>
    <w:rsid w:val="00796250"/>
    <w:rsid w:val="00796283"/>
    <w:rsid w:val="007A00F7"/>
    <w:rsid w:val="007A1567"/>
    <w:rsid w:val="007A1E35"/>
    <w:rsid w:val="007A3160"/>
    <w:rsid w:val="007A35E4"/>
    <w:rsid w:val="007A41B0"/>
    <w:rsid w:val="007A44D5"/>
    <w:rsid w:val="007A5053"/>
    <w:rsid w:val="007A54C1"/>
    <w:rsid w:val="007A57AE"/>
    <w:rsid w:val="007A5AD3"/>
    <w:rsid w:val="007A61BF"/>
    <w:rsid w:val="007A62E9"/>
    <w:rsid w:val="007A6339"/>
    <w:rsid w:val="007A656A"/>
    <w:rsid w:val="007A68D8"/>
    <w:rsid w:val="007A7BAA"/>
    <w:rsid w:val="007A7BE4"/>
    <w:rsid w:val="007B06D5"/>
    <w:rsid w:val="007B1E66"/>
    <w:rsid w:val="007B2198"/>
    <w:rsid w:val="007B3D88"/>
    <w:rsid w:val="007B4A18"/>
    <w:rsid w:val="007B505A"/>
    <w:rsid w:val="007B5D8E"/>
    <w:rsid w:val="007B6B43"/>
    <w:rsid w:val="007C0B36"/>
    <w:rsid w:val="007C0C6C"/>
    <w:rsid w:val="007C165B"/>
    <w:rsid w:val="007C2311"/>
    <w:rsid w:val="007C2A34"/>
    <w:rsid w:val="007C36BA"/>
    <w:rsid w:val="007C36F8"/>
    <w:rsid w:val="007C37A8"/>
    <w:rsid w:val="007C4569"/>
    <w:rsid w:val="007C55B8"/>
    <w:rsid w:val="007C5755"/>
    <w:rsid w:val="007C5ED3"/>
    <w:rsid w:val="007C78A5"/>
    <w:rsid w:val="007D29C2"/>
    <w:rsid w:val="007D468F"/>
    <w:rsid w:val="007D5996"/>
    <w:rsid w:val="007D5C07"/>
    <w:rsid w:val="007D66EB"/>
    <w:rsid w:val="007D6C2D"/>
    <w:rsid w:val="007D724C"/>
    <w:rsid w:val="007D7F1E"/>
    <w:rsid w:val="007E0165"/>
    <w:rsid w:val="007E1AB9"/>
    <w:rsid w:val="007E2D13"/>
    <w:rsid w:val="007E4DCE"/>
    <w:rsid w:val="007E4E7D"/>
    <w:rsid w:val="007E527D"/>
    <w:rsid w:val="007E6397"/>
    <w:rsid w:val="007E64BA"/>
    <w:rsid w:val="007E7DBF"/>
    <w:rsid w:val="007F159C"/>
    <w:rsid w:val="007F19A9"/>
    <w:rsid w:val="007F1E57"/>
    <w:rsid w:val="007F209E"/>
    <w:rsid w:val="007F4B64"/>
    <w:rsid w:val="007F4D40"/>
    <w:rsid w:val="007F57A4"/>
    <w:rsid w:val="007F6140"/>
    <w:rsid w:val="007F631D"/>
    <w:rsid w:val="007F6CA4"/>
    <w:rsid w:val="00803D84"/>
    <w:rsid w:val="00803E51"/>
    <w:rsid w:val="00804308"/>
    <w:rsid w:val="008063B3"/>
    <w:rsid w:val="008066AD"/>
    <w:rsid w:val="0080701A"/>
    <w:rsid w:val="0081061F"/>
    <w:rsid w:val="00810F83"/>
    <w:rsid w:val="008118B4"/>
    <w:rsid w:val="00811CAA"/>
    <w:rsid w:val="0081249C"/>
    <w:rsid w:val="00812C21"/>
    <w:rsid w:val="008141A1"/>
    <w:rsid w:val="00814248"/>
    <w:rsid w:val="00814B0C"/>
    <w:rsid w:val="00814B77"/>
    <w:rsid w:val="008159C3"/>
    <w:rsid w:val="00816DA9"/>
    <w:rsid w:val="008170C1"/>
    <w:rsid w:val="00817593"/>
    <w:rsid w:val="008177CF"/>
    <w:rsid w:val="00820EF4"/>
    <w:rsid w:val="008213E7"/>
    <w:rsid w:val="00822D19"/>
    <w:rsid w:val="0082409E"/>
    <w:rsid w:val="00824A59"/>
    <w:rsid w:val="008264E8"/>
    <w:rsid w:val="00826B26"/>
    <w:rsid w:val="00827C1E"/>
    <w:rsid w:val="00827F8E"/>
    <w:rsid w:val="00830834"/>
    <w:rsid w:val="00830C50"/>
    <w:rsid w:val="00831BC7"/>
    <w:rsid w:val="0083391B"/>
    <w:rsid w:val="00834817"/>
    <w:rsid w:val="0083799F"/>
    <w:rsid w:val="008416B5"/>
    <w:rsid w:val="008417FC"/>
    <w:rsid w:val="00841991"/>
    <w:rsid w:val="00843359"/>
    <w:rsid w:val="00843FB8"/>
    <w:rsid w:val="00845047"/>
    <w:rsid w:val="008453E2"/>
    <w:rsid w:val="00845E61"/>
    <w:rsid w:val="00846935"/>
    <w:rsid w:val="00847F70"/>
    <w:rsid w:val="00850984"/>
    <w:rsid w:val="00851513"/>
    <w:rsid w:val="00852837"/>
    <w:rsid w:val="0085408C"/>
    <w:rsid w:val="008545D0"/>
    <w:rsid w:val="0085463C"/>
    <w:rsid w:val="00854E5A"/>
    <w:rsid w:val="008562C9"/>
    <w:rsid w:val="00856761"/>
    <w:rsid w:val="0086132B"/>
    <w:rsid w:val="00861CDF"/>
    <w:rsid w:val="008621C6"/>
    <w:rsid w:val="0086317B"/>
    <w:rsid w:val="00865BE1"/>
    <w:rsid w:val="00865F80"/>
    <w:rsid w:val="00867883"/>
    <w:rsid w:val="008718E5"/>
    <w:rsid w:val="00871B4C"/>
    <w:rsid w:val="00872EBC"/>
    <w:rsid w:val="00872FB6"/>
    <w:rsid w:val="00873B4D"/>
    <w:rsid w:val="00875B7D"/>
    <w:rsid w:val="00875EA5"/>
    <w:rsid w:val="00876B18"/>
    <w:rsid w:val="00876B79"/>
    <w:rsid w:val="00877409"/>
    <w:rsid w:val="00880965"/>
    <w:rsid w:val="008816CF"/>
    <w:rsid w:val="00881C52"/>
    <w:rsid w:val="00883C1E"/>
    <w:rsid w:val="00884F11"/>
    <w:rsid w:val="00885996"/>
    <w:rsid w:val="00886303"/>
    <w:rsid w:val="00890E5F"/>
    <w:rsid w:val="0089128E"/>
    <w:rsid w:val="00892F71"/>
    <w:rsid w:val="00893331"/>
    <w:rsid w:val="00894815"/>
    <w:rsid w:val="00895E06"/>
    <w:rsid w:val="00896D91"/>
    <w:rsid w:val="00897412"/>
    <w:rsid w:val="008A0CDB"/>
    <w:rsid w:val="008A1345"/>
    <w:rsid w:val="008A1BD6"/>
    <w:rsid w:val="008A1CC9"/>
    <w:rsid w:val="008A35E1"/>
    <w:rsid w:val="008A4C1C"/>
    <w:rsid w:val="008B01C2"/>
    <w:rsid w:val="008B0A11"/>
    <w:rsid w:val="008B1840"/>
    <w:rsid w:val="008B1A46"/>
    <w:rsid w:val="008B2E4C"/>
    <w:rsid w:val="008B3490"/>
    <w:rsid w:val="008B5194"/>
    <w:rsid w:val="008B5E79"/>
    <w:rsid w:val="008B60BD"/>
    <w:rsid w:val="008B6575"/>
    <w:rsid w:val="008C0501"/>
    <w:rsid w:val="008C06E4"/>
    <w:rsid w:val="008C0764"/>
    <w:rsid w:val="008C23BD"/>
    <w:rsid w:val="008C3837"/>
    <w:rsid w:val="008C3BA2"/>
    <w:rsid w:val="008C3BE0"/>
    <w:rsid w:val="008C3FD5"/>
    <w:rsid w:val="008C5F11"/>
    <w:rsid w:val="008C6534"/>
    <w:rsid w:val="008C67AE"/>
    <w:rsid w:val="008C67E7"/>
    <w:rsid w:val="008C7EC2"/>
    <w:rsid w:val="008D051C"/>
    <w:rsid w:val="008D18A9"/>
    <w:rsid w:val="008D1989"/>
    <w:rsid w:val="008D250B"/>
    <w:rsid w:val="008D31B5"/>
    <w:rsid w:val="008D3CCE"/>
    <w:rsid w:val="008D60C0"/>
    <w:rsid w:val="008D6109"/>
    <w:rsid w:val="008D718D"/>
    <w:rsid w:val="008D71FF"/>
    <w:rsid w:val="008E01E8"/>
    <w:rsid w:val="008E1BAE"/>
    <w:rsid w:val="008E1E51"/>
    <w:rsid w:val="008E20F8"/>
    <w:rsid w:val="008E2B9B"/>
    <w:rsid w:val="008E312E"/>
    <w:rsid w:val="008E4025"/>
    <w:rsid w:val="008E5CFF"/>
    <w:rsid w:val="008E69B4"/>
    <w:rsid w:val="008E7409"/>
    <w:rsid w:val="008F068E"/>
    <w:rsid w:val="008F09A0"/>
    <w:rsid w:val="008F0BBE"/>
    <w:rsid w:val="008F0C37"/>
    <w:rsid w:val="008F2391"/>
    <w:rsid w:val="008F3D50"/>
    <w:rsid w:val="008F4F7B"/>
    <w:rsid w:val="008F596D"/>
    <w:rsid w:val="008F76E7"/>
    <w:rsid w:val="008F7DE6"/>
    <w:rsid w:val="009006A5"/>
    <w:rsid w:val="009049B3"/>
    <w:rsid w:val="009053EF"/>
    <w:rsid w:val="009054A5"/>
    <w:rsid w:val="00905AC2"/>
    <w:rsid w:val="00905B4F"/>
    <w:rsid w:val="00905C93"/>
    <w:rsid w:val="00905CBA"/>
    <w:rsid w:val="009068BD"/>
    <w:rsid w:val="00907381"/>
    <w:rsid w:val="00911CC6"/>
    <w:rsid w:val="009140E2"/>
    <w:rsid w:val="009151F6"/>
    <w:rsid w:val="00915998"/>
    <w:rsid w:val="009165B4"/>
    <w:rsid w:val="0091661B"/>
    <w:rsid w:val="00916B40"/>
    <w:rsid w:val="009201D1"/>
    <w:rsid w:val="00922DCE"/>
    <w:rsid w:val="0092383C"/>
    <w:rsid w:val="00924C0D"/>
    <w:rsid w:val="00926152"/>
    <w:rsid w:val="0092679C"/>
    <w:rsid w:val="00926EA4"/>
    <w:rsid w:val="009275B1"/>
    <w:rsid w:val="00927850"/>
    <w:rsid w:val="00930C69"/>
    <w:rsid w:val="00930CF6"/>
    <w:rsid w:val="00930EE9"/>
    <w:rsid w:val="009315BF"/>
    <w:rsid w:val="00932746"/>
    <w:rsid w:val="00932D7E"/>
    <w:rsid w:val="00933E15"/>
    <w:rsid w:val="0093463B"/>
    <w:rsid w:val="00934B60"/>
    <w:rsid w:val="00934DD9"/>
    <w:rsid w:val="009351CB"/>
    <w:rsid w:val="009356F4"/>
    <w:rsid w:val="00935E3D"/>
    <w:rsid w:val="00936103"/>
    <w:rsid w:val="00940951"/>
    <w:rsid w:val="00941755"/>
    <w:rsid w:val="00941B9B"/>
    <w:rsid w:val="00941E22"/>
    <w:rsid w:val="0094283E"/>
    <w:rsid w:val="00942948"/>
    <w:rsid w:val="00943D1F"/>
    <w:rsid w:val="009440DB"/>
    <w:rsid w:val="00944750"/>
    <w:rsid w:val="0094598C"/>
    <w:rsid w:val="00945C8F"/>
    <w:rsid w:val="00946081"/>
    <w:rsid w:val="00946BDC"/>
    <w:rsid w:val="00946C37"/>
    <w:rsid w:val="0094788F"/>
    <w:rsid w:val="009503CB"/>
    <w:rsid w:val="0095060B"/>
    <w:rsid w:val="00950E7E"/>
    <w:rsid w:val="009514E4"/>
    <w:rsid w:val="0095170A"/>
    <w:rsid w:val="00952ACC"/>
    <w:rsid w:val="00953268"/>
    <w:rsid w:val="0095427B"/>
    <w:rsid w:val="00954FF8"/>
    <w:rsid w:val="009552F4"/>
    <w:rsid w:val="00955D41"/>
    <w:rsid w:val="00956C52"/>
    <w:rsid w:val="0095719D"/>
    <w:rsid w:val="009609C3"/>
    <w:rsid w:val="00961472"/>
    <w:rsid w:val="0096295C"/>
    <w:rsid w:val="0096365C"/>
    <w:rsid w:val="00965699"/>
    <w:rsid w:val="00971243"/>
    <w:rsid w:val="009714E2"/>
    <w:rsid w:val="00971EE7"/>
    <w:rsid w:val="00973232"/>
    <w:rsid w:val="00974544"/>
    <w:rsid w:val="009748BE"/>
    <w:rsid w:val="009756FA"/>
    <w:rsid w:val="0097678C"/>
    <w:rsid w:val="009771E0"/>
    <w:rsid w:val="00980185"/>
    <w:rsid w:val="009804E9"/>
    <w:rsid w:val="00982D35"/>
    <w:rsid w:val="00982D4C"/>
    <w:rsid w:val="00983B39"/>
    <w:rsid w:val="00983D20"/>
    <w:rsid w:val="009842EC"/>
    <w:rsid w:val="00984711"/>
    <w:rsid w:val="00985F5E"/>
    <w:rsid w:val="009874A7"/>
    <w:rsid w:val="009902BE"/>
    <w:rsid w:val="0099166E"/>
    <w:rsid w:val="00992DAC"/>
    <w:rsid w:val="00993C3C"/>
    <w:rsid w:val="0099471C"/>
    <w:rsid w:val="00995640"/>
    <w:rsid w:val="00995871"/>
    <w:rsid w:val="00996102"/>
    <w:rsid w:val="00996FF8"/>
    <w:rsid w:val="00997F68"/>
    <w:rsid w:val="009A06B2"/>
    <w:rsid w:val="009A4313"/>
    <w:rsid w:val="009A54C5"/>
    <w:rsid w:val="009A5584"/>
    <w:rsid w:val="009A5961"/>
    <w:rsid w:val="009A7053"/>
    <w:rsid w:val="009B08AB"/>
    <w:rsid w:val="009B0D91"/>
    <w:rsid w:val="009B2056"/>
    <w:rsid w:val="009B2217"/>
    <w:rsid w:val="009B2BB7"/>
    <w:rsid w:val="009B4C96"/>
    <w:rsid w:val="009B5EF4"/>
    <w:rsid w:val="009B6F52"/>
    <w:rsid w:val="009B79FB"/>
    <w:rsid w:val="009C15F1"/>
    <w:rsid w:val="009C287A"/>
    <w:rsid w:val="009C47B5"/>
    <w:rsid w:val="009C4C98"/>
    <w:rsid w:val="009C6025"/>
    <w:rsid w:val="009C602A"/>
    <w:rsid w:val="009C7445"/>
    <w:rsid w:val="009C76A3"/>
    <w:rsid w:val="009D338C"/>
    <w:rsid w:val="009D33FD"/>
    <w:rsid w:val="009D468A"/>
    <w:rsid w:val="009D46BB"/>
    <w:rsid w:val="009D48AC"/>
    <w:rsid w:val="009D52B5"/>
    <w:rsid w:val="009D61D9"/>
    <w:rsid w:val="009D6B65"/>
    <w:rsid w:val="009D6E18"/>
    <w:rsid w:val="009E031E"/>
    <w:rsid w:val="009E0528"/>
    <w:rsid w:val="009E2817"/>
    <w:rsid w:val="009E2FE5"/>
    <w:rsid w:val="009E306F"/>
    <w:rsid w:val="009E340A"/>
    <w:rsid w:val="009E3557"/>
    <w:rsid w:val="009E369C"/>
    <w:rsid w:val="009E491F"/>
    <w:rsid w:val="009E62FA"/>
    <w:rsid w:val="009E6AA5"/>
    <w:rsid w:val="009F1AC3"/>
    <w:rsid w:val="009F217B"/>
    <w:rsid w:val="009F2D42"/>
    <w:rsid w:val="009F425C"/>
    <w:rsid w:val="009F4CA1"/>
    <w:rsid w:val="009F5C93"/>
    <w:rsid w:val="009F7493"/>
    <w:rsid w:val="00A026F8"/>
    <w:rsid w:val="00A027B0"/>
    <w:rsid w:val="00A02EAE"/>
    <w:rsid w:val="00A03F75"/>
    <w:rsid w:val="00A03FA0"/>
    <w:rsid w:val="00A0409A"/>
    <w:rsid w:val="00A04B03"/>
    <w:rsid w:val="00A04F06"/>
    <w:rsid w:val="00A05E9E"/>
    <w:rsid w:val="00A061EE"/>
    <w:rsid w:val="00A065BE"/>
    <w:rsid w:val="00A07BA3"/>
    <w:rsid w:val="00A07BD9"/>
    <w:rsid w:val="00A11141"/>
    <w:rsid w:val="00A114A8"/>
    <w:rsid w:val="00A11F2B"/>
    <w:rsid w:val="00A1216C"/>
    <w:rsid w:val="00A125B1"/>
    <w:rsid w:val="00A13681"/>
    <w:rsid w:val="00A15291"/>
    <w:rsid w:val="00A15C5B"/>
    <w:rsid w:val="00A17E0E"/>
    <w:rsid w:val="00A20E1E"/>
    <w:rsid w:val="00A21014"/>
    <w:rsid w:val="00A215A6"/>
    <w:rsid w:val="00A21A0F"/>
    <w:rsid w:val="00A21EA6"/>
    <w:rsid w:val="00A221A9"/>
    <w:rsid w:val="00A22D6F"/>
    <w:rsid w:val="00A2458A"/>
    <w:rsid w:val="00A24C63"/>
    <w:rsid w:val="00A27433"/>
    <w:rsid w:val="00A27744"/>
    <w:rsid w:val="00A278A3"/>
    <w:rsid w:val="00A27FFE"/>
    <w:rsid w:val="00A30164"/>
    <w:rsid w:val="00A310E0"/>
    <w:rsid w:val="00A319AC"/>
    <w:rsid w:val="00A320AA"/>
    <w:rsid w:val="00A326D0"/>
    <w:rsid w:val="00A32929"/>
    <w:rsid w:val="00A33C36"/>
    <w:rsid w:val="00A33EB9"/>
    <w:rsid w:val="00A3480F"/>
    <w:rsid w:val="00A353B7"/>
    <w:rsid w:val="00A36CE9"/>
    <w:rsid w:val="00A3798F"/>
    <w:rsid w:val="00A37B23"/>
    <w:rsid w:val="00A4143D"/>
    <w:rsid w:val="00A41FF2"/>
    <w:rsid w:val="00A4290E"/>
    <w:rsid w:val="00A432E4"/>
    <w:rsid w:val="00A44145"/>
    <w:rsid w:val="00A44483"/>
    <w:rsid w:val="00A4595D"/>
    <w:rsid w:val="00A45D04"/>
    <w:rsid w:val="00A46B18"/>
    <w:rsid w:val="00A46EEB"/>
    <w:rsid w:val="00A500FC"/>
    <w:rsid w:val="00A50E37"/>
    <w:rsid w:val="00A51D8E"/>
    <w:rsid w:val="00A52925"/>
    <w:rsid w:val="00A52A92"/>
    <w:rsid w:val="00A5303C"/>
    <w:rsid w:val="00A54397"/>
    <w:rsid w:val="00A56266"/>
    <w:rsid w:val="00A56465"/>
    <w:rsid w:val="00A569DC"/>
    <w:rsid w:val="00A56DB5"/>
    <w:rsid w:val="00A56ED4"/>
    <w:rsid w:val="00A62CE0"/>
    <w:rsid w:val="00A63E8E"/>
    <w:rsid w:val="00A6401B"/>
    <w:rsid w:val="00A64FAA"/>
    <w:rsid w:val="00A650AF"/>
    <w:rsid w:val="00A653BD"/>
    <w:rsid w:val="00A658C0"/>
    <w:rsid w:val="00A65E8C"/>
    <w:rsid w:val="00A65F97"/>
    <w:rsid w:val="00A661B6"/>
    <w:rsid w:val="00A669CC"/>
    <w:rsid w:val="00A66FBC"/>
    <w:rsid w:val="00A6723A"/>
    <w:rsid w:val="00A67E1A"/>
    <w:rsid w:val="00A712F1"/>
    <w:rsid w:val="00A71966"/>
    <w:rsid w:val="00A72B25"/>
    <w:rsid w:val="00A73982"/>
    <w:rsid w:val="00A75D51"/>
    <w:rsid w:val="00A767D4"/>
    <w:rsid w:val="00A767F0"/>
    <w:rsid w:val="00A77F22"/>
    <w:rsid w:val="00A82F32"/>
    <w:rsid w:val="00A82FAA"/>
    <w:rsid w:val="00A840A6"/>
    <w:rsid w:val="00A841A6"/>
    <w:rsid w:val="00A84302"/>
    <w:rsid w:val="00A84517"/>
    <w:rsid w:val="00A84AE2"/>
    <w:rsid w:val="00A85F1B"/>
    <w:rsid w:val="00A86061"/>
    <w:rsid w:val="00A867B8"/>
    <w:rsid w:val="00A86FA6"/>
    <w:rsid w:val="00A875ED"/>
    <w:rsid w:val="00A90389"/>
    <w:rsid w:val="00A91CE4"/>
    <w:rsid w:val="00A923B9"/>
    <w:rsid w:val="00A924B5"/>
    <w:rsid w:val="00A92861"/>
    <w:rsid w:val="00A930EF"/>
    <w:rsid w:val="00A936D1"/>
    <w:rsid w:val="00A94101"/>
    <w:rsid w:val="00A94FF5"/>
    <w:rsid w:val="00A9525D"/>
    <w:rsid w:val="00A95E92"/>
    <w:rsid w:val="00A95F34"/>
    <w:rsid w:val="00A970DF"/>
    <w:rsid w:val="00A9766D"/>
    <w:rsid w:val="00AA0743"/>
    <w:rsid w:val="00AA0DE6"/>
    <w:rsid w:val="00AA142B"/>
    <w:rsid w:val="00AA27CA"/>
    <w:rsid w:val="00AA2A5F"/>
    <w:rsid w:val="00AA3868"/>
    <w:rsid w:val="00AA3D10"/>
    <w:rsid w:val="00AA468E"/>
    <w:rsid w:val="00AA6FDF"/>
    <w:rsid w:val="00AB2255"/>
    <w:rsid w:val="00AB2402"/>
    <w:rsid w:val="00AB3224"/>
    <w:rsid w:val="00AB3302"/>
    <w:rsid w:val="00AB338A"/>
    <w:rsid w:val="00AB5D10"/>
    <w:rsid w:val="00AB616D"/>
    <w:rsid w:val="00AB6342"/>
    <w:rsid w:val="00AC01E8"/>
    <w:rsid w:val="00AC0724"/>
    <w:rsid w:val="00AC112C"/>
    <w:rsid w:val="00AC19B3"/>
    <w:rsid w:val="00AC2391"/>
    <w:rsid w:val="00AC2C10"/>
    <w:rsid w:val="00AC3814"/>
    <w:rsid w:val="00AC42A7"/>
    <w:rsid w:val="00AC4760"/>
    <w:rsid w:val="00AC63A8"/>
    <w:rsid w:val="00AC66E8"/>
    <w:rsid w:val="00AD00BE"/>
    <w:rsid w:val="00AD166A"/>
    <w:rsid w:val="00AD2140"/>
    <w:rsid w:val="00AD21BF"/>
    <w:rsid w:val="00AD223B"/>
    <w:rsid w:val="00AD22B9"/>
    <w:rsid w:val="00AD2F9A"/>
    <w:rsid w:val="00AD49AF"/>
    <w:rsid w:val="00AE0860"/>
    <w:rsid w:val="00AE10C3"/>
    <w:rsid w:val="00AE18BD"/>
    <w:rsid w:val="00AE1F25"/>
    <w:rsid w:val="00AE21C1"/>
    <w:rsid w:val="00AE2877"/>
    <w:rsid w:val="00AE3AC3"/>
    <w:rsid w:val="00AE49D2"/>
    <w:rsid w:val="00AE4BBF"/>
    <w:rsid w:val="00AE4D42"/>
    <w:rsid w:val="00AE57FA"/>
    <w:rsid w:val="00AE5C59"/>
    <w:rsid w:val="00AE7045"/>
    <w:rsid w:val="00AE72A8"/>
    <w:rsid w:val="00AE7813"/>
    <w:rsid w:val="00AE7CC6"/>
    <w:rsid w:val="00AF04A8"/>
    <w:rsid w:val="00AF15DC"/>
    <w:rsid w:val="00AF191E"/>
    <w:rsid w:val="00AF199F"/>
    <w:rsid w:val="00AF27A9"/>
    <w:rsid w:val="00AF5F03"/>
    <w:rsid w:val="00B00730"/>
    <w:rsid w:val="00B00882"/>
    <w:rsid w:val="00B00C43"/>
    <w:rsid w:val="00B00E03"/>
    <w:rsid w:val="00B00E08"/>
    <w:rsid w:val="00B02FAF"/>
    <w:rsid w:val="00B03606"/>
    <w:rsid w:val="00B03A34"/>
    <w:rsid w:val="00B04CE8"/>
    <w:rsid w:val="00B0579C"/>
    <w:rsid w:val="00B0743E"/>
    <w:rsid w:val="00B10DA7"/>
    <w:rsid w:val="00B10E0A"/>
    <w:rsid w:val="00B1141F"/>
    <w:rsid w:val="00B1250E"/>
    <w:rsid w:val="00B12A07"/>
    <w:rsid w:val="00B12C0D"/>
    <w:rsid w:val="00B12E8E"/>
    <w:rsid w:val="00B13C8D"/>
    <w:rsid w:val="00B13DEB"/>
    <w:rsid w:val="00B141F9"/>
    <w:rsid w:val="00B14972"/>
    <w:rsid w:val="00B154BA"/>
    <w:rsid w:val="00B15AE7"/>
    <w:rsid w:val="00B16303"/>
    <w:rsid w:val="00B16963"/>
    <w:rsid w:val="00B171D1"/>
    <w:rsid w:val="00B210E3"/>
    <w:rsid w:val="00B21D22"/>
    <w:rsid w:val="00B225E0"/>
    <w:rsid w:val="00B2378B"/>
    <w:rsid w:val="00B23EDA"/>
    <w:rsid w:val="00B245A2"/>
    <w:rsid w:val="00B25DE9"/>
    <w:rsid w:val="00B2612B"/>
    <w:rsid w:val="00B269C3"/>
    <w:rsid w:val="00B26B77"/>
    <w:rsid w:val="00B271D1"/>
    <w:rsid w:val="00B2735C"/>
    <w:rsid w:val="00B2779D"/>
    <w:rsid w:val="00B27B15"/>
    <w:rsid w:val="00B311B9"/>
    <w:rsid w:val="00B31260"/>
    <w:rsid w:val="00B322F3"/>
    <w:rsid w:val="00B33A84"/>
    <w:rsid w:val="00B33D6E"/>
    <w:rsid w:val="00B34F1B"/>
    <w:rsid w:val="00B361F9"/>
    <w:rsid w:val="00B36701"/>
    <w:rsid w:val="00B371A5"/>
    <w:rsid w:val="00B405EC"/>
    <w:rsid w:val="00B43341"/>
    <w:rsid w:val="00B4372F"/>
    <w:rsid w:val="00B43D00"/>
    <w:rsid w:val="00B44232"/>
    <w:rsid w:val="00B4459E"/>
    <w:rsid w:val="00B45B68"/>
    <w:rsid w:val="00B46BCC"/>
    <w:rsid w:val="00B47ADF"/>
    <w:rsid w:val="00B47CD8"/>
    <w:rsid w:val="00B50175"/>
    <w:rsid w:val="00B51097"/>
    <w:rsid w:val="00B52542"/>
    <w:rsid w:val="00B52AD7"/>
    <w:rsid w:val="00B5302A"/>
    <w:rsid w:val="00B530B0"/>
    <w:rsid w:val="00B53400"/>
    <w:rsid w:val="00B53A6B"/>
    <w:rsid w:val="00B54570"/>
    <w:rsid w:val="00B55289"/>
    <w:rsid w:val="00B57376"/>
    <w:rsid w:val="00B57606"/>
    <w:rsid w:val="00B57844"/>
    <w:rsid w:val="00B57F7C"/>
    <w:rsid w:val="00B60612"/>
    <w:rsid w:val="00B60AA1"/>
    <w:rsid w:val="00B6321D"/>
    <w:rsid w:val="00B63533"/>
    <w:rsid w:val="00B63F96"/>
    <w:rsid w:val="00B646CD"/>
    <w:rsid w:val="00B65280"/>
    <w:rsid w:val="00B65568"/>
    <w:rsid w:val="00B6608F"/>
    <w:rsid w:val="00B675C0"/>
    <w:rsid w:val="00B679A5"/>
    <w:rsid w:val="00B731B3"/>
    <w:rsid w:val="00B73561"/>
    <w:rsid w:val="00B740E9"/>
    <w:rsid w:val="00B76CBA"/>
    <w:rsid w:val="00B77126"/>
    <w:rsid w:val="00B77E87"/>
    <w:rsid w:val="00B80659"/>
    <w:rsid w:val="00B825CC"/>
    <w:rsid w:val="00B8348F"/>
    <w:rsid w:val="00B83909"/>
    <w:rsid w:val="00B83CD5"/>
    <w:rsid w:val="00B8638D"/>
    <w:rsid w:val="00B91777"/>
    <w:rsid w:val="00B91CE8"/>
    <w:rsid w:val="00B92F7D"/>
    <w:rsid w:val="00B940F3"/>
    <w:rsid w:val="00B952E6"/>
    <w:rsid w:val="00B955A2"/>
    <w:rsid w:val="00B95D9C"/>
    <w:rsid w:val="00B97A9F"/>
    <w:rsid w:val="00BA0B94"/>
    <w:rsid w:val="00BA150C"/>
    <w:rsid w:val="00BA1BD3"/>
    <w:rsid w:val="00BA2661"/>
    <w:rsid w:val="00BA2E2B"/>
    <w:rsid w:val="00BA6ED3"/>
    <w:rsid w:val="00BA6F3E"/>
    <w:rsid w:val="00BA703F"/>
    <w:rsid w:val="00BA7765"/>
    <w:rsid w:val="00BB21BC"/>
    <w:rsid w:val="00BB4D3F"/>
    <w:rsid w:val="00BB4FE9"/>
    <w:rsid w:val="00BB655A"/>
    <w:rsid w:val="00BB6BE2"/>
    <w:rsid w:val="00BC1585"/>
    <w:rsid w:val="00BC1DCF"/>
    <w:rsid w:val="00BC283D"/>
    <w:rsid w:val="00BC48BB"/>
    <w:rsid w:val="00BC4CD4"/>
    <w:rsid w:val="00BC5F8E"/>
    <w:rsid w:val="00BD04AD"/>
    <w:rsid w:val="00BD3279"/>
    <w:rsid w:val="00BD64BA"/>
    <w:rsid w:val="00BD791D"/>
    <w:rsid w:val="00BD7CB1"/>
    <w:rsid w:val="00BD7D37"/>
    <w:rsid w:val="00BE0916"/>
    <w:rsid w:val="00BE287A"/>
    <w:rsid w:val="00BE53B4"/>
    <w:rsid w:val="00BE58B1"/>
    <w:rsid w:val="00BE633C"/>
    <w:rsid w:val="00BE6360"/>
    <w:rsid w:val="00BE734F"/>
    <w:rsid w:val="00BE7F9D"/>
    <w:rsid w:val="00BF1E96"/>
    <w:rsid w:val="00BF253D"/>
    <w:rsid w:val="00BF359E"/>
    <w:rsid w:val="00BF4C8A"/>
    <w:rsid w:val="00BF5EBF"/>
    <w:rsid w:val="00BF6307"/>
    <w:rsid w:val="00C01AAA"/>
    <w:rsid w:val="00C02EDD"/>
    <w:rsid w:val="00C03608"/>
    <w:rsid w:val="00C0437A"/>
    <w:rsid w:val="00C049ED"/>
    <w:rsid w:val="00C06A8F"/>
    <w:rsid w:val="00C06BEA"/>
    <w:rsid w:val="00C06FC9"/>
    <w:rsid w:val="00C071D8"/>
    <w:rsid w:val="00C10669"/>
    <w:rsid w:val="00C12A4C"/>
    <w:rsid w:val="00C131E5"/>
    <w:rsid w:val="00C13730"/>
    <w:rsid w:val="00C13A1C"/>
    <w:rsid w:val="00C13A45"/>
    <w:rsid w:val="00C13B10"/>
    <w:rsid w:val="00C1458B"/>
    <w:rsid w:val="00C21BCC"/>
    <w:rsid w:val="00C21EA2"/>
    <w:rsid w:val="00C23055"/>
    <w:rsid w:val="00C23F8C"/>
    <w:rsid w:val="00C24564"/>
    <w:rsid w:val="00C24F01"/>
    <w:rsid w:val="00C253F2"/>
    <w:rsid w:val="00C26E5D"/>
    <w:rsid w:val="00C2725E"/>
    <w:rsid w:val="00C27CE2"/>
    <w:rsid w:val="00C306BE"/>
    <w:rsid w:val="00C3482D"/>
    <w:rsid w:val="00C34978"/>
    <w:rsid w:val="00C37686"/>
    <w:rsid w:val="00C411FA"/>
    <w:rsid w:val="00C42AB1"/>
    <w:rsid w:val="00C44FE6"/>
    <w:rsid w:val="00C45A14"/>
    <w:rsid w:val="00C46210"/>
    <w:rsid w:val="00C464E4"/>
    <w:rsid w:val="00C46B2B"/>
    <w:rsid w:val="00C47C5E"/>
    <w:rsid w:val="00C507C3"/>
    <w:rsid w:val="00C516A0"/>
    <w:rsid w:val="00C52F6B"/>
    <w:rsid w:val="00C53612"/>
    <w:rsid w:val="00C53972"/>
    <w:rsid w:val="00C555A5"/>
    <w:rsid w:val="00C56939"/>
    <w:rsid w:val="00C61124"/>
    <w:rsid w:val="00C61EDF"/>
    <w:rsid w:val="00C63934"/>
    <w:rsid w:val="00C64C4E"/>
    <w:rsid w:val="00C651FE"/>
    <w:rsid w:val="00C65421"/>
    <w:rsid w:val="00C672DC"/>
    <w:rsid w:val="00C73B3E"/>
    <w:rsid w:val="00C74341"/>
    <w:rsid w:val="00C74440"/>
    <w:rsid w:val="00C746CB"/>
    <w:rsid w:val="00C7754D"/>
    <w:rsid w:val="00C77974"/>
    <w:rsid w:val="00C77B65"/>
    <w:rsid w:val="00C77CA9"/>
    <w:rsid w:val="00C80733"/>
    <w:rsid w:val="00C80F3A"/>
    <w:rsid w:val="00C815D0"/>
    <w:rsid w:val="00C81FA2"/>
    <w:rsid w:val="00C83AB5"/>
    <w:rsid w:val="00C83C49"/>
    <w:rsid w:val="00C83C62"/>
    <w:rsid w:val="00C85B09"/>
    <w:rsid w:val="00C8700D"/>
    <w:rsid w:val="00C9004A"/>
    <w:rsid w:val="00C90846"/>
    <w:rsid w:val="00C928A5"/>
    <w:rsid w:val="00C92F35"/>
    <w:rsid w:val="00C96950"/>
    <w:rsid w:val="00C96BFA"/>
    <w:rsid w:val="00CA0238"/>
    <w:rsid w:val="00CA0381"/>
    <w:rsid w:val="00CA1276"/>
    <w:rsid w:val="00CA1481"/>
    <w:rsid w:val="00CA15DC"/>
    <w:rsid w:val="00CA1967"/>
    <w:rsid w:val="00CA49B6"/>
    <w:rsid w:val="00CB2E23"/>
    <w:rsid w:val="00CB3437"/>
    <w:rsid w:val="00CB3FE2"/>
    <w:rsid w:val="00CB4994"/>
    <w:rsid w:val="00CB4E0F"/>
    <w:rsid w:val="00CB6D44"/>
    <w:rsid w:val="00CC0357"/>
    <w:rsid w:val="00CC075A"/>
    <w:rsid w:val="00CC0DED"/>
    <w:rsid w:val="00CC0FF3"/>
    <w:rsid w:val="00CC144D"/>
    <w:rsid w:val="00CC22E2"/>
    <w:rsid w:val="00CC23AF"/>
    <w:rsid w:val="00CC3482"/>
    <w:rsid w:val="00CC3D25"/>
    <w:rsid w:val="00CC42C4"/>
    <w:rsid w:val="00CC457F"/>
    <w:rsid w:val="00CC6C9A"/>
    <w:rsid w:val="00CD112F"/>
    <w:rsid w:val="00CD11C8"/>
    <w:rsid w:val="00CD1539"/>
    <w:rsid w:val="00CD23F7"/>
    <w:rsid w:val="00CD2B70"/>
    <w:rsid w:val="00CD3739"/>
    <w:rsid w:val="00CD42A1"/>
    <w:rsid w:val="00CD489A"/>
    <w:rsid w:val="00CD4AAF"/>
    <w:rsid w:val="00CD5174"/>
    <w:rsid w:val="00CD6B29"/>
    <w:rsid w:val="00CE1868"/>
    <w:rsid w:val="00CE22C4"/>
    <w:rsid w:val="00CE240F"/>
    <w:rsid w:val="00CE262B"/>
    <w:rsid w:val="00CE2E1C"/>
    <w:rsid w:val="00CE3625"/>
    <w:rsid w:val="00CE4209"/>
    <w:rsid w:val="00CE45EB"/>
    <w:rsid w:val="00CE5326"/>
    <w:rsid w:val="00CE5698"/>
    <w:rsid w:val="00CE6690"/>
    <w:rsid w:val="00CE69FC"/>
    <w:rsid w:val="00CE719C"/>
    <w:rsid w:val="00CE79D0"/>
    <w:rsid w:val="00CE7D2C"/>
    <w:rsid w:val="00CF028D"/>
    <w:rsid w:val="00CF0463"/>
    <w:rsid w:val="00CF1F58"/>
    <w:rsid w:val="00CF28C9"/>
    <w:rsid w:val="00CF370B"/>
    <w:rsid w:val="00CF3D95"/>
    <w:rsid w:val="00CF46F0"/>
    <w:rsid w:val="00CF4897"/>
    <w:rsid w:val="00CF65AE"/>
    <w:rsid w:val="00CF674F"/>
    <w:rsid w:val="00CF7365"/>
    <w:rsid w:val="00CF7C5F"/>
    <w:rsid w:val="00CF7E3E"/>
    <w:rsid w:val="00D0157D"/>
    <w:rsid w:val="00D02029"/>
    <w:rsid w:val="00D04400"/>
    <w:rsid w:val="00D04FEA"/>
    <w:rsid w:val="00D057B3"/>
    <w:rsid w:val="00D062A8"/>
    <w:rsid w:val="00D06793"/>
    <w:rsid w:val="00D0775E"/>
    <w:rsid w:val="00D07BC7"/>
    <w:rsid w:val="00D1028F"/>
    <w:rsid w:val="00D10DFD"/>
    <w:rsid w:val="00D12657"/>
    <w:rsid w:val="00D12A88"/>
    <w:rsid w:val="00D12EDF"/>
    <w:rsid w:val="00D1422F"/>
    <w:rsid w:val="00D157B9"/>
    <w:rsid w:val="00D1591A"/>
    <w:rsid w:val="00D1593F"/>
    <w:rsid w:val="00D16707"/>
    <w:rsid w:val="00D2267C"/>
    <w:rsid w:val="00D23909"/>
    <w:rsid w:val="00D253F4"/>
    <w:rsid w:val="00D25980"/>
    <w:rsid w:val="00D264E8"/>
    <w:rsid w:val="00D26550"/>
    <w:rsid w:val="00D2742C"/>
    <w:rsid w:val="00D274DE"/>
    <w:rsid w:val="00D316EA"/>
    <w:rsid w:val="00D3184E"/>
    <w:rsid w:val="00D330B4"/>
    <w:rsid w:val="00D33184"/>
    <w:rsid w:val="00D338DF"/>
    <w:rsid w:val="00D3571A"/>
    <w:rsid w:val="00D3595C"/>
    <w:rsid w:val="00D3784A"/>
    <w:rsid w:val="00D37E15"/>
    <w:rsid w:val="00D37F2A"/>
    <w:rsid w:val="00D41056"/>
    <w:rsid w:val="00D44410"/>
    <w:rsid w:val="00D448FD"/>
    <w:rsid w:val="00D44DFB"/>
    <w:rsid w:val="00D4503D"/>
    <w:rsid w:val="00D46776"/>
    <w:rsid w:val="00D50191"/>
    <w:rsid w:val="00D518BD"/>
    <w:rsid w:val="00D534EE"/>
    <w:rsid w:val="00D54184"/>
    <w:rsid w:val="00D5560B"/>
    <w:rsid w:val="00D55B92"/>
    <w:rsid w:val="00D55BB0"/>
    <w:rsid w:val="00D56505"/>
    <w:rsid w:val="00D56987"/>
    <w:rsid w:val="00D60E37"/>
    <w:rsid w:val="00D61943"/>
    <w:rsid w:val="00D61982"/>
    <w:rsid w:val="00D628C4"/>
    <w:rsid w:val="00D635FF"/>
    <w:rsid w:val="00D64A4B"/>
    <w:rsid w:val="00D672A8"/>
    <w:rsid w:val="00D70BBA"/>
    <w:rsid w:val="00D72B49"/>
    <w:rsid w:val="00D74BBE"/>
    <w:rsid w:val="00D74C1B"/>
    <w:rsid w:val="00D75B24"/>
    <w:rsid w:val="00D75CCE"/>
    <w:rsid w:val="00D76551"/>
    <w:rsid w:val="00D76C13"/>
    <w:rsid w:val="00D77BF4"/>
    <w:rsid w:val="00D804E8"/>
    <w:rsid w:val="00D80501"/>
    <w:rsid w:val="00D8125F"/>
    <w:rsid w:val="00D8379E"/>
    <w:rsid w:val="00D837B2"/>
    <w:rsid w:val="00D83A3A"/>
    <w:rsid w:val="00D83FD2"/>
    <w:rsid w:val="00D8403A"/>
    <w:rsid w:val="00D843E8"/>
    <w:rsid w:val="00D85420"/>
    <w:rsid w:val="00D85BF4"/>
    <w:rsid w:val="00D870E5"/>
    <w:rsid w:val="00D87529"/>
    <w:rsid w:val="00D87944"/>
    <w:rsid w:val="00D879F0"/>
    <w:rsid w:val="00D925C4"/>
    <w:rsid w:val="00D92B12"/>
    <w:rsid w:val="00D93504"/>
    <w:rsid w:val="00D93D87"/>
    <w:rsid w:val="00D95B53"/>
    <w:rsid w:val="00D96A60"/>
    <w:rsid w:val="00D97406"/>
    <w:rsid w:val="00DA101F"/>
    <w:rsid w:val="00DA14B7"/>
    <w:rsid w:val="00DA177E"/>
    <w:rsid w:val="00DA189D"/>
    <w:rsid w:val="00DA2144"/>
    <w:rsid w:val="00DA352C"/>
    <w:rsid w:val="00DA3614"/>
    <w:rsid w:val="00DA463F"/>
    <w:rsid w:val="00DA5690"/>
    <w:rsid w:val="00DA7327"/>
    <w:rsid w:val="00DB18E3"/>
    <w:rsid w:val="00DB1977"/>
    <w:rsid w:val="00DB242E"/>
    <w:rsid w:val="00DB2B89"/>
    <w:rsid w:val="00DB2F1A"/>
    <w:rsid w:val="00DB3BC7"/>
    <w:rsid w:val="00DB419F"/>
    <w:rsid w:val="00DB5073"/>
    <w:rsid w:val="00DB5320"/>
    <w:rsid w:val="00DB66B4"/>
    <w:rsid w:val="00DB7AD7"/>
    <w:rsid w:val="00DC11CC"/>
    <w:rsid w:val="00DC18C0"/>
    <w:rsid w:val="00DC48CE"/>
    <w:rsid w:val="00DC6098"/>
    <w:rsid w:val="00DC617B"/>
    <w:rsid w:val="00DC77B3"/>
    <w:rsid w:val="00DC796C"/>
    <w:rsid w:val="00DD13EC"/>
    <w:rsid w:val="00DD3C23"/>
    <w:rsid w:val="00DD3CD8"/>
    <w:rsid w:val="00DD3ED6"/>
    <w:rsid w:val="00DD6805"/>
    <w:rsid w:val="00DD6D15"/>
    <w:rsid w:val="00DD74D3"/>
    <w:rsid w:val="00DD7877"/>
    <w:rsid w:val="00DD7C5F"/>
    <w:rsid w:val="00DD7C6F"/>
    <w:rsid w:val="00DD7EAC"/>
    <w:rsid w:val="00DE2D7D"/>
    <w:rsid w:val="00DE4062"/>
    <w:rsid w:val="00DE4684"/>
    <w:rsid w:val="00DE4B1D"/>
    <w:rsid w:val="00DE5A19"/>
    <w:rsid w:val="00DE783F"/>
    <w:rsid w:val="00DE7877"/>
    <w:rsid w:val="00DF07E1"/>
    <w:rsid w:val="00DF14C2"/>
    <w:rsid w:val="00DF30F8"/>
    <w:rsid w:val="00DF3DA6"/>
    <w:rsid w:val="00DF404E"/>
    <w:rsid w:val="00DF4789"/>
    <w:rsid w:val="00E01899"/>
    <w:rsid w:val="00E01B94"/>
    <w:rsid w:val="00E0206D"/>
    <w:rsid w:val="00E05ACF"/>
    <w:rsid w:val="00E0739C"/>
    <w:rsid w:val="00E07790"/>
    <w:rsid w:val="00E07AD9"/>
    <w:rsid w:val="00E11DFC"/>
    <w:rsid w:val="00E12825"/>
    <w:rsid w:val="00E13A88"/>
    <w:rsid w:val="00E13C85"/>
    <w:rsid w:val="00E169AC"/>
    <w:rsid w:val="00E17F2C"/>
    <w:rsid w:val="00E204B2"/>
    <w:rsid w:val="00E2062D"/>
    <w:rsid w:val="00E21C5C"/>
    <w:rsid w:val="00E21C88"/>
    <w:rsid w:val="00E22012"/>
    <w:rsid w:val="00E22407"/>
    <w:rsid w:val="00E22A4E"/>
    <w:rsid w:val="00E22CF6"/>
    <w:rsid w:val="00E23A53"/>
    <w:rsid w:val="00E24C85"/>
    <w:rsid w:val="00E25B38"/>
    <w:rsid w:val="00E2609D"/>
    <w:rsid w:val="00E262BA"/>
    <w:rsid w:val="00E270E3"/>
    <w:rsid w:val="00E31F97"/>
    <w:rsid w:val="00E32774"/>
    <w:rsid w:val="00E33D4F"/>
    <w:rsid w:val="00E347E8"/>
    <w:rsid w:val="00E3797B"/>
    <w:rsid w:val="00E408B5"/>
    <w:rsid w:val="00E40CD8"/>
    <w:rsid w:val="00E40E3C"/>
    <w:rsid w:val="00E41AF7"/>
    <w:rsid w:val="00E41C9B"/>
    <w:rsid w:val="00E423EA"/>
    <w:rsid w:val="00E42414"/>
    <w:rsid w:val="00E43C5A"/>
    <w:rsid w:val="00E45D65"/>
    <w:rsid w:val="00E46153"/>
    <w:rsid w:val="00E46BCC"/>
    <w:rsid w:val="00E46C26"/>
    <w:rsid w:val="00E47517"/>
    <w:rsid w:val="00E47E1F"/>
    <w:rsid w:val="00E53DA2"/>
    <w:rsid w:val="00E547C1"/>
    <w:rsid w:val="00E54973"/>
    <w:rsid w:val="00E5613A"/>
    <w:rsid w:val="00E562E3"/>
    <w:rsid w:val="00E56C75"/>
    <w:rsid w:val="00E57960"/>
    <w:rsid w:val="00E61BC3"/>
    <w:rsid w:val="00E64E01"/>
    <w:rsid w:val="00E70ACE"/>
    <w:rsid w:val="00E718E2"/>
    <w:rsid w:val="00E71B20"/>
    <w:rsid w:val="00E73490"/>
    <w:rsid w:val="00E73D70"/>
    <w:rsid w:val="00E75D05"/>
    <w:rsid w:val="00E77233"/>
    <w:rsid w:val="00E777D2"/>
    <w:rsid w:val="00E77998"/>
    <w:rsid w:val="00E80D8A"/>
    <w:rsid w:val="00E8101A"/>
    <w:rsid w:val="00E81FFE"/>
    <w:rsid w:val="00E831DE"/>
    <w:rsid w:val="00E839B7"/>
    <w:rsid w:val="00E83BE8"/>
    <w:rsid w:val="00E85576"/>
    <w:rsid w:val="00E85E05"/>
    <w:rsid w:val="00E878F7"/>
    <w:rsid w:val="00E90881"/>
    <w:rsid w:val="00E913E1"/>
    <w:rsid w:val="00E9201D"/>
    <w:rsid w:val="00E935D2"/>
    <w:rsid w:val="00E93613"/>
    <w:rsid w:val="00E95203"/>
    <w:rsid w:val="00EA08E3"/>
    <w:rsid w:val="00EA0B2C"/>
    <w:rsid w:val="00EA1FD5"/>
    <w:rsid w:val="00EA3397"/>
    <w:rsid w:val="00EA4CD0"/>
    <w:rsid w:val="00EA60FE"/>
    <w:rsid w:val="00EA6E0D"/>
    <w:rsid w:val="00EB080A"/>
    <w:rsid w:val="00EB32E4"/>
    <w:rsid w:val="00EB34B0"/>
    <w:rsid w:val="00EB4D51"/>
    <w:rsid w:val="00EB5D69"/>
    <w:rsid w:val="00EB6A61"/>
    <w:rsid w:val="00EB718A"/>
    <w:rsid w:val="00EB7646"/>
    <w:rsid w:val="00EC003D"/>
    <w:rsid w:val="00EC0EF2"/>
    <w:rsid w:val="00EC1FEF"/>
    <w:rsid w:val="00EC275B"/>
    <w:rsid w:val="00EC3422"/>
    <w:rsid w:val="00EC3A6D"/>
    <w:rsid w:val="00EC4AAC"/>
    <w:rsid w:val="00EC5289"/>
    <w:rsid w:val="00EC751C"/>
    <w:rsid w:val="00EC7874"/>
    <w:rsid w:val="00ED02BD"/>
    <w:rsid w:val="00ED0690"/>
    <w:rsid w:val="00ED079F"/>
    <w:rsid w:val="00ED0A06"/>
    <w:rsid w:val="00ED0F91"/>
    <w:rsid w:val="00ED1974"/>
    <w:rsid w:val="00ED1A09"/>
    <w:rsid w:val="00ED2EB6"/>
    <w:rsid w:val="00ED3917"/>
    <w:rsid w:val="00ED426C"/>
    <w:rsid w:val="00ED4C7D"/>
    <w:rsid w:val="00ED578B"/>
    <w:rsid w:val="00ED7272"/>
    <w:rsid w:val="00EE017A"/>
    <w:rsid w:val="00EE0B86"/>
    <w:rsid w:val="00EE13DB"/>
    <w:rsid w:val="00EE202A"/>
    <w:rsid w:val="00EE2273"/>
    <w:rsid w:val="00EE2722"/>
    <w:rsid w:val="00EE2F89"/>
    <w:rsid w:val="00EE35C8"/>
    <w:rsid w:val="00EE3FEA"/>
    <w:rsid w:val="00EE5190"/>
    <w:rsid w:val="00EE5D65"/>
    <w:rsid w:val="00EE7A27"/>
    <w:rsid w:val="00EF00A4"/>
    <w:rsid w:val="00EF3EA0"/>
    <w:rsid w:val="00EF637B"/>
    <w:rsid w:val="00F000DA"/>
    <w:rsid w:val="00F00D33"/>
    <w:rsid w:val="00F0105D"/>
    <w:rsid w:val="00F03A4F"/>
    <w:rsid w:val="00F05A79"/>
    <w:rsid w:val="00F066DE"/>
    <w:rsid w:val="00F06D23"/>
    <w:rsid w:val="00F074CA"/>
    <w:rsid w:val="00F07637"/>
    <w:rsid w:val="00F077D7"/>
    <w:rsid w:val="00F10DAD"/>
    <w:rsid w:val="00F116D8"/>
    <w:rsid w:val="00F117B5"/>
    <w:rsid w:val="00F1201A"/>
    <w:rsid w:val="00F13F3D"/>
    <w:rsid w:val="00F14AEB"/>
    <w:rsid w:val="00F15796"/>
    <w:rsid w:val="00F1660E"/>
    <w:rsid w:val="00F206AF"/>
    <w:rsid w:val="00F209A5"/>
    <w:rsid w:val="00F21958"/>
    <w:rsid w:val="00F2360B"/>
    <w:rsid w:val="00F25B1E"/>
    <w:rsid w:val="00F26731"/>
    <w:rsid w:val="00F267D3"/>
    <w:rsid w:val="00F27B65"/>
    <w:rsid w:val="00F3048B"/>
    <w:rsid w:val="00F30BCB"/>
    <w:rsid w:val="00F312D0"/>
    <w:rsid w:val="00F312DE"/>
    <w:rsid w:val="00F31821"/>
    <w:rsid w:val="00F31D27"/>
    <w:rsid w:val="00F32615"/>
    <w:rsid w:val="00F33BC5"/>
    <w:rsid w:val="00F37C46"/>
    <w:rsid w:val="00F37F70"/>
    <w:rsid w:val="00F414E7"/>
    <w:rsid w:val="00F42D28"/>
    <w:rsid w:val="00F44617"/>
    <w:rsid w:val="00F449DA"/>
    <w:rsid w:val="00F44CC7"/>
    <w:rsid w:val="00F46863"/>
    <w:rsid w:val="00F46880"/>
    <w:rsid w:val="00F513E7"/>
    <w:rsid w:val="00F51FCC"/>
    <w:rsid w:val="00F53A5F"/>
    <w:rsid w:val="00F541B5"/>
    <w:rsid w:val="00F5456C"/>
    <w:rsid w:val="00F547B8"/>
    <w:rsid w:val="00F55258"/>
    <w:rsid w:val="00F55F81"/>
    <w:rsid w:val="00F568B9"/>
    <w:rsid w:val="00F56A7A"/>
    <w:rsid w:val="00F56C8A"/>
    <w:rsid w:val="00F60D9F"/>
    <w:rsid w:val="00F613EE"/>
    <w:rsid w:val="00F61ADF"/>
    <w:rsid w:val="00F6348C"/>
    <w:rsid w:val="00F659B7"/>
    <w:rsid w:val="00F66767"/>
    <w:rsid w:val="00F674E7"/>
    <w:rsid w:val="00F70BCA"/>
    <w:rsid w:val="00F70D49"/>
    <w:rsid w:val="00F73035"/>
    <w:rsid w:val="00F733A1"/>
    <w:rsid w:val="00F7442C"/>
    <w:rsid w:val="00F7456D"/>
    <w:rsid w:val="00F747AB"/>
    <w:rsid w:val="00F74BB0"/>
    <w:rsid w:val="00F75A8A"/>
    <w:rsid w:val="00F75BC7"/>
    <w:rsid w:val="00F769F5"/>
    <w:rsid w:val="00F76C12"/>
    <w:rsid w:val="00F779C8"/>
    <w:rsid w:val="00F800DA"/>
    <w:rsid w:val="00F807B0"/>
    <w:rsid w:val="00F80CC7"/>
    <w:rsid w:val="00F81E9B"/>
    <w:rsid w:val="00F83610"/>
    <w:rsid w:val="00F8479C"/>
    <w:rsid w:val="00F9469C"/>
    <w:rsid w:val="00F9593C"/>
    <w:rsid w:val="00F965EA"/>
    <w:rsid w:val="00F9789E"/>
    <w:rsid w:val="00FA0C09"/>
    <w:rsid w:val="00FA11A9"/>
    <w:rsid w:val="00FA16B4"/>
    <w:rsid w:val="00FA16E0"/>
    <w:rsid w:val="00FA2A22"/>
    <w:rsid w:val="00FA2F80"/>
    <w:rsid w:val="00FA3B74"/>
    <w:rsid w:val="00FA3D2A"/>
    <w:rsid w:val="00FA3D4A"/>
    <w:rsid w:val="00FA7133"/>
    <w:rsid w:val="00FA72BB"/>
    <w:rsid w:val="00FA7B6E"/>
    <w:rsid w:val="00FB01B8"/>
    <w:rsid w:val="00FB0787"/>
    <w:rsid w:val="00FB18F0"/>
    <w:rsid w:val="00FB1F2F"/>
    <w:rsid w:val="00FB3CE4"/>
    <w:rsid w:val="00FB5CA5"/>
    <w:rsid w:val="00FB639B"/>
    <w:rsid w:val="00FB66D7"/>
    <w:rsid w:val="00FB688C"/>
    <w:rsid w:val="00FB6DD8"/>
    <w:rsid w:val="00FC0C94"/>
    <w:rsid w:val="00FC0FC7"/>
    <w:rsid w:val="00FC128F"/>
    <w:rsid w:val="00FC1490"/>
    <w:rsid w:val="00FC2881"/>
    <w:rsid w:val="00FC4699"/>
    <w:rsid w:val="00FC4B1B"/>
    <w:rsid w:val="00FC5997"/>
    <w:rsid w:val="00FC7835"/>
    <w:rsid w:val="00FC7FBA"/>
    <w:rsid w:val="00FD06A5"/>
    <w:rsid w:val="00FD0A76"/>
    <w:rsid w:val="00FD1141"/>
    <w:rsid w:val="00FD2136"/>
    <w:rsid w:val="00FD21C8"/>
    <w:rsid w:val="00FD278D"/>
    <w:rsid w:val="00FD3267"/>
    <w:rsid w:val="00FD3375"/>
    <w:rsid w:val="00FD4799"/>
    <w:rsid w:val="00FD4D7B"/>
    <w:rsid w:val="00FD4D89"/>
    <w:rsid w:val="00FD4E38"/>
    <w:rsid w:val="00FD5AF2"/>
    <w:rsid w:val="00FD5B3C"/>
    <w:rsid w:val="00FD5FE6"/>
    <w:rsid w:val="00FD673F"/>
    <w:rsid w:val="00FD702F"/>
    <w:rsid w:val="00FE4C54"/>
    <w:rsid w:val="00FE5480"/>
    <w:rsid w:val="00FE5673"/>
    <w:rsid w:val="00FE65B6"/>
    <w:rsid w:val="00FE6CE4"/>
    <w:rsid w:val="00FE6CE8"/>
    <w:rsid w:val="00FE7AE0"/>
    <w:rsid w:val="00FF063E"/>
    <w:rsid w:val="00FF26D7"/>
    <w:rsid w:val="00FF4774"/>
    <w:rsid w:val="00FF5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 fillcolor="white">
      <v:fill color="white"/>
    </o:shapedefaults>
    <o:shapelayout v:ext="edit">
      <o:idmap v:ext="edit" data="1"/>
      <o:rules v:ext="edit">
        <o:r id="V:Rule32" type="connector" idref="#_x0000_s1226"/>
        <o:r id="V:Rule33" type="connector" idref="#_x0000_s1442"/>
        <o:r id="V:Rule34" type="connector" idref="#_x0000_s1443"/>
        <o:r id="V:Rule35" type="connector" idref="#_x0000_s1225"/>
        <o:r id="V:Rule36" type="connector" idref="#_x0000_s1221"/>
        <o:r id="V:Rule37" type="connector" idref="#_x0000_s1222"/>
        <o:r id="V:Rule38" type="connector" idref="#_x0000_s1444"/>
        <o:r id="V:Rule39" type="connector" idref="#_x0000_s1217"/>
        <o:r id="V:Rule40" type="connector" idref="#_x0000_s1227"/>
        <o:r id="V:Rule41" type="connector" idref="#_x0000_s1294"/>
        <o:r id="V:Rule42" type="connector" idref="#_x0000_s1439"/>
        <o:r id="V:Rule43" type="connector" idref="#_x0000_s1303"/>
        <o:r id="V:Rule44" type="connector" idref="#Line 6"/>
        <o:r id="V:Rule45" type="connector" idref="#_x0000_s1541"/>
        <o:r id="V:Rule46" type="connector" idref="#_x0000_s1438"/>
        <o:r id="V:Rule47" type="connector" idref="#_x0000_s1295"/>
        <o:r id="V:Rule48" type="connector" idref="#_x0000_s1359"/>
        <o:r id="V:Rule49" type="connector" idref="#_x0000_s1555"/>
        <o:r id="V:Rule50" type="connector" idref="#_x0000_s1360"/>
        <o:r id="V:Rule51" type="connector" idref="#_x0000_s1550"/>
        <o:r id="V:Rule52" type="connector" idref="#_x0000_s1309"/>
        <o:r id="V:Rule53" type="connector" idref="#_x0000_s1308"/>
        <o:r id="V:Rule54" type="connector" idref="#_x0000_s1549"/>
        <o:r id="V:Rule55" type="connector" idref="#_x0000_s1362"/>
        <o:r id="V:Rule56" type="connector" idref="#_x0000_s1546"/>
        <o:r id="V:Rule57" type="connector" idref="#_x0000_s1361"/>
        <o:r id="V:Rule58" type="connector" idref="#Line 3"/>
        <o:r id="V:Rule59" type="connector" idref="#_x0000_s1542"/>
        <o:r id="V:Rule60" type="connector" idref="#_x0000_s1304"/>
        <o:r id="V:Rule61" type="connector" idref="#_x0000_s1429"/>
        <o:r id="V:Rule62" type="connector" idref="#Line 5"/>
        <o:r id="V:Rule63" type="connector" idref="#Line 4"/>
        <o:r id="V:Rule64" type="connector" idref="#_x0000_s1538"/>
        <o:r id="V:Rule65" type="connector" idref="#_x0000_s1307"/>
        <o:r id="V:Rule66" type="connector" idref="#_x0000_s1430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locked="1" w:semiHidden="1" w:unhideWhenUsed="1" w:qFormat="1"/>
    <w:lsdException w:name="table of figures" w:uiPriority="99"/>
    <w:lsdException w:name="envelope address" w:locked="1"/>
    <w:lsdException w:name="footnote reference" w:uiPriority="99"/>
    <w:lsdException w:name="toa heading" w:locked="1"/>
    <w:lsdException w:name="Lis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Number 2" w:locked="1"/>
    <w:lsdException w:name="List Number 3" w:locked="1"/>
    <w:lsdException w:name="Title" w:qFormat="1"/>
    <w:lsdException w:name="Closing" w:locked="1"/>
    <w:lsdException w:name="Signature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Date" w:locked="1"/>
    <w:lsdException w:name="Note Heading" w:locked="1"/>
    <w:lsdException w:name="Hyperlink" w:uiPriority="99"/>
    <w:lsdException w:name="FollowedHyperlink" w:locked="1"/>
    <w:lsdException w:name="Strong" w:uiPriority="22" w:qFormat="1"/>
    <w:lsdException w:name="Emphasis" w:locked="1" w:qFormat="1"/>
    <w:lsdException w:name="E-mail Signature" w:locked="1"/>
    <w:lsdException w:name="Normal (Web)" w:uiPriority="99"/>
    <w:lsdException w:name="HTML Acronym" w:locked="1"/>
    <w:lsdException w:name="HTML Address" w:locked="1"/>
    <w:lsdException w:name="HTML Cite" w:locked="1" w:uiPriority="99"/>
    <w:lsdException w:name="HTML Code" w:locked="1"/>
    <w:lsdException w:name="HTML Definition" w:locked="1"/>
    <w:lsdException w:name="HTML Preformatted" w:locked="1"/>
    <w:lsdException w:name="HTML Sample" w:locked="1"/>
    <w:lsdException w:name="Normal Table" w:semiHidden="1" w:unhideWhenUsed="1"/>
    <w:lsdException w:name="annotation subject" w:locked="1"/>
    <w:lsdException w:name="No List" w:uiPriority="99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51B"/>
    <w:pPr>
      <w:spacing w:after="240"/>
      <w:jc w:val="both"/>
    </w:pPr>
    <w:rPr>
      <w:rFonts w:ascii="Arial" w:hAnsi="Arial"/>
      <w:sz w:val="24"/>
      <w:lang w:eastAsia="es-ES"/>
    </w:rPr>
  </w:style>
  <w:style w:type="paragraph" w:styleId="Ttulo1">
    <w:name w:val="heading 1"/>
    <w:aliases w:val="Edgar 1,título 1"/>
    <w:basedOn w:val="Normal"/>
    <w:next w:val="Normal"/>
    <w:link w:val="Ttulo1Car"/>
    <w:qFormat/>
    <w:rsid w:val="003F341F"/>
    <w:pPr>
      <w:pageBreakBefore/>
      <w:numPr>
        <w:numId w:val="1"/>
      </w:numPr>
      <w:spacing w:before="480"/>
      <w:jc w:val="center"/>
      <w:outlineLvl w:val="0"/>
    </w:pPr>
    <w:rPr>
      <w:b/>
      <w:caps/>
    </w:rPr>
  </w:style>
  <w:style w:type="paragraph" w:styleId="Ttulo2">
    <w:name w:val="heading 2"/>
    <w:aliases w:val="Edgar 2,título 2"/>
    <w:basedOn w:val="Normal"/>
    <w:next w:val="Normal"/>
    <w:link w:val="Ttulo2Car"/>
    <w:autoRedefine/>
    <w:qFormat/>
    <w:rsid w:val="00F81E9B"/>
    <w:pPr>
      <w:widowControl w:val="0"/>
      <w:numPr>
        <w:ilvl w:val="1"/>
        <w:numId w:val="1"/>
      </w:numPr>
      <w:tabs>
        <w:tab w:val="clear" w:pos="576"/>
      </w:tabs>
      <w:spacing w:before="360"/>
      <w:ind w:left="567" w:hanging="567"/>
      <w:outlineLvl w:val="1"/>
    </w:pPr>
    <w:rPr>
      <w:rFonts w:cs="Arial"/>
      <w:b/>
      <w:caps/>
      <w:szCs w:val="22"/>
      <w:lang w:val="es-ES_tradnl"/>
    </w:rPr>
  </w:style>
  <w:style w:type="paragraph" w:styleId="Ttulo3">
    <w:name w:val="heading 3"/>
    <w:aliases w:val="Edgar 3,título 3"/>
    <w:basedOn w:val="Normal"/>
    <w:next w:val="Normal"/>
    <w:link w:val="Ttulo3Car"/>
    <w:qFormat/>
    <w:rsid w:val="00F81E9B"/>
    <w:pPr>
      <w:widowControl w:val="0"/>
      <w:numPr>
        <w:ilvl w:val="2"/>
        <w:numId w:val="1"/>
      </w:numPr>
      <w:tabs>
        <w:tab w:val="left" w:pos="680"/>
      </w:tabs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qFormat/>
    <w:rsid w:val="00F81E9B"/>
    <w:pPr>
      <w:numPr>
        <w:ilvl w:val="3"/>
        <w:numId w:val="1"/>
      </w:numPr>
      <w:ind w:left="1728"/>
      <w:outlineLvl w:val="3"/>
    </w:pPr>
  </w:style>
  <w:style w:type="paragraph" w:styleId="Ttulo5">
    <w:name w:val="heading 5"/>
    <w:aliases w:val="Título de Tabla,Título de Tablas,Titulo de tablas"/>
    <w:basedOn w:val="Normal"/>
    <w:next w:val="Normal"/>
    <w:link w:val="Ttulo5Car"/>
    <w:qFormat/>
    <w:rsid w:val="003F341F"/>
    <w:pPr>
      <w:numPr>
        <w:numId w:val="2"/>
      </w:numPr>
      <w:jc w:val="center"/>
      <w:outlineLvl w:val="4"/>
    </w:pPr>
    <w:rPr>
      <w:b/>
      <w:caps/>
      <w:szCs w:val="22"/>
      <w:lang w:val="es-ES_tradnl"/>
    </w:rPr>
  </w:style>
  <w:style w:type="paragraph" w:styleId="Ttulo6">
    <w:name w:val="heading 6"/>
    <w:aliases w:val="Título de figuras"/>
    <w:basedOn w:val="Ttulo5"/>
    <w:next w:val="Normal"/>
    <w:link w:val="Ttulo6Car"/>
    <w:qFormat/>
    <w:rsid w:val="00D8403A"/>
    <w:pPr>
      <w:numPr>
        <w:numId w:val="3"/>
      </w:numPr>
      <w:tabs>
        <w:tab w:val="num" w:pos="1701"/>
      </w:tabs>
      <w:spacing w:after="120"/>
      <w:ind w:left="0"/>
      <w:outlineLvl w:val="5"/>
    </w:pPr>
  </w:style>
  <w:style w:type="paragraph" w:styleId="Ttulo7">
    <w:name w:val="heading 7"/>
    <w:aliases w:val="Título foto"/>
    <w:basedOn w:val="Normal"/>
    <w:next w:val="Normal"/>
    <w:link w:val="Ttulo7Car"/>
    <w:qFormat/>
    <w:rsid w:val="0064278E"/>
    <w:pPr>
      <w:numPr>
        <w:numId w:val="4"/>
      </w:numPr>
      <w:jc w:val="center"/>
      <w:outlineLvl w:val="6"/>
    </w:pPr>
    <w:rPr>
      <w:b/>
      <w:caps/>
      <w:szCs w:val="24"/>
    </w:rPr>
  </w:style>
  <w:style w:type="paragraph" w:styleId="Ttulo8">
    <w:name w:val="heading 8"/>
    <w:basedOn w:val="Normal"/>
    <w:next w:val="Normal"/>
    <w:link w:val="Ttulo8Car"/>
    <w:qFormat/>
    <w:rsid w:val="007A68D8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tulo9">
    <w:name w:val="heading 9"/>
    <w:basedOn w:val="Normal"/>
    <w:next w:val="Normal"/>
    <w:link w:val="Ttulo9Car"/>
    <w:qFormat/>
    <w:rsid w:val="007A68D8"/>
    <w:pPr>
      <w:spacing w:before="240" w:after="60"/>
      <w:outlineLvl w:val="8"/>
    </w:pPr>
    <w:rPr>
      <w:rFonts w:cs="Arial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aliases w:val="Título de Tabla Car,Título de Tablas Car,Titulo de tablas Car"/>
    <w:link w:val="Ttulo5"/>
    <w:rsid w:val="003F341F"/>
    <w:rPr>
      <w:rFonts w:ascii="Arial" w:hAnsi="Arial"/>
      <w:b/>
      <w:caps/>
      <w:sz w:val="24"/>
      <w:szCs w:val="22"/>
      <w:lang w:val="es-ES_tradnl" w:eastAsia="es-ES"/>
    </w:rPr>
  </w:style>
  <w:style w:type="paragraph" w:customStyle="1" w:styleId="TtuloTabla">
    <w:name w:val="Título Tabla"/>
    <w:basedOn w:val="Normal"/>
    <w:next w:val="Normal"/>
    <w:autoRedefine/>
    <w:uiPriority w:val="9"/>
    <w:qFormat/>
    <w:rsid w:val="00B952E6"/>
    <w:pPr>
      <w:tabs>
        <w:tab w:val="left" w:pos="578"/>
      </w:tabs>
      <w:spacing w:after="120"/>
      <w:ind w:left="720" w:right="567" w:hanging="360"/>
      <w:jc w:val="center"/>
    </w:pPr>
    <w:rPr>
      <w:rFonts w:ascii="Tahoma" w:eastAsia="Calibri" w:hAnsi="Tahoma"/>
      <w:b/>
      <w:szCs w:val="18"/>
      <w:lang w:val="es-ES" w:eastAsia="en-US"/>
    </w:rPr>
  </w:style>
  <w:style w:type="paragraph" w:styleId="Encabezado">
    <w:name w:val="header"/>
    <w:basedOn w:val="Normal"/>
    <w:link w:val="EncabezadoCar"/>
    <w:uiPriority w:val="99"/>
    <w:rsid w:val="0033551B"/>
    <w:pPr>
      <w:tabs>
        <w:tab w:val="center" w:pos="4252"/>
        <w:tab w:val="right" w:pos="8504"/>
      </w:tabs>
      <w:spacing w:after="0"/>
      <w:jc w:val="center"/>
    </w:pPr>
    <w:rPr>
      <w:sz w:val="18"/>
    </w:rPr>
  </w:style>
  <w:style w:type="character" w:customStyle="1" w:styleId="EncabezadoCar">
    <w:name w:val="Encabezado Car"/>
    <w:link w:val="Encabezado"/>
    <w:uiPriority w:val="99"/>
    <w:rsid w:val="0033551B"/>
    <w:rPr>
      <w:rFonts w:ascii="Arial" w:hAnsi="Arial"/>
      <w:sz w:val="18"/>
      <w:lang w:eastAsia="es-ES"/>
    </w:rPr>
  </w:style>
  <w:style w:type="paragraph" w:customStyle="1" w:styleId="ContenidoTabla">
    <w:name w:val="Contenido Tabla"/>
    <w:basedOn w:val="Normal"/>
    <w:next w:val="Normal"/>
    <w:autoRedefine/>
    <w:uiPriority w:val="11"/>
    <w:rsid w:val="00D8403A"/>
    <w:pPr>
      <w:tabs>
        <w:tab w:val="left" w:pos="578"/>
      </w:tabs>
      <w:spacing w:before="120" w:after="120"/>
      <w:jc w:val="center"/>
    </w:pPr>
    <w:rPr>
      <w:sz w:val="20"/>
      <w:lang w:val="es-ES" w:eastAsia="en-US"/>
    </w:rPr>
  </w:style>
  <w:style w:type="character" w:styleId="Hipervnculo">
    <w:name w:val="Hyperlink"/>
    <w:uiPriority w:val="99"/>
    <w:unhideWhenUsed/>
    <w:rsid w:val="00CE22C4"/>
    <w:rPr>
      <w:color w:val="0563C1"/>
      <w:u w:val="single"/>
    </w:rPr>
  </w:style>
  <w:style w:type="paragraph" w:styleId="Piedepgina">
    <w:name w:val="footer"/>
    <w:basedOn w:val="Normal"/>
    <w:link w:val="PiedepginaCar"/>
    <w:uiPriority w:val="99"/>
    <w:rsid w:val="00F37C46"/>
    <w:pPr>
      <w:tabs>
        <w:tab w:val="center" w:pos="4419"/>
        <w:tab w:val="right" w:pos="8838"/>
      </w:tabs>
    </w:pPr>
  </w:style>
  <w:style w:type="paragraph" w:styleId="TDC1">
    <w:name w:val="toc 1"/>
    <w:basedOn w:val="Normal"/>
    <w:next w:val="Normal"/>
    <w:autoRedefine/>
    <w:uiPriority w:val="39"/>
    <w:rsid w:val="007A68D8"/>
    <w:pPr>
      <w:tabs>
        <w:tab w:val="left" w:pos="720"/>
        <w:tab w:val="left" w:pos="828"/>
        <w:tab w:val="right" w:leader="dot" w:pos="9072"/>
      </w:tabs>
      <w:spacing w:after="120"/>
      <w:ind w:left="828" w:hanging="822"/>
      <w:jc w:val="left"/>
    </w:pPr>
    <w:rPr>
      <w:b/>
      <w:caps/>
      <w:noProof/>
      <w:szCs w:val="22"/>
    </w:rPr>
  </w:style>
  <w:style w:type="paragraph" w:styleId="TDC2">
    <w:name w:val="toc 2"/>
    <w:basedOn w:val="Normal"/>
    <w:next w:val="Normal"/>
    <w:uiPriority w:val="39"/>
    <w:rsid w:val="007A68D8"/>
    <w:pPr>
      <w:tabs>
        <w:tab w:val="left" w:pos="680"/>
        <w:tab w:val="left" w:pos="828"/>
        <w:tab w:val="right" w:leader="dot" w:pos="9072"/>
      </w:tabs>
      <w:spacing w:after="120"/>
      <w:ind w:left="680" w:hanging="680"/>
      <w:jc w:val="left"/>
    </w:pPr>
    <w:rPr>
      <w:b/>
      <w:caps/>
      <w:noProof/>
      <w:szCs w:val="22"/>
    </w:rPr>
  </w:style>
  <w:style w:type="paragraph" w:styleId="TDC3">
    <w:name w:val="toc 3"/>
    <w:basedOn w:val="Normal"/>
    <w:next w:val="Normal"/>
    <w:uiPriority w:val="39"/>
    <w:rsid w:val="007A68D8"/>
    <w:pPr>
      <w:tabs>
        <w:tab w:val="left" w:pos="1276"/>
        <w:tab w:val="right" w:leader="dot" w:pos="9072"/>
      </w:tabs>
      <w:spacing w:after="120"/>
      <w:ind w:left="680" w:hanging="680"/>
      <w:jc w:val="left"/>
    </w:pPr>
    <w:rPr>
      <w:noProof/>
    </w:rPr>
  </w:style>
  <w:style w:type="paragraph" w:styleId="TDC4">
    <w:name w:val="toc 4"/>
    <w:basedOn w:val="Normal"/>
    <w:next w:val="Normal"/>
    <w:autoRedefine/>
    <w:semiHidden/>
    <w:rsid w:val="007A68D8"/>
    <w:pPr>
      <w:tabs>
        <w:tab w:val="right" w:leader="dot" w:pos="8840"/>
      </w:tabs>
      <w:spacing w:before="240"/>
      <w:jc w:val="left"/>
    </w:pPr>
    <w:rPr>
      <w:b/>
      <w:bCs/>
    </w:rPr>
  </w:style>
  <w:style w:type="paragraph" w:styleId="TDC5">
    <w:name w:val="toc 5"/>
    <w:basedOn w:val="Normal"/>
    <w:next w:val="Normal"/>
    <w:autoRedefine/>
    <w:semiHidden/>
    <w:rsid w:val="007A68D8"/>
    <w:pPr>
      <w:tabs>
        <w:tab w:val="left" w:pos="1276"/>
        <w:tab w:val="left" w:pos="1440"/>
        <w:tab w:val="right" w:leader="dot" w:pos="9072"/>
      </w:tabs>
      <w:spacing w:before="60" w:after="60"/>
      <w:ind w:left="1276" w:hanging="1276"/>
      <w:jc w:val="left"/>
    </w:pPr>
    <w:rPr>
      <w:caps/>
      <w:noProof/>
      <w:szCs w:val="22"/>
    </w:rPr>
  </w:style>
  <w:style w:type="paragraph" w:customStyle="1" w:styleId="TtuloColumnaoFila">
    <w:name w:val="Título Columna o Fila"/>
    <w:basedOn w:val="Normal"/>
    <w:next w:val="Normal"/>
    <w:autoRedefine/>
    <w:uiPriority w:val="10"/>
    <w:rsid w:val="00D8403A"/>
    <w:pPr>
      <w:tabs>
        <w:tab w:val="left" w:pos="578"/>
      </w:tabs>
      <w:spacing w:before="120" w:after="120"/>
      <w:jc w:val="center"/>
    </w:pPr>
    <w:rPr>
      <w:b/>
      <w:bCs/>
      <w:sz w:val="20"/>
      <w:lang w:val="es-ES" w:eastAsia="en-US"/>
    </w:rPr>
  </w:style>
  <w:style w:type="paragraph" w:customStyle="1" w:styleId="Bibliografia">
    <w:name w:val="Bibliografia"/>
    <w:basedOn w:val="Normal"/>
    <w:qFormat/>
    <w:rsid w:val="00B952E6"/>
    <w:pPr>
      <w:jc w:val="center"/>
    </w:pPr>
    <w:rPr>
      <w:rFonts w:cs="Arial"/>
      <w:sz w:val="20"/>
      <w:szCs w:val="24"/>
      <w:lang w:eastAsia="es-CO"/>
    </w:rPr>
  </w:style>
  <w:style w:type="character" w:customStyle="1" w:styleId="PiedepginaCar">
    <w:name w:val="Pie de página Car"/>
    <w:link w:val="Piedepgina"/>
    <w:uiPriority w:val="99"/>
    <w:rsid w:val="00F37C46"/>
    <w:rPr>
      <w:rFonts w:ascii="Arial" w:hAnsi="Arial"/>
      <w:sz w:val="24"/>
      <w:lang w:eastAsia="es-ES"/>
    </w:rPr>
  </w:style>
  <w:style w:type="paragraph" w:styleId="TDC6">
    <w:name w:val="toc 6"/>
    <w:basedOn w:val="Normal"/>
    <w:next w:val="Normal"/>
    <w:autoRedefine/>
    <w:semiHidden/>
    <w:rsid w:val="00520E24"/>
    <w:pPr>
      <w:keepLines/>
      <w:numPr>
        <w:numId w:val="5"/>
      </w:numPr>
      <w:tabs>
        <w:tab w:val="left" w:pos="426"/>
        <w:tab w:val="right" w:leader="dot" w:pos="9252"/>
      </w:tabs>
      <w:ind w:right="-234"/>
      <w:jc w:val="left"/>
    </w:pPr>
    <w:rPr>
      <w:noProof/>
      <w:snapToGrid w:val="0"/>
      <w:szCs w:val="22"/>
      <w:lang w:val="es-ES"/>
    </w:rPr>
  </w:style>
  <w:style w:type="paragraph" w:styleId="TDC7">
    <w:name w:val="toc 7"/>
    <w:basedOn w:val="Normal"/>
    <w:next w:val="Normal"/>
    <w:autoRedefine/>
    <w:semiHidden/>
    <w:rsid w:val="00FD4D7B"/>
    <w:pPr>
      <w:ind w:left="1320"/>
    </w:pPr>
  </w:style>
  <w:style w:type="paragraph" w:styleId="TDC8">
    <w:name w:val="toc 8"/>
    <w:basedOn w:val="Normal"/>
    <w:next w:val="Normal"/>
    <w:autoRedefine/>
    <w:semiHidden/>
    <w:rsid w:val="00FD4D7B"/>
    <w:pPr>
      <w:ind w:left="1540"/>
    </w:pPr>
  </w:style>
  <w:style w:type="paragraph" w:styleId="TDC9">
    <w:name w:val="toc 9"/>
    <w:basedOn w:val="Normal"/>
    <w:next w:val="Normal"/>
    <w:autoRedefine/>
    <w:semiHidden/>
    <w:rsid w:val="00FD4D7B"/>
    <w:pPr>
      <w:ind w:left="1760"/>
    </w:pPr>
  </w:style>
  <w:style w:type="paragraph" w:styleId="Textonotapie">
    <w:name w:val="footnote text"/>
    <w:basedOn w:val="Normal"/>
    <w:link w:val="TextonotapieCar"/>
    <w:uiPriority w:val="99"/>
    <w:semiHidden/>
    <w:rsid w:val="00FD4D7B"/>
    <w:rPr>
      <w:sz w:val="20"/>
    </w:rPr>
  </w:style>
  <w:style w:type="character" w:styleId="Refdenotaalpie">
    <w:name w:val="footnote reference"/>
    <w:uiPriority w:val="99"/>
    <w:semiHidden/>
    <w:rsid w:val="00FD4D7B"/>
    <w:rPr>
      <w:vertAlign w:val="superscript"/>
    </w:rPr>
  </w:style>
  <w:style w:type="paragraph" w:styleId="Textonotaalfinal">
    <w:name w:val="endnote text"/>
    <w:basedOn w:val="Normal"/>
    <w:link w:val="TextonotaalfinalCar"/>
    <w:semiHidden/>
    <w:rsid w:val="00FD4D7B"/>
    <w:rPr>
      <w:sz w:val="20"/>
    </w:rPr>
  </w:style>
  <w:style w:type="paragraph" w:styleId="Textodeglobo">
    <w:name w:val="Balloon Text"/>
    <w:basedOn w:val="Normal"/>
    <w:link w:val="TextodegloboCar"/>
    <w:rsid w:val="00214338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Vineta1">
    <w:name w:val="Vineta1"/>
    <w:basedOn w:val="Normal"/>
    <w:rsid w:val="00FD4D7B"/>
    <w:pPr>
      <w:numPr>
        <w:numId w:val="6"/>
      </w:numPr>
      <w:tabs>
        <w:tab w:val="num" w:pos="360"/>
      </w:tabs>
    </w:pPr>
  </w:style>
  <w:style w:type="paragraph" w:styleId="Textocomentario">
    <w:name w:val="annotation text"/>
    <w:basedOn w:val="Normal"/>
    <w:link w:val="TextocomentarioCar"/>
    <w:rsid w:val="00FD4D7B"/>
    <w:rPr>
      <w:lang w:val="es-ES_tradnl"/>
    </w:rPr>
  </w:style>
  <w:style w:type="table" w:styleId="Tablaconcuadrcula">
    <w:name w:val="Table Grid"/>
    <w:basedOn w:val="Tablanormal"/>
    <w:rsid w:val="00542A46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adeilustraciones">
    <w:name w:val="table of figures"/>
    <w:basedOn w:val="Normal"/>
    <w:next w:val="Normal"/>
    <w:uiPriority w:val="99"/>
    <w:rsid w:val="0047143C"/>
    <w:pPr>
      <w:spacing w:after="0"/>
      <w:ind w:left="480" w:hanging="480"/>
      <w:jc w:val="left"/>
    </w:pPr>
    <w:rPr>
      <w:rFonts w:ascii="Calibri" w:hAnsi="Calibri"/>
      <w:smallCaps/>
      <w:sz w:val="20"/>
    </w:rPr>
  </w:style>
  <w:style w:type="paragraph" w:customStyle="1" w:styleId="Ttulo10">
    <w:name w:val="Título1"/>
    <w:basedOn w:val="Normal"/>
    <w:link w:val="TtuloCar"/>
    <w:qFormat/>
    <w:rsid w:val="003573BD"/>
    <w:pPr>
      <w:spacing w:before="100" w:after="360"/>
      <w:jc w:val="center"/>
    </w:pPr>
    <w:rPr>
      <w:b/>
      <w:bCs/>
      <w:lang w:val="es-ES"/>
    </w:rPr>
  </w:style>
  <w:style w:type="character" w:customStyle="1" w:styleId="TtuloCar">
    <w:name w:val="Título Car"/>
    <w:link w:val="Ttulo10"/>
    <w:rsid w:val="003573BD"/>
    <w:rPr>
      <w:rFonts w:ascii="Arial" w:hAnsi="Arial"/>
      <w:b/>
      <w:bCs/>
      <w:sz w:val="22"/>
    </w:rPr>
  </w:style>
  <w:style w:type="paragraph" w:styleId="Revisin">
    <w:name w:val="Revision"/>
    <w:hidden/>
    <w:uiPriority w:val="99"/>
    <w:semiHidden/>
    <w:rsid w:val="00EE0B86"/>
    <w:rPr>
      <w:rFonts w:ascii="Arial" w:hAnsi="Arial"/>
      <w:sz w:val="22"/>
      <w:lang w:eastAsia="es-ES"/>
    </w:rPr>
  </w:style>
  <w:style w:type="character" w:styleId="Textodelmarcadordeposicin">
    <w:name w:val="Placeholder Text"/>
    <w:uiPriority w:val="99"/>
    <w:semiHidden/>
    <w:rsid w:val="00B5302A"/>
    <w:rPr>
      <w:color w:val="808080"/>
    </w:rPr>
  </w:style>
  <w:style w:type="character" w:customStyle="1" w:styleId="TextodegloboCar">
    <w:name w:val="Texto de globo Car"/>
    <w:link w:val="Textodeglobo"/>
    <w:rsid w:val="00214338"/>
    <w:rPr>
      <w:rFonts w:ascii="Segoe UI" w:hAnsi="Segoe UI" w:cs="Segoe UI"/>
      <w:sz w:val="18"/>
      <w:szCs w:val="18"/>
      <w:lang w:eastAsia="es-ES"/>
    </w:rPr>
  </w:style>
  <w:style w:type="paragraph" w:customStyle="1" w:styleId="Vineta10">
    <w:name w:val="Vineta 1"/>
    <w:basedOn w:val="Normal"/>
    <w:link w:val="Vineta1Car"/>
    <w:locked/>
    <w:rsid w:val="00D87529"/>
    <w:pPr>
      <w:numPr>
        <w:numId w:val="7"/>
      </w:numPr>
    </w:pPr>
    <w:rPr>
      <w:snapToGrid w:val="0"/>
      <w:sz w:val="22"/>
      <w:lang w:val="es-ES"/>
    </w:rPr>
  </w:style>
  <w:style w:type="character" w:customStyle="1" w:styleId="Vineta1Car">
    <w:name w:val="Vineta 1 Car"/>
    <w:link w:val="Vineta10"/>
    <w:rsid w:val="00D87529"/>
    <w:rPr>
      <w:rFonts w:ascii="Arial" w:hAnsi="Arial"/>
      <w:snapToGrid w:val="0"/>
      <w:sz w:val="22"/>
      <w:lang w:val="es-ES" w:eastAsia="es-ES"/>
    </w:rPr>
  </w:style>
  <w:style w:type="paragraph" w:customStyle="1" w:styleId="Fuente">
    <w:name w:val="Fuente"/>
    <w:basedOn w:val="Normal"/>
    <w:next w:val="Normal"/>
    <w:autoRedefine/>
    <w:uiPriority w:val="13"/>
    <w:rsid w:val="00BF4C8A"/>
    <w:pPr>
      <w:tabs>
        <w:tab w:val="left" w:pos="578"/>
      </w:tabs>
      <w:jc w:val="center"/>
    </w:pPr>
    <w:rPr>
      <w:rFonts w:ascii="Tahoma" w:hAnsi="Tahoma"/>
      <w:sz w:val="18"/>
      <w:lang w:val="es-ES" w:eastAsia="en-US"/>
    </w:rPr>
  </w:style>
  <w:style w:type="character" w:customStyle="1" w:styleId="TextonotapieCar">
    <w:name w:val="Texto nota pie Car"/>
    <w:link w:val="Textonotapie"/>
    <w:uiPriority w:val="99"/>
    <w:semiHidden/>
    <w:rsid w:val="00EB34B0"/>
    <w:rPr>
      <w:rFonts w:ascii="Arial" w:hAnsi="Arial"/>
      <w:lang w:eastAsia="es-ES"/>
    </w:rPr>
  </w:style>
  <w:style w:type="paragraph" w:customStyle="1" w:styleId="TtuloFigura">
    <w:name w:val="Título Figura"/>
    <w:basedOn w:val="Normal"/>
    <w:next w:val="Normal"/>
    <w:autoRedefine/>
    <w:uiPriority w:val="7"/>
    <w:qFormat/>
    <w:rsid w:val="00EB34B0"/>
    <w:pPr>
      <w:numPr>
        <w:numId w:val="8"/>
      </w:numPr>
      <w:tabs>
        <w:tab w:val="left" w:pos="578"/>
      </w:tabs>
      <w:spacing w:before="120" w:after="0"/>
      <w:ind w:right="567"/>
      <w:jc w:val="center"/>
    </w:pPr>
    <w:rPr>
      <w:rFonts w:ascii="Tahoma" w:eastAsia="Calibri" w:hAnsi="Tahoma"/>
      <w:b/>
      <w:sz w:val="22"/>
      <w:szCs w:val="22"/>
      <w:lang w:val="es-ES" w:eastAsia="en-US"/>
    </w:rPr>
  </w:style>
  <w:style w:type="paragraph" w:styleId="Prrafodelista">
    <w:name w:val="List Paragraph"/>
    <w:basedOn w:val="Normal"/>
    <w:uiPriority w:val="34"/>
    <w:qFormat/>
    <w:rsid w:val="00327CF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tulo1Car">
    <w:name w:val="Título 1 Car"/>
    <w:aliases w:val="Edgar 1 Car,título 1 Car"/>
    <w:link w:val="Ttulo1"/>
    <w:rsid w:val="00402BD9"/>
    <w:rPr>
      <w:rFonts w:ascii="Arial" w:hAnsi="Arial"/>
      <w:b/>
      <w:caps/>
      <w:sz w:val="24"/>
      <w:lang w:eastAsia="es-ES"/>
    </w:rPr>
  </w:style>
  <w:style w:type="paragraph" w:customStyle="1" w:styleId="tABLA">
    <w:name w:val="tABLA"/>
    <w:basedOn w:val="Normal"/>
    <w:autoRedefine/>
    <w:rsid w:val="00402BD9"/>
    <w:pPr>
      <w:keepNext/>
      <w:spacing w:before="240" w:after="60"/>
      <w:jc w:val="center"/>
      <w:outlineLvl w:val="0"/>
    </w:pPr>
    <w:rPr>
      <w:rFonts w:cs="Arial"/>
      <w:bCs/>
      <w:kern w:val="32"/>
      <w:sz w:val="28"/>
      <w:szCs w:val="28"/>
    </w:rPr>
  </w:style>
  <w:style w:type="character" w:styleId="Nmerodepgina">
    <w:name w:val="page number"/>
    <w:basedOn w:val="Fuentedeprrafopredeter"/>
    <w:rsid w:val="00402BD9"/>
  </w:style>
  <w:style w:type="paragraph" w:styleId="Ttulo">
    <w:name w:val="Title"/>
    <w:basedOn w:val="Normal"/>
    <w:link w:val="TtuloCar1"/>
    <w:qFormat/>
    <w:rsid w:val="00402BD9"/>
    <w:pPr>
      <w:spacing w:after="0"/>
      <w:jc w:val="center"/>
    </w:pPr>
    <w:rPr>
      <w:b/>
      <w:sz w:val="22"/>
      <w:lang w:val="es-MX"/>
    </w:rPr>
  </w:style>
  <w:style w:type="character" w:customStyle="1" w:styleId="TtuloCar1">
    <w:name w:val="Título Car1"/>
    <w:basedOn w:val="Fuentedeprrafopredeter"/>
    <w:link w:val="Ttulo"/>
    <w:rsid w:val="00402B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s-ES"/>
    </w:rPr>
  </w:style>
  <w:style w:type="character" w:customStyle="1" w:styleId="TextocomentarioCar">
    <w:name w:val="Texto comentario Car"/>
    <w:link w:val="Textocomentario"/>
    <w:rsid w:val="00402BD9"/>
    <w:rPr>
      <w:rFonts w:ascii="Arial" w:hAnsi="Arial"/>
      <w:sz w:val="24"/>
      <w:lang w:val="es-ES_tradnl" w:eastAsia="es-ES"/>
    </w:rPr>
  </w:style>
  <w:style w:type="character" w:customStyle="1" w:styleId="Ttulo2Car">
    <w:name w:val="Título 2 Car"/>
    <w:aliases w:val="Edgar 2 Car,título 2 Car"/>
    <w:basedOn w:val="Fuentedeprrafopredeter"/>
    <w:link w:val="Ttulo2"/>
    <w:rsid w:val="00626E40"/>
    <w:rPr>
      <w:rFonts w:ascii="Arial" w:hAnsi="Arial" w:cs="Arial"/>
      <w:b/>
      <w:caps/>
      <w:sz w:val="24"/>
      <w:szCs w:val="22"/>
      <w:lang w:val="es-ES_tradnl" w:eastAsia="es-ES"/>
    </w:rPr>
  </w:style>
  <w:style w:type="character" w:customStyle="1" w:styleId="Ttulo3Car">
    <w:name w:val="Título 3 Car"/>
    <w:aliases w:val="Edgar 3 Car,título 3 Car"/>
    <w:basedOn w:val="Fuentedeprrafopredeter"/>
    <w:link w:val="Ttulo3"/>
    <w:rsid w:val="00626E40"/>
    <w:rPr>
      <w:rFonts w:ascii="Arial" w:hAnsi="Arial"/>
      <w:b/>
      <w:sz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626E40"/>
    <w:rPr>
      <w:rFonts w:ascii="Arial" w:hAnsi="Arial"/>
      <w:sz w:val="24"/>
      <w:lang w:eastAsia="es-ES"/>
    </w:rPr>
  </w:style>
  <w:style w:type="character" w:customStyle="1" w:styleId="Ttulo6Car">
    <w:name w:val="Título 6 Car"/>
    <w:aliases w:val="Título de figuras Car"/>
    <w:basedOn w:val="Fuentedeprrafopredeter"/>
    <w:link w:val="Ttulo6"/>
    <w:rsid w:val="00626E40"/>
    <w:rPr>
      <w:rFonts w:ascii="Arial" w:hAnsi="Arial"/>
      <w:b/>
      <w:caps/>
      <w:sz w:val="24"/>
      <w:szCs w:val="22"/>
      <w:lang w:val="es-ES_tradnl" w:eastAsia="es-ES"/>
    </w:rPr>
  </w:style>
  <w:style w:type="character" w:customStyle="1" w:styleId="Ttulo7Car">
    <w:name w:val="Título 7 Car"/>
    <w:aliases w:val="Título foto Car"/>
    <w:basedOn w:val="Fuentedeprrafopredeter"/>
    <w:link w:val="Ttulo7"/>
    <w:rsid w:val="00626E40"/>
    <w:rPr>
      <w:rFonts w:ascii="Arial" w:hAnsi="Arial"/>
      <w:b/>
      <w:caps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626E40"/>
    <w:rPr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626E40"/>
    <w:rPr>
      <w:rFonts w:ascii="Arial" w:hAnsi="Arial" w:cs="Arial"/>
      <w:sz w:val="24"/>
      <w:szCs w:val="22"/>
      <w:lang w:eastAsia="es-ES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626E40"/>
    <w:rPr>
      <w:rFonts w:ascii="Arial" w:hAnsi="Arial"/>
      <w:lang w:eastAsia="es-ES"/>
    </w:rPr>
  </w:style>
  <w:style w:type="paragraph" w:styleId="Textoindependiente">
    <w:name w:val="Body Text"/>
    <w:basedOn w:val="Normal"/>
    <w:link w:val="TextoindependienteCar"/>
    <w:unhideWhenUsed/>
    <w:rsid w:val="00FA2A22"/>
    <w:pPr>
      <w:spacing w:after="0"/>
    </w:pPr>
    <w:rPr>
      <w:rFonts w:ascii="Tahoma" w:hAnsi="Tahoma" w:cs="Tahoma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FA2A22"/>
    <w:rPr>
      <w:rFonts w:ascii="Tahoma" w:hAnsi="Tahoma" w:cs="Tahoma"/>
      <w:sz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9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7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4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4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5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9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9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6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3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55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2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36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1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82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884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834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470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242104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9748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7374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25318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3414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7804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79453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987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2999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3356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4601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6468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7685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93337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523867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560623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865842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698843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573496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631224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327995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8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1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4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82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0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8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1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96848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738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72642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354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034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668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2819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170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95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688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81154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7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1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6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9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4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6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3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1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8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7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96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3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2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94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5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94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6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9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5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8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1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5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3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3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6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8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92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5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8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28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82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oyectos\Datos%20de%20programa\Microsoft\Plantillas\PLANTILLA%20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36552-7BD3-404A-839C-2E632AD12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WORD.dot</Template>
  <TotalTime>500</TotalTime>
  <Pages>31</Pages>
  <Words>3230</Words>
  <Characters>17768</Characters>
  <Application>Microsoft Office Word</Application>
  <DocSecurity>0</DocSecurity>
  <Lines>148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20957</CharactersWithSpaces>
  <SharedDoc>false</SharedDoc>
  <HLinks>
    <vt:vector size="450" baseType="variant">
      <vt:variant>
        <vt:i4>1441844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_Toc387068612</vt:lpwstr>
      </vt:variant>
      <vt:variant>
        <vt:i4>1966131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_Toc387066171</vt:lpwstr>
      </vt:variant>
      <vt:variant>
        <vt:i4>1966131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_Toc387066170</vt:lpwstr>
      </vt:variant>
      <vt:variant>
        <vt:i4>2031667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_Toc387066169</vt:lpwstr>
      </vt:variant>
      <vt:variant>
        <vt:i4>1900596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_Toc387066648</vt:lpwstr>
      </vt:variant>
      <vt:variant>
        <vt:i4>1900596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_Toc387066647</vt:lpwstr>
      </vt:variant>
      <vt:variant>
        <vt:i4>1900596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_Toc387066646</vt:lpwstr>
      </vt:variant>
      <vt:variant>
        <vt:i4>1900596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_Toc387066645</vt:lpwstr>
      </vt:variant>
      <vt:variant>
        <vt:i4>1572916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_Toc387315115</vt:lpwstr>
      </vt:variant>
      <vt:variant>
        <vt:i4>1572916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_Toc387315114</vt:lpwstr>
      </vt:variant>
      <vt:variant>
        <vt:i4>1572916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_Toc387315113</vt:lpwstr>
      </vt:variant>
      <vt:variant>
        <vt:i4>1572916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_Toc387315112</vt:lpwstr>
      </vt:variant>
      <vt:variant>
        <vt:i4>1572916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_Toc387315111</vt:lpwstr>
      </vt:variant>
      <vt:variant>
        <vt:i4>1572916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_Toc387315110</vt:lpwstr>
      </vt:variant>
      <vt:variant>
        <vt:i4>1638452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_Toc387315109</vt:lpwstr>
      </vt:variant>
      <vt:variant>
        <vt:i4>1638452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_Toc387315108</vt:lpwstr>
      </vt:variant>
      <vt:variant>
        <vt:i4>1638452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_Toc387315107</vt:lpwstr>
      </vt:variant>
      <vt:variant>
        <vt:i4>1638452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_Toc387315106</vt:lpwstr>
      </vt:variant>
      <vt:variant>
        <vt:i4>1638452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_Toc387315105</vt:lpwstr>
      </vt:variant>
      <vt:variant>
        <vt:i4>1638452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_Toc387315104</vt:lpwstr>
      </vt:variant>
      <vt:variant>
        <vt:i4>1638452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_Toc387315103</vt:lpwstr>
      </vt:variant>
      <vt:variant>
        <vt:i4>1638452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_Toc387315102</vt:lpwstr>
      </vt:variant>
      <vt:variant>
        <vt:i4>1638452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_Toc387315101</vt:lpwstr>
      </vt:variant>
      <vt:variant>
        <vt:i4>1638452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_Toc387315100</vt:lpwstr>
      </vt:variant>
      <vt:variant>
        <vt:i4>1048629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_Toc387315099</vt:lpwstr>
      </vt:variant>
      <vt:variant>
        <vt:i4>1048629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_Toc387315098</vt:lpwstr>
      </vt:variant>
      <vt:variant>
        <vt:i4>1048629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_Toc387315097</vt:lpwstr>
      </vt:variant>
      <vt:variant>
        <vt:i4>1048629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_Toc387315096</vt:lpwstr>
      </vt:variant>
      <vt:variant>
        <vt:i4>1048629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_Toc387315095</vt:lpwstr>
      </vt:variant>
      <vt:variant>
        <vt:i4>1048629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_Toc387315094</vt:lpwstr>
      </vt:variant>
      <vt:variant>
        <vt:i4>1048629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_Toc387315093</vt:lpwstr>
      </vt:variant>
      <vt:variant>
        <vt:i4>1048629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_Toc387315092</vt:lpwstr>
      </vt:variant>
      <vt:variant>
        <vt:i4>1048629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_Toc387315091</vt:lpwstr>
      </vt:variant>
      <vt:variant>
        <vt:i4>1048629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_Toc387315090</vt:lpwstr>
      </vt:variant>
      <vt:variant>
        <vt:i4>1114165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_Toc387315089</vt:lpwstr>
      </vt:variant>
      <vt:variant>
        <vt:i4>1114165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_Toc387315088</vt:lpwstr>
      </vt:variant>
      <vt:variant>
        <vt:i4>1114165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_Toc387315087</vt:lpwstr>
      </vt:variant>
      <vt:variant>
        <vt:i4>1114165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_Toc387315086</vt:lpwstr>
      </vt:variant>
      <vt:variant>
        <vt:i4>1114165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_Toc387315085</vt:lpwstr>
      </vt:variant>
      <vt:variant>
        <vt:i4>1114165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_Toc387315084</vt:lpwstr>
      </vt:variant>
      <vt:variant>
        <vt:i4>1114165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_Toc387315083</vt:lpwstr>
      </vt:variant>
      <vt:variant>
        <vt:i4>1114165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_Toc387315082</vt:lpwstr>
      </vt:variant>
      <vt:variant>
        <vt:i4>1114165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_Toc387315081</vt:lpwstr>
      </vt:variant>
      <vt:variant>
        <vt:i4>1114165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_Toc387315080</vt:lpwstr>
      </vt:variant>
      <vt:variant>
        <vt:i4>1966133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_Toc387315079</vt:lpwstr>
      </vt:variant>
      <vt:variant>
        <vt:i4>1966133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_Toc387315078</vt:lpwstr>
      </vt:variant>
      <vt:variant>
        <vt:i4>1966133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_Toc387315077</vt:lpwstr>
      </vt:variant>
      <vt:variant>
        <vt:i4>1966133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_Toc387315076</vt:lpwstr>
      </vt:variant>
      <vt:variant>
        <vt:i4>1966133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_Toc387315075</vt:lpwstr>
      </vt:variant>
      <vt:variant>
        <vt:i4>1966133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_Toc387315074</vt:lpwstr>
      </vt:variant>
      <vt:variant>
        <vt:i4>1966133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_Toc387315073</vt:lpwstr>
      </vt:variant>
      <vt:variant>
        <vt:i4>1966133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_Toc387315072</vt:lpwstr>
      </vt:variant>
      <vt:variant>
        <vt:i4>1966133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_Toc387315071</vt:lpwstr>
      </vt:variant>
      <vt:variant>
        <vt:i4>1966133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_Toc387315070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_Toc387315069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_Toc387315068</vt:lpwstr>
      </vt:variant>
      <vt:variant>
        <vt:i4>2031669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_Toc387315067</vt:lpwstr>
      </vt:variant>
      <vt:variant>
        <vt:i4>2031669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_Toc387315066</vt:lpwstr>
      </vt:variant>
      <vt:variant>
        <vt:i4>2031669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_Toc387315065</vt:lpwstr>
      </vt:variant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_Toc387315064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_Toc387315063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_Toc387315062</vt:lpwstr>
      </vt:variant>
      <vt:variant>
        <vt:i4>2031669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_Toc387315061</vt:lpwstr>
      </vt:variant>
      <vt:variant>
        <vt:i4>2031669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_Toc387315060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_Toc387315059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_Toc387315058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_Toc387315057</vt:lpwstr>
      </vt:variant>
      <vt:variant>
        <vt:i4>1835061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_Toc387315056</vt:lpwstr>
      </vt:variant>
      <vt:variant>
        <vt:i4>1835061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_Toc387315055</vt:lpwstr>
      </vt:variant>
      <vt:variant>
        <vt:i4>1835061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_Toc387315054</vt:lpwstr>
      </vt:variant>
      <vt:variant>
        <vt:i4>1835061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_Toc387315053</vt:lpwstr>
      </vt:variant>
      <vt:variant>
        <vt:i4>1835061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_Toc387315052</vt:lpwstr>
      </vt:variant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_Toc387315051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_Toc387315050</vt:lpwstr>
      </vt:variant>
      <vt:variant>
        <vt:i4>1900597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_Toc387315049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proyectos</dc:creator>
  <cp:lastModifiedBy>Juliana Ramirez</cp:lastModifiedBy>
  <cp:revision>14</cp:revision>
  <cp:lastPrinted>2014-05-26T20:38:00Z</cp:lastPrinted>
  <dcterms:created xsi:type="dcterms:W3CDTF">2014-07-17T14:36:00Z</dcterms:created>
  <dcterms:modified xsi:type="dcterms:W3CDTF">2014-08-11T12:36:00Z</dcterms:modified>
</cp:coreProperties>
</file>